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D10BF0" w:rsidRDefault="000429A9" w:rsidP="009534E2">
      <w:pPr>
        <w:widowControl w:val="0"/>
        <w:jc w:val="center"/>
        <w:rPr>
          <w:caps/>
          <w:color w:val="008998"/>
          <w:spacing w:val="30"/>
          <w:sz w:val="40"/>
          <w:szCs w:val="40"/>
        </w:rPr>
      </w:pPr>
      <w:r w:rsidRPr="00D10BF0">
        <w:rPr>
          <w:caps/>
          <w:color w:val="008998"/>
          <w:spacing w:val="30"/>
          <w:sz w:val="40"/>
          <w:szCs w:val="40"/>
        </w:rPr>
        <w:t xml:space="preserve"> </w:t>
      </w:r>
      <w:r w:rsidR="008B5029" w:rsidRPr="00D10BF0">
        <w:rPr>
          <w:caps/>
          <w:color w:val="008998"/>
          <w:spacing w:val="30"/>
          <w:sz w:val="40"/>
          <w:szCs w:val="40"/>
        </w:rPr>
        <w:t>Súťažné podklady</w:t>
      </w:r>
    </w:p>
    <w:p w14:paraId="042682C4" w14:textId="77777777" w:rsidR="008B5029" w:rsidRPr="00D10BF0" w:rsidRDefault="008B5029" w:rsidP="009534E2">
      <w:pPr>
        <w:widowControl w:val="0"/>
        <w:jc w:val="center"/>
        <w:rPr>
          <w:caps/>
          <w:spacing w:val="30"/>
          <w:sz w:val="24"/>
          <w:szCs w:val="32"/>
        </w:rPr>
      </w:pPr>
    </w:p>
    <w:p w14:paraId="1827761D" w14:textId="77777777" w:rsidR="00785BCA" w:rsidRPr="00D10BF0" w:rsidRDefault="00785BCA" w:rsidP="00785BCA">
      <w:pPr>
        <w:jc w:val="center"/>
        <w:rPr>
          <w:caps/>
          <w:spacing w:val="30"/>
          <w:sz w:val="28"/>
          <w:szCs w:val="32"/>
        </w:rPr>
      </w:pPr>
      <w:r w:rsidRPr="00D10BF0">
        <w:rPr>
          <w:caps/>
          <w:spacing w:val="30"/>
          <w:sz w:val="28"/>
          <w:szCs w:val="32"/>
        </w:rPr>
        <w:t>VEREJNÁ SÚŤAŽ</w:t>
      </w:r>
    </w:p>
    <w:p w14:paraId="1C201B41" w14:textId="77777777" w:rsidR="00785BCA" w:rsidRPr="00D10BF0" w:rsidRDefault="00785BCA" w:rsidP="00785BCA">
      <w:pPr>
        <w:jc w:val="center"/>
        <w:rPr>
          <w:caps/>
          <w:spacing w:val="30"/>
        </w:rPr>
      </w:pPr>
    </w:p>
    <w:p w14:paraId="16C25080" w14:textId="62A78DA7" w:rsidR="00785BCA" w:rsidRPr="00D10BF0" w:rsidRDefault="00785BCA" w:rsidP="00785BCA">
      <w:pPr>
        <w:jc w:val="center"/>
      </w:pPr>
      <w:r w:rsidRPr="00D10BF0">
        <w:t>realizovaná v</w:t>
      </w:r>
      <w:r w:rsidRPr="00D10BF0">
        <w:rPr>
          <w:rFonts w:cs="Calibri"/>
        </w:rPr>
        <w:t> </w:t>
      </w:r>
      <w:r w:rsidRPr="00D10BF0">
        <w:t xml:space="preserve">súlade so zákonom č. 343/2015 Z. z. o verejnom obstarávaní </w:t>
      </w:r>
      <w:r w:rsidRPr="00D10BF0">
        <w:rPr>
          <w:rFonts w:eastAsia="MingLiU" w:cs="MingLiU"/>
        </w:rPr>
        <w:br/>
      </w:r>
      <w:r w:rsidRPr="00D10BF0">
        <w:t>a o zmene a doplnení niektorých zákonov v platnom znení („</w:t>
      </w:r>
      <w:bookmarkStart w:id="0" w:name="_Hlk519072519"/>
      <w:r w:rsidRPr="00D10BF0">
        <w:rPr>
          <w:b/>
        </w:rPr>
        <w:t>ZVO</w:t>
      </w:r>
      <w:bookmarkEnd w:id="0"/>
      <w:r w:rsidRPr="00D10BF0">
        <w:t>“)</w:t>
      </w:r>
      <w:r w:rsidRPr="00D10BF0">
        <w:rPr>
          <w:rFonts w:eastAsia="MingLiU" w:cs="MingLiU"/>
        </w:rPr>
        <w:br/>
      </w:r>
      <w:r w:rsidRPr="00D10BF0">
        <w:t xml:space="preserve"> („</w:t>
      </w:r>
      <w:bookmarkStart w:id="1" w:name="_Hlk519072516"/>
      <w:r w:rsidR="0027022D" w:rsidRPr="00D10BF0">
        <w:rPr>
          <w:b/>
        </w:rPr>
        <w:t>Verejná</w:t>
      </w:r>
      <w:r w:rsidR="0027022D" w:rsidRPr="00D10BF0">
        <w:t xml:space="preserve"> </w:t>
      </w:r>
      <w:r w:rsidRPr="00D10BF0">
        <w:rPr>
          <w:b/>
        </w:rPr>
        <w:t>súťaž</w:t>
      </w:r>
      <w:bookmarkEnd w:id="1"/>
      <w:r w:rsidRPr="00D10BF0">
        <w:t>“</w:t>
      </w:r>
      <w:r w:rsidR="00A04C69" w:rsidRPr="00D10BF0">
        <w:t xml:space="preserve"> alebo „</w:t>
      </w:r>
      <w:r w:rsidR="00A04C69" w:rsidRPr="00D10BF0">
        <w:rPr>
          <w:b/>
        </w:rPr>
        <w:t>Verejné obstarávanie</w:t>
      </w:r>
      <w:r w:rsidR="00A04C69" w:rsidRPr="00D10BF0">
        <w:t>“)</w:t>
      </w:r>
    </w:p>
    <w:p w14:paraId="380F6FFD" w14:textId="77777777" w:rsidR="00785BCA" w:rsidRPr="00D10BF0" w:rsidRDefault="00785BCA" w:rsidP="00785BCA">
      <w:pPr>
        <w:jc w:val="center"/>
      </w:pPr>
    </w:p>
    <w:p w14:paraId="43481075" w14:textId="77C2A986" w:rsidR="00785BCA" w:rsidRPr="00D10BF0" w:rsidRDefault="00785BCA" w:rsidP="00785BCA">
      <w:pPr>
        <w:jc w:val="center"/>
      </w:pPr>
      <w:r w:rsidRPr="00D10BF0">
        <w:t>/</w:t>
      </w:r>
      <w:r w:rsidR="00C70804" w:rsidRPr="00D10BF0">
        <w:t xml:space="preserve"> stavebné práce </w:t>
      </w:r>
      <w:r w:rsidRPr="00D10BF0">
        <w:t>/</w:t>
      </w:r>
    </w:p>
    <w:p w14:paraId="1A8F7674" w14:textId="77777777" w:rsidR="00785BCA" w:rsidRPr="00D10BF0" w:rsidRDefault="00785BCA" w:rsidP="00785BCA">
      <w:pPr>
        <w:jc w:val="center"/>
      </w:pPr>
    </w:p>
    <w:p w14:paraId="0CC0109E" w14:textId="1868F971" w:rsidR="00785BCA" w:rsidRPr="00D10BF0" w:rsidRDefault="00785BCA" w:rsidP="00785BCA">
      <w:pPr>
        <w:jc w:val="center"/>
      </w:pPr>
      <w:r w:rsidRPr="00D10BF0">
        <w:t xml:space="preserve">evidenčné číslo </w:t>
      </w:r>
      <w:r w:rsidR="00A04C69" w:rsidRPr="00D10BF0">
        <w:t>Verejn</w:t>
      </w:r>
      <w:r w:rsidRPr="00D10BF0">
        <w:t>ej súťaže:</w:t>
      </w:r>
    </w:p>
    <w:p w14:paraId="47F3AB12" w14:textId="7250BA72" w:rsidR="00785BCA" w:rsidRPr="00D10BF0" w:rsidRDefault="006065AB" w:rsidP="00785BCA">
      <w:pPr>
        <w:jc w:val="center"/>
      </w:pPr>
      <w:r>
        <w:t>ZO 2020/001</w:t>
      </w:r>
    </w:p>
    <w:p w14:paraId="4918A8BF" w14:textId="77777777" w:rsidR="001669E8" w:rsidRPr="00D10BF0" w:rsidRDefault="001669E8" w:rsidP="00785BCA">
      <w:pPr>
        <w:jc w:val="center"/>
      </w:pPr>
    </w:p>
    <w:p w14:paraId="69F6AE73" w14:textId="77777777" w:rsidR="00785BCA" w:rsidRPr="00D10BF0" w:rsidRDefault="00785BCA" w:rsidP="00785BCA">
      <w:pPr>
        <w:jc w:val="center"/>
        <w:rPr>
          <w:caps/>
          <w:spacing w:val="30"/>
          <w:sz w:val="28"/>
        </w:rPr>
      </w:pPr>
      <w:r w:rsidRPr="00D10BF0">
        <w:rPr>
          <w:caps/>
          <w:spacing w:val="30"/>
          <w:sz w:val="28"/>
        </w:rPr>
        <w:t>predmet zákazky</w:t>
      </w:r>
    </w:p>
    <w:p w14:paraId="10ADAE8E" w14:textId="77777777" w:rsidR="00785BCA" w:rsidRPr="00D10BF0" w:rsidRDefault="00785BCA" w:rsidP="00785BCA"/>
    <w:p w14:paraId="60675B1E" w14:textId="4F50A2C9" w:rsidR="001669E8" w:rsidRPr="00D10BF0" w:rsidRDefault="00923CBE" w:rsidP="00785BCA">
      <w:pPr>
        <w:jc w:val="center"/>
      </w:pPr>
      <w:r w:rsidRPr="00D10BF0">
        <w:rPr>
          <w:b/>
          <w:bCs/>
        </w:rPr>
        <w:t>„Kanalizácia a ČOV - Kráľová pri Senci, Kostolná pri Dunaji a Hrubá Borša“</w:t>
      </w: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D10BF0" w14:paraId="4CE38FF5" w14:textId="77777777" w:rsidTr="00346DA6">
        <w:trPr>
          <w:trHeight w:val="900"/>
        </w:trPr>
        <w:tc>
          <w:tcPr>
            <w:tcW w:w="4532" w:type="dxa"/>
            <w:tcBorders>
              <w:bottom w:val="single" w:sz="4" w:space="0" w:color="auto"/>
            </w:tcBorders>
            <w:vAlign w:val="center"/>
          </w:tcPr>
          <w:p w14:paraId="536270A1" w14:textId="77777777" w:rsidR="00BF09B9" w:rsidRPr="00D10BF0" w:rsidRDefault="00BF09B9" w:rsidP="00346DA6">
            <w:r w:rsidRPr="00D10BF0">
              <w:t>Osoba zodpovedná za vypracovanie súťažných podkladov:</w:t>
            </w:r>
          </w:p>
        </w:tc>
        <w:tc>
          <w:tcPr>
            <w:tcW w:w="4382" w:type="dxa"/>
            <w:tcBorders>
              <w:bottom w:val="single" w:sz="4" w:space="0" w:color="auto"/>
            </w:tcBorders>
          </w:tcPr>
          <w:p w14:paraId="566F7C20" w14:textId="77777777" w:rsidR="00B27975" w:rsidRPr="00D10BF0" w:rsidRDefault="00B27975" w:rsidP="00B27975"/>
          <w:p w14:paraId="62CA4453" w14:textId="261C2FF0" w:rsidR="00C70804" w:rsidRPr="00D10BF0" w:rsidRDefault="00E872AB" w:rsidP="00C70804">
            <w:pPr>
              <w:jc w:val="right"/>
            </w:pPr>
            <w:r w:rsidRPr="00D10BF0">
              <w:t>JUDr. Tomáš Uríček</w:t>
            </w:r>
          </w:p>
          <w:p w14:paraId="593E7A38" w14:textId="58B9965D" w:rsidR="00BF09B9" w:rsidRPr="00D10BF0" w:rsidRDefault="00BF09B9" w:rsidP="00B27975">
            <w:pPr>
              <w:jc w:val="right"/>
            </w:pPr>
          </w:p>
        </w:tc>
      </w:tr>
      <w:tr w:rsidR="00176C4D" w:rsidRPr="00D10BF0" w14:paraId="4B2D28C9" w14:textId="77777777" w:rsidTr="00346DA6">
        <w:trPr>
          <w:trHeight w:val="900"/>
        </w:trPr>
        <w:tc>
          <w:tcPr>
            <w:tcW w:w="4532" w:type="dxa"/>
            <w:tcBorders>
              <w:top w:val="single" w:sz="4" w:space="0" w:color="auto"/>
            </w:tcBorders>
            <w:vAlign w:val="center"/>
          </w:tcPr>
          <w:p w14:paraId="6C1A63A1" w14:textId="77777777" w:rsidR="00176C4D" w:rsidRPr="00D10BF0" w:rsidRDefault="00176C4D" w:rsidP="00176C4D"/>
          <w:p w14:paraId="4B6D0E79" w14:textId="77777777" w:rsidR="00176C4D" w:rsidRPr="00D10BF0" w:rsidRDefault="00176C4D" w:rsidP="00176C4D">
            <w:pPr>
              <w:rPr>
                <w:szCs w:val="20"/>
              </w:rPr>
            </w:pPr>
            <w:r w:rsidRPr="00D10BF0">
              <w:t>Súťažné podklady schválil</w:t>
            </w:r>
            <w:r w:rsidRPr="00D10BF0">
              <w:rPr>
                <w:szCs w:val="20"/>
              </w:rPr>
              <w:t xml:space="preserve">:                               </w:t>
            </w:r>
          </w:p>
          <w:p w14:paraId="3F33F34C" w14:textId="3825A80F" w:rsidR="00176C4D" w:rsidRPr="00D10BF0" w:rsidRDefault="00E872AB" w:rsidP="00176C4D">
            <w:r w:rsidRPr="00D10BF0">
              <w:t xml:space="preserve">Starosta </w:t>
            </w:r>
            <w:r w:rsidR="00D81DE4" w:rsidRPr="00D10BF0">
              <w:t>o</w:t>
            </w:r>
            <w:r w:rsidRPr="00D10BF0">
              <w:t>bce Kráľová pri Senci</w:t>
            </w:r>
          </w:p>
          <w:p w14:paraId="759D8740" w14:textId="65987FEF" w:rsidR="00E872AB" w:rsidRPr="00D10BF0" w:rsidRDefault="00E872AB" w:rsidP="00176C4D">
            <w:r w:rsidRPr="00D10BF0">
              <w:t xml:space="preserve">Starosta </w:t>
            </w:r>
            <w:r w:rsidR="00D81DE4" w:rsidRPr="00D10BF0">
              <w:t>o</w:t>
            </w:r>
            <w:r w:rsidRPr="00D10BF0">
              <w:t>bce Kostolná pri Dunaji</w:t>
            </w:r>
          </w:p>
          <w:p w14:paraId="0F697D52" w14:textId="55BEC8AE" w:rsidR="00E872AB" w:rsidRPr="00D10BF0" w:rsidRDefault="00E872AB" w:rsidP="00176C4D">
            <w:r w:rsidRPr="00D10BF0">
              <w:t xml:space="preserve">Starosta </w:t>
            </w:r>
            <w:r w:rsidR="00D81DE4" w:rsidRPr="00D10BF0">
              <w:t>o</w:t>
            </w:r>
            <w:r w:rsidRPr="00D10BF0">
              <w:t>bce Hrubá Borša</w:t>
            </w:r>
          </w:p>
          <w:p w14:paraId="3FAA2BCC" w14:textId="77777777" w:rsidR="00176C4D" w:rsidRPr="00D10BF0" w:rsidRDefault="00176C4D" w:rsidP="00176C4D"/>
        </w:tc>
        <w:tc>
          <w:tcPr>
            <w:tcW w:w="4382" w:type="dxa"/>
            <w:tcBorders>
              <w:top w:val="single" w:sz="4" w:space="0" w:color="auto"/>
            </w:tcBorders>
          </w:tcPr>
          <w:p w14:paraId="5FCC136B" w14:textId="77777777" w:rsidR="00176C4D" w:rsidRPr="00D10BF0" w:rsidRDefault="00176C4D" w:rsidP="00176C4D">
            <w:pPr>
              <w:rPr>
                <w:szCs w:val="20"/>
              </w:rPr>
            </w:pPr>
          </w:p>
          <w:p w14:paraId="3311DD1F" w14:textId="77777777" w:rsidR="00176C4D" w:rsidRPr="00D10BF0" w:rsidRDefault="00176C4D" w:rsidP="00176C4D">
            <w:pPr>
              <w:jc w:val="right"/>
              <w:rPr>
                <w:szCs w:val="20"/>
              </w:rPr>
            </w:pPr>
          </w:p>
          <w:p w14:paraId="3C66443F" w14:textId="4C308D91" w:rsidR="00C70804" w:rsidRPr="00D10BF0" w:rsidRDefault="00BB0AB2" w:rsidP="00C70804">
            <w:pPr>
              <w:jc w:val="right"/>
            </w:pPr>
            <w:r w:rsidRPr="00D10BF0">
              <w:t>JUDr. Dušan Šebok</w:t>
            </w:r>
          </w:p>
          <w:p w14:paraId="5EEE7426" w14:textId="412FC044" w:rsidR="00176C4D" w:rsidRPr="00D10BF0" w:rsidRDefault="00103DE2" w:rsidP="00176C4D">
            <w:pPr>
              <w:jc w:val="right"/>
            </w:pPr>
            <w:r w:rsidRPr="00D10BF0">
              <w:t xml:space="preserve">Ing. </w:t>
            </w:r>
            <w:r w:rsidR="00BB0AB2" w:rsidRPr="00D10BF0">
              <w:t>Igor Šillo</w:t>
            </w:r>
          </w:p>
          <w:p w14:paraId="396AA448" w14:textId="11A577B2" w:rsidR="00BB0AB2" w:rsidRPr="00D10BF0" w:rsidRDefault="00BB0AB2" w:rsidP="00176C4D">
            <w:pPr>
              <w:jc w:val="right"/>
            </w:pPr>
            <w:r w:rsidRPr="00D10BF0">
              <w:t>Mgr. Ján Klačko</w:t>
            </w:r>
          </w:p>
        </w:tc>
      </w:tr>
    </w:tbl>
    <w:p w14:paraId="463D9A4B" w14:textId="1E827D90" w:rsidR="00785BCA" w:rsidRPr="00D10BF0" w:rsidRDefault="00785BCA" w:rsidP="00785BCA">
      <w:pPr>
        <w:jc w:val="center"/>
      </w:pPr>
    </w:p>
    <w:p w14:paraId="4455062A" w14:textId="1ED735B5" w:rsidR="00785BCA" w:rsidRPr="00D10BF0" w:rsidRDefault="00785BCA" w:rsidP="00785BCA">
      <w:pPr>
        <w:tabs>
          <w:tab w:val="left" w:pos="6425"/>
        </w:tabs>
      </w:pPr>
    </w:p>
    <w:p w14:paraId="61C976C2" w14:textId="77777777" w:rsidR="00BF09B9" w:rsidRPr="00D10BF0" w:rsidRDefault="00BF09B9" w:rsidP="00785BCA">
      <w:pPr>
        <w:tabs>
          <w:tab w:val="left" w:pos="6425"/>
        </w:tabs>
      </w:pPr>
    </w:p>
    <w:p w14:paraId="63736856" w14:textId="42609FEA" w:rsidR="00552DA7" w:rsidRPr="00D10BF0" w:rsidRDefault="00785BCA" w:rsidP="00552DA7">
      <w:pPr>
        <w:jc w:val="center"/>
      </w:pPr>
      <w:r w:rsidRPr="00D10BF0">
        <w:t>V</w:t>
      </w:r>
      <w:r w:rsidR="005B4F38" w:rsidRPr="00D10BF0">
        <w:rPr>
          <w:rFonts w:cs="Calibri"/>
        </w:rPr>
        <w:t> </w:t>
      </w:r>
      <w:r w:rsidR="005B4F38" w:rsidRPr="00D10BF0">
        <w:t>Kráľovej pri Senci</w:t>
      </w:r>
      <w:r w:rsidRPr="00D10BF0">
        <w:t xml:space="preserve">, dňa </w:t>
      </w:r>
      <w:r w:rsidR="006065AB">
        <w:t>09.03.2020</w:t>
      </w:r>
    </w:p>
    <w:p w14:paraId="0CDA47B6" w14:textId="2292592A" w:rsidR="00785BCA" w:rsidRPr="00D10BF0" w:rsidRDefault="00785BCA" w:rsidP="00785BCA">
      <w:pPr>
        <w:jc w:val="center"/>
        <w:sectPr w:rsidR="00785BCA" w:rsidRPr="00D10BF0" w:rsidSect="006F0BEE">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pgNumType w:start="1"/>
          <w:cols w:space="708"/>
          <w:docGrid w:linePitch="360"/>
        </w:sectPr>
      </w:pPr>
    </w:p>
    <w:p w14:paraId="1670C611" w14:textId="03943C2C" w:rsidR="00D91E6D" w:rsidRPr="00D10BF0" w:rsidRDefault="00D91E6D">
      <w:pPr>
        <w:pStyle w:val="TOC1"/>
        <w:rPr>
          <w:noProof w:val="0"/>
          <w:u w:val="single"/>
        </w:rPr>
      </w:pPr>
      <w:bookmarkStart w:id="2" w:name="_Toc444084932"/>
      <w:r w:rsidRPr="00D10BF0">
        <w:rPr>
          <w:noProof w:val="0"/>
          <w:u w:val="single"/>
        </w:rPr>
        <w:lastRenderedPageBreak/>
        <w:t>Obsah súťažných podkladov</w:t>
      </w:r>
    </w:p>
    <w:p w14:paraId="68D5246C" w14:textId="77777777" w:rsidR="00D91E6D" w:rsidRPr="00D10BF0" w:rsidRDefault="00D91E6D" w:rsidP="00D91E6D"/>
    <w:p w14:paraId="54E2D4A1" w14:textId="039C2DC2" w:rsidR="00171596" w:rsidRDefault="00485661">
      <w:pPr>
        <w:pStyle w:val="TOC1"/>
        <w:rPr>
          <w:rFonts w:asciiTheme="minorHAnsi" w:eastAsiaTheme="minorEastAsia" w:hAnsiTheme="minorHAnsi" w:cstheme="minorBidi"/>
          <w:b w:val="0"/>
          <w:bCs w:val="0"/>
          <w:caps w:val="0"/>
          <w:sz w:val="22"/>
          <w:szCs w:val="22"/>
          <w:lang w:eastAsia="sk-SK"/>
        </w:rPr>
      </w:pPr>
      <w:r w:rsidRPr="00D10BF0">
        <w:rPr>
          <w:noProof w:val="0"/>
        </w:rPr>
        <w:fldChar w:fldCharType="begin"/>
      </w:r>
      <w:r w:rsidRPr="00D10BF0">
        <w:rPr>
          <w:noProof w:val="0"/>
        </w:rPr>
        <w:instrText xml:space="preserve"> TOC \o "1-3" \h \z \u </w:instrText>
      </w:r>
      <w:r w:rsidRPr="00D10BF0">
        <w:rPr>
          <w:noProof w:val="0"/>
        </w:rPr>
        <w:fldChar w:fldCharType="separate"/>
      </w:r>
      <w:hyperlink w:anchor="_Toc34734207" w:history="1">
        <w:r w:rsidR="00171596" w:rsidRPr="00FD2ABA">
          <w:rPr>
            <w:rStyle w:val="Hyperlink"/>
          </w:rPr>
          <w:t>ČASŤ A</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Pokyny pre uchádzačov</w:t>
        </w:r>
        <w:r w:rsidR="00171596">
          <w:rPr>
            <w:webHidden/>
          </w:rPr>
          <w:tab/>
        </w:r>
        <w:r w:rsidR="00171596">
          <w:rPr>
            <w:webHidden/>
          </w:rPr>
          <w:fldChar w:fldCharType="begin"/>
        </w:r>
        <w:r w:rsidR="00171596">
          <w:rPr>
            <w:webHidden/>
          </w:rPr>
          <w:instrText xml:space="preserve"> PAGEREF _Toc34734207 \h </w:instrText>
        </w:r>
        <w:r w:rsidR="00171596">
          <w:rPr>
            <w:webHidden/>
          </w:rPr>
        </w:r>
        <w:r w:rsidR="00171596">
          <w:rPr>
            <w:webHidden/>
          </w:rPr>
          <w:fldChar w:fldCharType="separate"/>
        </w:r>
        <w:r w:rsidR="00C852F4">
          <w:rPr>
            <w:webHidden/>
          </w:rPr>
          <w:t>4</w:t>
        </w:r>
        <w:r w:rsidR="00171596">
          <w:rPr>
            <w:webHidden/>
          </w:rPr>
          <w:fldChar w:fldCharType="end"/>
        </w:r>
      </w:hyperlink>
    </w:p>
    <w:p w14:paraId="1D041781" w14:textId="634BDE9C" w:rsidR="00171596" w:rsidRDefault="00EA7F9F">
      <w:pPr>
        <w:pStyle w:val="TOC2"/>
        <w:rPr>
          <w:rFonts w:asciiTheme="minorHAnsi" w:eastAsiaTheme="minorEastAsia" w:hAnsiTheme="minorHAnsi" w:cstheme="minorBidi"/>
          <w:b w:val="0"/>
          <w:smallCaps w:val="0"/>
          <w:sz w:val="22"/>
          <w:szCs w:val="22"/>
          <w:lang w:eastAsia="sk-SK"/>
        </w:rPr>
      </w:pPr>
      <w:hyperlink w:anchor="_Toc34734208" w:history="1">
        <w:r w:rsidR="00171596" w:rsidRPr="00FD2ABA">
          <w:rPr>
            <w:rStyle w:val="Hyperlink"/>
          </w:rPr>
          <w:t>ODDIEL 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Všeobecné informácie</w:t>
        </w:r>
        <w:r w:rsidR="00171596">
          <w:rPr>
            <w:webHidden/>
          </w:rPr>
          <w:tab/>
        </w:r>
        <w:r w:rsidR="00171596">
          <w:rPr>
            <w:webHidden/>
          </w:rPr>
          <w:fldChar w:fldCharType="begin"/>
        </w:r>
        <w:r w:rsidR="00171596">
          <w:rPr>
            <w:webHidden/>
          </w:rPr>
          <w:instrText xml:space="preserve"> PAGEREF _Toc34734208 \h </w:instrText>
        </w:r>
        <w:r w:rsidR="00171596">
          <w:rPr>
            <w:webHidden/>
          </w:rPr>
        </w:r>
        <w:r w:rsidR="00171596">
          <w:rPr>
            <w:webHidden/>
          </w:rPr>
          <w:fldChar w:fldCharType="separate"/>
        </w:r>
        <w:r w:rsidR="00C852F4">
          <w:rPr>
            <w:webHidden/>
          </w:rPr>
          <w:t>4</w:t>
        </w:r>
        <w:r w:rsidR="00171596">
          <w:rPr>
            <w:webHidden/>
          </w:rPr>
          <w:fldChar w:fldCharType="end"/>
        </w:r>
      </w:hyperlink>
    </w:p>
    <w:p w14:paraId="410682BC" w14:textId="78B7F592" w:rsidR="00171596" w:rsidRDefault="00EA7F9F">
      <w:pPr>
        <w:pStyle w:val="TOC3"/>
        <w:rPr>
          <w:rFonts w:eastAsiaTheme="minorEastAsia"/>
          <w:i w:val="0"/>
          <w:iCs w:val="0"/>
          <w:noProof/>
          <w:sz w:val="22"/>
          <w:szCs w:val="22"/>
          <w:lang w:eastAsia="sk-SK"/>
        </w:rPr>
      </w:pPr>
      <w:hyperlink w:anchor="_Toc34734209"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Identifikácia osoby podľa § 8 ods. 1 ZVO</w:t>
        </w:r>
        <w:r w:rsidR="00171596">
          <w:rPr>
            <w:noProof/>
            <w:webHidden/>
          </w:rPr>
          <w:tab/>
        </w:r>
        <w:r w:rsidR="00171596">
          <w:rPr>
            <w:noProof/>
            <w:webHidden/>
          </w:rPr>
          <w:fldChar w:fldCharType="begin"/>
        </w:r>
        <w:r w:rsidR="00171596">
          <w:rPr>
            <w:noProof/>
            <w:webHidden/>
          </w:rPr>
          <w:instrText xml:space="preserve"> PAGEREF _Toc34734209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31D23C17" w14:textId="060846D4" w:rsidR="00171596" w:rsidRDefault="00EA7F9F">
      <w:pPr>
        <w:pStyle w:val="TOC3"/>
        <w:rPr>
          <w:rFonts w:eastAsiaTheme="minorEastAsia"/>
          <w:i w:val="0"/>
          <w:iCs w:val="0"/>
          <w:noProof/>
          <w:sz w:val="22"/>
          <w:szCs w:val="22"/>
          <w:lang w:eastAsia="sk-SK"/>
        </w:rPr>
      </w:pPr>
      <w:hyperlink w:anchor="_Toc34734210"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Predmet zákazky</w:t>
        </w:r>
        <w:r w:rsidR="00171596">
          <w:rPr>
            <w:noProof/>
            <w:webHidden/>
          </w:rPr>
          <w:tab/>
        </w:r>
        <w:r w:rsidR="00171596">
          <w:rPr>
            <w:noProof/>
            <w:webHidden/>
          </w:rPr>
          <w:fldChar w:fldCharType="begin"/>
        </w:r>
        <w:r w:rsidR="00171596">
          <w:rPr>
            <w:noProof/>
            <w:webHidden/>
          </w:rPr>
          <w:instrText xml:space="preserve"> PAGEREF _Toc34734210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6958175E" w14:textId="25CE66C0" w:rsidR="00171596" w:rsidRDefault="00EA7F9F">
      <w:pPr>
        <w:pStyle w:val="TOC3"/>
        <w:rPr>
          <w:rFonts w:eastAsiaTheme="minorEastAsia"/>
          <w:i w:val="0"/>
          <w:iCs w:val="0"/>
          <w:noProof/>
          <w:sz w:val="22"/>
          <w:szCs w:val="22"/>
          <w:lang w:eastAsia="sk-SK"/>
        </w:rPr>
      </w:pPr>
      <w:hyperlink w:anchor="_Toc34734211"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Komplexnosť dodávky a odôvodnenie nerozdelenia zákazky</w:t>
        </w:r>
        <w:r w:rsidR="00171596">
          <w:rPr>
            <w:noProof/>
            <w:webHidden/>
          </w:rPr>
          <w:tab/>
        </w:r>
        <w:r w:rsidR="00171596">
          <w:rPr>
            <w:noProof/>
            <w:webHidden/>
          </w:rPr>
          <w:fldChar w:fldCharType="begin"/>
        </w:r>
        <w:r w:rsidR="00171596">
          <w:rPr>
            <w:noProof/>
            <w:webHidden/>
          </w:rPr>
          <w:instrText xml:space="preserve"> PAGEREF _Toc34734211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73856941" w14:textId="4DBA53BF" w:rsidR="00171596" w:rsidRDefault="00EA7F9F">
      <w:pPr>
        <w:pStyle w:val="TOC3"/>
        <w:rPr>
          <w:rFonts w:eastAsiaTheme="minorEastAsia"/>
          <w:i w:val="0"/>
          <w:iCs w:val="0"/>
          <w:noProof/>
          <w:sz w:val="22"/>
          <w:szCs w:val="22"/>
          <w:lang w:eastAsia="sk-SK"/>
        </w:rPr>
      </w:pPr>
      <w:hyperlink w:anchor="_Toc34734212" w:history="1">
        <w:r w:rsidR="00171596" w:rsidRPr="00FD2ABA">
          <w:rPr>
            <w:rStyle w:val="Hyperlink"/>
            <w:rFonts w:cs="Times New Roman"/>
            <w:noProof/>
          </w:rPr>
          <w:t>4</w:t>
        </w:r>
        <w:r w:rsidR="00171596">
          <w:rPr>
            <w:rFonts w:eastAsiaTheme="minorEastAsia"/>
            <w:i w:val="0"/>
            <w:iCs w:val="0"/>
            <w:noProof/>
            <w:sz w:val="22"/>
            <w:szCs w:val="22"/>
            <w:lang w:eastAsia="sk-SK"/>
          </w:rPr>
          <w:tab/>
        </w:r>
        <w:r w:rsidR="00171596" w:rsidRPr="00FD2ABA">
          <w:rPr>
            <w:rStyle w:val="Hyperlink"/>
            <w:noProof/>
          </w:rPr>
          <w:t>Zdroj finačných prostriedkov</w:t>
        </w:r>
        <w:r w:rsidR="00171596">
          <w:rPr>
            <w:noProof/>
            <w:webHidden/>
          </w:rPr>
          <w:tab/>
        </w:r>
        <w:r w:rsidR="00171596">
          <w:rPr>
            <w:noProof/>
            <w:webHidden/>
          </w:rPr>
          <w:fldChar w:fldCharType="begin"/>
        </w:r>
        <w:r w:rsidR="00171596">
          <w:rPr>
            <w:noProof/>
            <w:webHidden/>
          </w:rPr>
          <w:instrText xml:space="preserve"> PAGEREF _Toc34734212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6023E955" w14:textId="26F9085D" w:rsidR="00171596" w:rsidRDefault="00EA7F9F">
      <w:pPr>
        <w:pStyle w:val="TOC3"/>
        <w:rPr>
          <w:rFonts w:eastAsiaTheme="minorEastAsia"/>
          <w:i w:val="0"/>
          <w:iCs w:val="0"/>
          <w:noProof/>
          <w:sz w:val="22"/>
          <w:szCs w:val="22"/>
          <w:lang w:eastAsia="sk-SK"/>
        </w:rPr>
      </w:pPr>
      <w:hyperlink w:anchor="_Toc34734213" w:history="1">
        <w:r w:rsidR="00171596" w:rsidRPr="00FD2ABA">
          <w:rPr>
            <w:rStyle w:val="Hyperlink"/>
            <w:rFonts w:cs="Times New Roman"/>
            <w:noProof/>
          </w:rPr>
          <w:t>5</w:t>
        </w:r>
        <w:r w:rsidR="00171596">
          <w:rPr>
            <w:rFonts w:eastAsiaTheme="minorEastAsia"/>
            <w:i w:val="0"/>
            <w:iCs w:val="0"/>
            <w:noProof/>
            <w:sz w:val="22"/>
            <w:szCs w:val="22"/>
            <w:lang w:eastAsia="sk-SK"/>
          </w:rPr>
          <w:tab/>
        </w:r>
        <w:r w:rsidR="00171596" w:rsidRPr="00FD2ABA">
          <w:rPr>
            <w:rStyle w:val="Hyperlink"/>
            <w:noProof/>
          </w:rPr>
          <w:t>Zmluva</w:t>
        </w:r>
        <w:r w:rsidR="00171596">
          <w:rPr>
            <w:noProof/>
            <w:webHidden/>
          </w:rPr>
          <w:tab/>
        </w:r>
        <w:r w:rsidR="00171596">
          <w:rPr>
            <w:noProof/>
            <w:webHidden/>
          </w:rPr>
          <w:fldChar w:fldCharType="begin"/>
        </w:r>
        <w:r w:rsidR="00171596">
          <w:rPr>
            <w:noProof/>
            <w:webHidden/>
          </w:rPr>
          <w:instrText xml:space="preserve"> PAGEREF _Toc34734213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5CBB527F" w14:textId="54D2A47C" w:rsidR="00171596" w:rsidRDefault="00EA7F9F">
      <w:pPr>
        <w:pStyle w:val="TOC3"/>
        <w:rPr>
          <w:rFonts w:eastAsiaTheme="minorEastAsia"/>
          <w:i w:val="0"/>
          <w:iCs w:val="0"/>
          <w:noProof/>
          <w:sz w:val="22"/>
          <w:szCs w:val="22"/>
          <w:lang w:eastAsia="sk-SK"/>
        </w:rPr>
      </w:pPr>
      <w:hyperlink w:anchor="_Toc34734214" w:history="1">
        <w:r w:rsidR="00171596" w:rsidRPr="00FD2ABA">
          <w:rPr>
            <w:rStyle w:val="Hyperlink"/>
            <w:rFonts w:cs="Times New Roman"/>
            <w:noProof/>
          </w:rPr>
          <w:t>6</w:t>
        </w:r>
        <w:r w:rsidR="00171596">
          <w:rPr>
            <w:rFonts w:eastAsiaTheme="minorEastAsia"/>
            <w:i w:val="0"/>
            <w:iCs w:val="0"/>
            <w:noProof/>
            <w:sz w:val="22"/>
            <w:szCs w:val="22"/>
            <w:lang w:eastAsia="sk-SK"/>
          </w:rPr>
          <w:tab/>
        </w:r>
        <w:r w:rsidR="00171596" w:rsidRPr="00FD2ABA">
          <w:rPr>
            <w:rStyle w:val="Hyperlink"/>
            <w:noProof/>
          </w:rPr>
          <w:t>Miesto a termín dodania Predmetu zákazky</w:t>
        </w:r>
        <w:r w:rsidR="00171596">
          <w:rPr>
            <w:noProof/>
            <w:webHidden/>
          </w:rPr>
          <w:tab/>
        </w:r>
        <w:r w:rsidR="00171596">
          <w:rPr>
            <w:noProof/>
            <w:webHidden/>
          </w:rPr>
          <w:fldChar w:fldCharType="begin"/>
        </w:r>
        <w:r w:rsidR="00171596">
          <w:rPr>
            <w:noProof/>
            <w:webHidden/>
          </w:rPr>
          <w:instrText xml:space="preserve"> PAGEREF _Toc34734214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1958AC34" w14:textId="17229EA0" w:rsidR="00171596" w:rsidRDefault="00EA7F9F">
      <w:pPr>
        <w:pStyle w:val="TOC3"/>
        <w:rPr>
          <w:rFonts w:eastAsiaTheme="minorEastAsia"/>
          <w:i w:val="0"/>
          <w:iCs w:val="0"/>
          <w:noProof/>
          <w:sz w:val="22"/>
          <w:szCs w:val="22"/>
          <w:lang w:eastAsia="sk-SK"/>
        </w:rPr>
      </w:pPr>
      <w:hyperlink w:anchor="_Toc34734215" w:history="1">
        <w:r w:rsidR="00171596" w:rsidRPr="00FD2ABA">
          <w:rPr>
            <w:rStyle w:val="Hyperlink"/>
            <w:rFonts w:cs="Times New Roman"/>
            <w:noProof/>
          </w:rPr>
          <w:t>7</w:t>
        </w:r>
        <w:r w:rsidR="00171596">
          <w:rPr>
            <w:rFonts w:eastAsiaTheme="minorEastAsia"/>
            <w:i w:val="0"/>
            <w:iCs w:val="0"/>
            <w:noProof/>
            <w:sz w:val="22"/>
            <w:szCs w:val="22"/>
            <w:lang w:eastAsia="sk-SK"/>
          </w:rPr>
          <w:tab/>
        </w:r>
        <w:r w:rsidR="00171596" w:rsidRPr="00FD2ABA">
          <w:rPr>
            <w:rStyle w:val="Hyperlink"/>
            <w:noProof/>
          </w:rPr>
          <w:t>Oprávnení uchádzači</w:t>
        </w:r>
        <w:r w:rsidR="00171596">
          <w:rPr>
            <w:noProof/>
            <w:webHidden/>
          </w:rPr>
          <w:tab/>
        </w:r>
        <w:r w:rsidR="00171596">
          <w:rPr>
            <w:noProof/>
            <w:webHidden/>
          </w:rPr>
          <w:fldChar w:fldCharType="begin"/>
        </w:r>
        <w:r w:rsidR="00171596">
          <w:rPr>
            <w:noProof/>
            <w:webHidden/>
          </w:rPr>
          <w:instrText xml:space="preserve"> PAGEREF _Toc34734215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79D3071A" w14:textId="04158B54" w:rsidR="00171596" w:rsidRDefault="00EA7F9F">
      <w:pPr>
        <w:pStyle w:val="TOC3"/>
        <w:rPr>
          <w:rFonts w:eastAsiaTheme="minorEastAsia"/>
          <w:i w:val="0"/>
          <w:iCs w:val="0"/>
          <w:noProof/>
          <w:sz w:val="22"/>
          <w:szCs w:val="22"/>
          <w:lang w:eastAsia="sk-SK"/>
        </w:rPr>
      </w:pPr>
      <w:hyperlink w:anchor="_Toc34734216" w:history="1">
        <w:r w:rsidR="00171596" w:rsidRPr="00FD2ABA">
          <w:rPr>
            <w:rStyle w:val="Hyperlink"/>
            <w:rFonts w:cs="Times New Roman"/>
            <w:noProof/>
          </w:rPr>
          <w:t>8</w:t>
        </w:r>
        <w:r w:rsidR="00171596">
          <w:rPr>
            <w:rFonts w:eastAsiaTheme="minorEastAsia"/>
            <w:i w:val="0"/>
            <w:iCs w:val="0"/>
            <w:noProof/>
            <w:sz w:val="22"/>
            <w:szCs w:val="22"/>
            <w:lang w:eastAsia="sk-SK"/>
          </w:rPr>
          <w:tab/>
        </w:r>
        <w:r w:rsidR="00171596" w:rsidRPr="00FD2ABA">
          <w:rPr>
            <w:rStyle w:val="Hyperlink"/>
            <w:noProof/>
          </w:rPr>
          <w:t>Predloženie a obsah ponúk</w:t>
        </w:r>
        <w:r w:rsidR="00171596">
          <w:rPr>
            <w:noProof/>
            <w:webHidden/>
          </w:rPr>
          <w:tab/>
        </w:r>
        <w:r w:rsidR="00171596">
          <w:rPr>
            <w:noProof/>
            <w:webHidden/>
          </w:rPr>
          <w:fldChar w:fldCharType="begin"/>
        </w:r>
        <w:r w:rsidR="00171596">
          <w:rPr>
            <w:noProof/>
            <w:webHidden/>
          </w:rPr>
          <w:instrText xml:space="preserve"> PAGEREF _Toc34734216 \h </w:instrText>
        </w:r>
        <w:r w:rsidR="00171596">
          <w:rPr>
            <w:noProof/>
            <w:webHidden/>
          </w:rPr>
        </w:r>
        <w:r w:rsidR="00171596">
          <w:rPr>
            <w:noProof/>
            <w:webHidden/>
          </w:rPr>
          <w:fldChar w:fldCharType="separate"/>
        </w:r>
        <w:r w:rsidR="00C852F4">
          <w:rPr>
            <w:noProof/>
            <w:webHidden/>
          </w:rPr>
          <w:t>6</w:t>
        </w:r>
        <w:r w:rsidR="00171596">
          <w:rPr>
            <w:noProof/>
            <w:webHidden/>
          </w:rPr>
          <w:fldChar w:fldCharType="end"/>
        </w:r>
      </w:hyperlink>
    </w:p>
    <w:p w14:paraId="2FC463D6" w14:textId="05430FA4" w:rsidR="00171596" w:rsidRDefault="00EA7F9F">
      <w:pPr>
        <w:pStyle w:val="TOC3"/>
        <w:rPr>
          <w:rFonts w:eastAsiaTheme="minorEastAsia"/>
          <w:i w:val="0"/>
          <w:iCs w:val="0"/>
          <w:noProof/>
          <w:sz w:val="22"/>
          <w:szCs w:val="22"/>
          <w:lang w:eastAsia="sk-SK"/>
        </w:rPr>
      </w:pPr>
      <w:hyperlink w:anchor="_Toc34734217" w:history="1">
        <w:r w:rsidR="00171596" w:rsidRPr="00FD2ABA">
          <w:rPr>
            <w:rStyle w:val="Hyperlink"/>
            <w:rFonts w:cs="Times New Roman"/>
            <w:noProof/>
          </w:rPr>
          <w:t>9</w:t>
        </w:r>
        <w:r w:rsidR="00171596">
          <w:rPr>
            <w:rFonts w:eastAsiaTheme="minorEastAsia"/>
            <w:i w:val="0"/>
            <w:iCs w:val="0"/>
            <w:noProof/>
            <w:sz w:val="22"/>
            <w:szCs w:val="22"/>
            <w:lang w:eastAsia="sk-SK"/>
          </w:rPr>
          <w:tab/>
        </w:r>
        <w:r w:rsidR="00171596" w:rsidRPr="00FD2ABA">
          <w:rPr>
            <w:rStyle w:val="Hyperlink"/>
            <w:noProof/>
          </w:rPr>
          <w:t>Variantné riešenie</w:t>
        </w:r>
        <w:r w:rsidR="00171596">
          <w:rPr>
            <w:noProof/>
            <w:webHidden/>
          </w:rPr>
          <w:tab/>
        </w:r>
        <w:r w:rsidR="00171596">
          <w:rPr>
            <w:noProof/>
            <w:webHidden/>
          </w:rPr>
          <w:fldChar w:fldCharType="begin"/>
        </w:r>
        <w:r w:rsidR="00171596">
          <w:rPr>
            <w:noProof/>
            <w:webHidden/>
          </w:rPr>
          <w:instrText xml:space="preserve"> PAGEREF _Toc34734217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1C36D818" w14:textId="5339CFA3" w:rsidR="00171596" w:rsidRDefault="00EA7F9F">
      <w:pPr>
        <w:pStyle w:val="TOC3"/>
        <w:tabs>
          <w:tab w:val="left" w:pos="709"/>
        </w:tabs>
        <w:rPr>
          <w:rFonts w:eastAsiaTheme="minorEastAsia"/>
          <w:i w:val="0"/>
          <w:iCs w:val="0"/>
          <w:noProof/>
          <w:sz w:val="22"/>
          <w:szCs w:val="22"/>
          <w:lang w:eastAsia="sk-SK"/>
        </w:rPr>
      </w:pPr>
      <w:hyperlink w:anchor="_Toc34734218" w:history="1">
        <w:r w:rsidR="00171596" w:rsidRPr="00FD2ABA">
          <w:rPr>
            <w:rStyle w:val="Hyperlink"/>
            <w:rFonts w:cs="Times New Roman"/>
            <w:noProof/>
          </w:rPr>
          <w:t>10</w:t>
        </w:r>
        <w:r w:rsidR="00171596">
          <w:rPr>
            <w:rFonts w:eastAsiaTheme="minorEastAsia"/>
            <w:i w:val="0"/>
            <w:iCs w:val="0"/>
            <w:noProof/>
            <w:sz w:val="22"/>
            <w:szCs w:val="22"/>
            <w:lang w:eastAsia="sk-SK"/>
          </w:rPr>
          <w:tab/>
        </w:r>
        <w:r w:rsidR="00171596" w:rsidRPr="00FD2ABA">
          <w:rPr>
            <w:rStyle w:val="Hyperlink"/>
            <w:noProof/>
          </w:rPr>
          <w:t>Platnosť ponúk</w:t>
        </w:r>
        <w:r w:rsidR="00171596">
          <w:rPr>
            <w:noProof/>
            <w:webHidden/>
          </w:rPr>
          <w:tab/>
        </w:r>
        <w:r w:rsidR="00171596">
          <w:rPr>
            <w:noProof/>
            <w:webHidden/>
          </w:rPr>
          <w:fldChar w:fldCharType="begin"/>
        </w:r>
        <w:r w:rsidR="00171596">
          <w:rPr>
            <w:noProof/>
            <w:webHidden/>
          </w:rPr>
          <w:instrText xml:space="preserve"> PAGEREF _Toc34734218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7F0CD1E7" w14:textId="7B371044" w:rsidR="00171596" w:rsidRDefault="00EA7F9F">
      <w:pPr>
        <w:pStyle w:val="TOC3"/>
        <w:tabs>
          <w:tab w:val="left" w:pos="709"/>
        </w:tabs>
        <w:rPr>
          <w:rFonts w:eastAsiaTheme="minorEastAsia"/>
          <w:i w:val="0"/>
          <w:iCs w:val="0"/>
          <w:noProof/>
          <w:sz w:val="22"/>
          <w:szCs w:val="22"/>
          <w:lang w:eastAsia="sk-SK"/>
        </w:rPr>
      </w:pPr>
      <w:hyperlink w:anchor="_Toc34734219" w:history="1">
        <w:r w:rsidR="00171596" w:rsidRPr="00FD2ABA">
          <w:rPr>
            <w:rStyle w:val="Hyperlink"/>
            <w:rFonts w:cs="Times New Roman"/>
            <w:noProof/>
          </w:rPr>
          <w:t>11</w:t>
        </w:r>
        <w:r w:rsidR="00171596">
          <w:rPr>
            <w:rFonts w:eastAsiaTheme="minorEastAsia"/>
            <w:i w:val="0"/>
            <w:iCs w:val="0"/>
            <w:noProof/>
            <w:sz w:val="22"/>
            <w:szCs w:val="22"/>
            <w:lang w:eastAsia="sk-SK"/>
          </w:rPr>
          <w:tab/>
        </w:r>
        <w:r w:rsidR="00171596" w:rsidRPr="00FD2ABA">
          <w:rPr>
            <w:rStyle w:val="Hyperlink"/>
            <w:noProof/>
          </w:rPr>
          <w:t>Náklady na ponuky</w:t>
        </w:r>
        <w:r w:rsidR="00171596">
          <w:rPr>
            <w:noProof/>
            <w:webHidden/>
          </w:rPr>
          <w:tab/>
        </w:r>
        <w:r w:rsidR="00171596">
          <w:rPr>
            <w:noProof/>
            <w:webHidden/>
          </w:rPr>
          <w:fldChar w:fldCharType="begin"/>
        </w:r>
        <w:r w:rsidR="00171596">
          <w:rPr>
            <w:noProof/>
            <w:webHidden/>
          </w:rPr>
          <w:instrText xml:space="preserve"> PAGEREF _Toc34734219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29DD8C2C" w14:textId="39011371" w:rsidR="00171596" w:rsidRDefault="00EA7F9F">
      <w:pPr>
        <w:pStyle w:val="TOC2"/>
        <w:rPr>
          <w:rFonts w:asciiTheme="minorHAnsi" w:eastAsiaTheme="minorEastAsia" w:hAnsiTheme="minorHAnsi" w:cstheme="minorBidi"/>
          <w:b w:val="0"/>
          <w:smallCaps w:val="0"/>
          <w:sz w:val="22"/>
          <w:szCs w:val="22"/>
          <w:lang w:eastAsia="sk-SK"/>
        </w:rPr>
      </w:pPr>
      <w:hyperlink w:anchor="_Toc34734220" w:history="1">
        <w:r w:rsidR="00171596" w:rsidRPr="00FD2ABA">
          <w:rPr>
            <w:rStyle w:val="Hyperlink"/>
          </w:rPr>
          <w:t>ODDIEL II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Dorozumievanie medzi Verejným obstarávateľom a</w:t>
        </w:r>
        <w:r w:rsidR="00171596" w:rsidRPr="00FD2ABA">
          <w:rPr>
            <w:rStyle w:val="Hyperlink"/>
            <w:rFonts w:cs="Calibri"/>
          </w:rPr>
          <w:t> </w:t>
        </w:r>
        <w:r w:rsidR="00171596" w:rsidRPr="00FD2ABA">
          <w:rPr>
            <w:rStyle w:val="Hyperlink"/>
          </w:rPr>
          <w:t>uch</w:t>
        </w:r>
        <w:r w:rsidR="00171596" w:rsidRPr="00FD2ABA">
          <w:rPr>
            <w:rStyle w:val="Hyperlink"/>
            <w:rFonts w:cs="Proba Pro"/>
          </w:rPr>
          <w:t>á</w:t>
        </w:r>
        <w:r w:rsidR="00171596" w:rsidRPr="00FD2ABA">
          <w:rPr>
            <w:rStyle w:val="Hyperlink"/>
          </w:rPr>
          <w:t>dza</w:t>
        </w:r>
        <w:r w:rsidR="00171596" w:rsidRPr="00FD2ABA">
          <w:rPr>
            <w:rStyle w:val="Hyperlink"/>
            <w:rFonts w:cs="Proba Pro"/>
          </w:rPr>
          <w:t>č</w:t>
        </w:r>
        <w:r w:rsidR="00171596" w:rsidRPr="00FD2ABA">
          <w:rPr>
            <w:rStyle w:val="Hyperlink"/>
          </w:rPr>
          <w:t>mi alebo z</w:t>
        </w:r>
        <w:r w:rsidR="00171596" w:rsidRPr="00FD2ABA">
          <w:rPr>
            <w:rStyle w:val="Hyperlink"/>
            <w:rFonts w:cs="Proba Pro"/>
          </w:rPr>
          <w:t>á</w:t>
        </w:r>
        <w:r w:rsidR="00171596" w:rsidRPr="00FD2ABA">
          <w:rPr>
            <w:rStyle w:val="Hyperlink"/>
          </w:rPr>
          <w:t>ujemcami</w:t>
        </w:r>
        <w:r w:rsidR="00171596">
          <w:rPr>
            <w:webHidden/>
          </w:rPr>
          <w:tab/>
        </w:r>
        <w:r w:rsidR="00171596">
          <w:rPr>
            <w:webHidden/>
          </w:rPr>
          <w:fldChar w:fldCharType="begin"/>
        </w:r>
        <w:r w:rsidR="00171596">
          <w:rPr>
            <w:webHidden/>
          </w:rPr>
          <w:instrText xml:space="preserve"> PAGEREF _Toc34734220 \h </w:instrText>
        </w:r>
        <w:r w:rsidR="00171596">
          <w:rPr>
            <w:webHidden/>
          </w:rPr>
        </w:r>
        <w:r w:rsidR="00171596">
          <w:rPr>
            <w:webHidden/>
          </w:rPr>
          <w:fldChar w:fldCharType="separate"/>
        </w:r>
        <w:r w:rsidR="00C852F4">
          <w:rPr>
            <w:webHidden/>
          </w:rPr>
          <w:t>9</w:t>
        </w:r>
        <w:r w:rsidR="00171596">
          <w:rPr>
            <w:webHidden/>
          </w:rPr>
          <w:fldChar w:fldCharType="end"/>
        </w:r>
      </w:hyperlink>
    </w:p>
    <w:p w14:paraId="33573433" w14:textId="1AAF2E14" w:rsidR="00171596" w:rsidRDefault="00EA7F9F">
      <w:pPr>
        <w:pStyle w:val="TOC3"/>
        <w:tabs>
          <w:tab w:val="left" w:pos="709"/>
        </w:tabs>
        <w:rPr>
          <w:rFonts w:eastAsiaTheme="minorEastAsia"/>
          <w:i w:val="0"/>
          <w:iCs w:val="0"/>
          <w:noProof/>
          <w:sz w:val="22"/>
          <w:szCs w:val="22"/>
          <w:lang w:eastAsia="sk-SK"/>
        </w:rPr>
      </w:pPr>
      <w:hyperlink w:anchor="_Toc34734221" w:history="1">
        <w:r w:rsidR="00171596" w:rsidRPr="00FD2ABA">
          <w:rPr>
            <w:rStyle w:val="Hyperlink"/>
            <w:rFonts w:cs="Times New Roman"/>
            <w:noProof/>
          </w:rPr>
          <w:t>12</w:t>
        </w:r>
        <w:r w:rsidR="00171596">
          <w:rPr>
            <w:rFonts w:eastAsiaTheme="minorEastAsia"/>
            <w:i w:val="0"/>
            <w:iCs w:val="0"/>
            <w:noProof/>
            <w:sz w:val="22"/>
            <w:szCs w:val="22"/>
            <w:lang w:eastAsia="sk-SK"/>
          </w:rPr>
          <w:tab/>
        </w:r>
        <w:r w:rsidR="00171596" w:rsidRPr="00FD2ABA">
          <w:rPr>
            <w:rStyle w:val="Hyperlink"/>
            <w:noProof/>
          </w:rPr>
          <w:t>Dorozumievanie medzi Verejným obstarávateľom a uchádzačmi alebo záujemcami</w:t>
        </w:r>
        <w:r w:rsidR="00171596">
          <w:rPr>
            <w:noProof/>
            <w:webHidden/>
          </w:rPr>
          <w:tab/>
        </w:r>
        <w:r w:rsidR="00171596">
          <w:rPr>
            <w:noProof/>
            <w:webHidden/>
          </w:rPr>
          <w:fldChar w:fldCharType="begin"/>
        </w:r>
        <w:r w:rsidR="00171596">
          <w:rPr>
            <w:noProof/>
            <w:webHidden/>
          </w:rPr>
          <w:instrText xml:space="preserve"> PAGEREF _Toc34734221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337A558E" w14:textId="63701D27" w:rsidR="00171596" w:rsidRDefault="00EA7F9F">
      <w:pPr>
        <w:pStyle w:val="TOC3"/>
        <w:tabs>
          <w:tab w:val="left" w:pos="709"/>
        </w:tabs>
        <w:rPr>
          <w:rFonts w:eastAsiaTheme="minorEastAsia"/>
          <w:i w:val="0"/>
          <w:iCs w:val="0"/>
          <w:noProof/>
          <w:sz w:val="22"/>
          <w:szCs w:val="22"/>
          <w:lang w:eastAsia="sk-SK"/>
        </w:rPr>
      </w:pPr>
      <w:hyperlink w:anchor="_Toc34734222" w:history="1">
        <w:r w:rsidR="00171596" w:rsidRPr="00FD2ABA">
          <w:rPr>
            <w:rStyle w:val="Hyperlink"/>
            <w:rFonts w:cs="Times New Roman"/>
            <w:noProof/>
          </w:rPr>
          <w:t>13</w:t>
        </w:r>
        <w:r w:rsidR="00171596">
          <w:rPr>
            <w:rFonts w:eastAsiaTheme="minorEastAsia"/>
            <w:i w:val="0"/>
            <w:iCs w:val="0"/>
            <w:noProof/>
            <w:sz w:val="22"/>
            <w:szCs w:val="22"/>
            <w:lang w:eastAsia="sk-SK"/>
          </w:rPr>
          <w:tab/>
        </w:r>
        <w:r w:rsidR="00171596" w:rsidRPr="00FD2ABA">
          <w:rPr>
            <w:rStyle w:val="Hyperlink"/>
            <w:noProof/>
          </w:rPr>
          <w:t>Dostupnosť súťažných podkladov, Vysvetľovanie a doplnenie súťažných podkladov</w:t>
        </w:r>
        <w:r w:rsidR="00171596">
          <w:rPr>
            <w:noProof/>
            <w:webHidden/>
          </w:rPr>
          <w:tab/>
        </w:r>
        <w:r w:rsidR="00171596">
          <w:rPr>
            <w:noProof/>
            <w:webHidden/>
          </w:rPr>
          <w:fldChar w:fldCharType="begin"/>
        </w:r>
        <w:r w:rsidR="00171596">
          <w:rPr>
            <w:noProof/>
            <w:webHidden/>
          </w:rPr>
          <w:instrText xml:space="preserve"> PAGEREF _Toc34734222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7730F7EF" w14:textId="35AA6B42" w:rsidR="00171596" w:rsidRDefault="00EA7F9F">
      <w:pPr>
        <w:pStyle w:val="TOC3"/>
        <w:tabs>
          <w:tab w:val="left" w:pos="709"/>
        </w:tabs>
        <w:rPr>
          <w:rFonts w:eastAsiaTheme="minorEastAsia"/>
          <w:i w:val="0"/>
          <w:iCs w:val="0"/>
          <w:noProof/>
          <w:sz w:val="22"/>
          <w:szCs w:val="22"/>
          <w:lang w:eastAsia="sk-SK"/>
        </w:rPr>
      </w:pPr>
      <w:hyperlink w:anchor="_Toc34734223" w:history="1">
        <w:r w:rsidR="00171596" w:rsidRPr="00FD2ABA">
          <w:rPr>
            <w:rStyle w:val="Hyperlink"/>
            <w:rFonts w:cs="Times New Roman"/>
            <w:noProof/>
          </w:rPr>
          <w:t>14</w:t>
        </w:r>
        <w:r w:rsidR="00171596">
          <w:rPr>
            <w:rFonts w:eastAsiaTheme="minorEastAsia"/>
            <w:i w:val="0"/>
            <w:iCs w:val="0"/>
            <w:noProof/>
            <w:sz w:val="22"/>
            <w:szCs w:val="22"/>
            <w:lang w:eastAsia="sk-SK"/>
          </w:rPr>
          <w:tab/>
        </w:r>
        <w:r w:rsidR="00171596" w:rsidRPr="00FD2ABA">
          <w:rPr>
            <w:rStyle w:val="Hyperlink"/>
            <w:noProof/>
          </w:rPr>
          <w:t>Obhliadka miesta dodania Predmetu zákazky</w:t>
        </w:r>
        <w:r w:rsidR="00171596">
          <w:rPr>
            <w:noProof/>
            <w:webHidden/>
          </w:rPr>
          <w:tab/>
        </w:r>
        <w:r w:rsidR="00171596">
          <w:rPr>
            <w:noProof/>
            <w:webHidden/>
          </w:rPr>
          <w:fldChar w:fldCharType="begin"/>
        </w:r>
        <w:r w:rsidR="00171596">
          <w:rPr>
            <w:noProof/>
            <w:webHidden/>
          </w:rPr>
          <w:instrText xml:space="preserve"> PAGEREF _Toc34734223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2CA47360" w14:textId="1927A82C" w:rsidR="00171596" w:rsidRDefault="00EA7F9F">
      <w:pPr>
        <w:pStyle w:val="TOC2"/>
        <w:rPr>
          <w:rFonts w:asciiTheme="minorHAnsi" w:eastAsiaTheme="minorEastAsia" w:hAnsiTheme="minorHAnsi" w:cstheme="minorBidi"/>
          <w:b w:val="0"/>
          <w:smallCaps w:val="0"/>
          <w:sz w:val="22"/>
          <w:szCs w:val="22"/>
          <w:lang w:eastAsia="sk-SK"/>
        </w:rPr>
      </w:pPr>
      <w:hyperlink w:anchor="_Toc34734224" w:history="1">
        <w:r w:rsidR="00171596" w:rsidRPr="00FD2ABA">
          <w:rPr>
            <w:rStyle w:val="Hyperlink"/>
          </w:rPr>
          <w:t>ODDIEL III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Príprava ponuky</w:t>
        </w:r>
        <w:r w:rsidR="00171596">
          <w:rPr>
            <w:webHidden/>
          </w:rPr>
          <w:tab/>
        </w:r>
        <w:r w:rsidR="00171596">
          <w:rPr>
            <w:webHidden/>
          </w:rPr>
          <w:fldChar w:fldCharType="begin"/>
        </w:r>
        <w:r w:rsidR="00171596">
          <w:rPr>
            <w:webHidden/>
          </w:rPr>
          <w:instrText xml:space="preserve"> PAGEREF _Toc34734224 \h </w:instrText>
        </w:r>
        <w:r w:rsidR="00171596">
          <w:rPr>
            <w:webHidden/>
          </w:rPr>
        </w:r>
        <w:r w:rsidR="00171596">
          <w:rPr>
            <w:webHidden/>
          </w:rPr>
          <w:fldChar w:fldCharType="separate"/>
        </w:r>
        <w:r w:rsidR="00C852F4">
          <w:rPr>
            <w:webHidden/>
          </w:rPr>
          <w:t>10</w:t>
        </w:r>
        <w:r w:rsidR="00171596">
          <w:rPr>
            <w:webHidden/>
          </w:rPr>
          <w:fldChar w:fldCharType="end"/>
        </w:r>
      </w:hyperlink>
    </w:p>
    <w:p w14:paraId="3BEB04EA" w14:textId="2FB80D28" w:rsidR="00171596" w:rsidRDefault="00EA7F9F">
      <w:pPr>
        <w:pStyle w:val="TOC3"/>
        <w:tabs>
          <w:tab w:val="left" w:pos="709"/>
        </w:tabs>
        <w:rPr>
          <w:rFonts w:eastAsiaTheme="minorEastAsia"/>
          <w:i w:val="0"/>
          <w:iCs w:val="0"/>
          <w:noProof/>
          <w:sz w:val="22"/>
          <w:szCs w:val="22"/>
          <w:lang w:eastAsia="sk-SK"/>
        </w:rPr>
      </w:pPr>
      <w:hyperlink w:anchor="_Toc34734225" w:history="1">
        <w:r w:rsidR="00171596" w:rsidRPr="00FD2ABA">
          <w:rPr>
            <w:rStyle w:val="Hyperlink"/>
            <w:rFonts w:cs="Times New Roman"/>
            <w:noProof/>
          </w:rPr>
          <w:t>15</w:t>
        </w:r>
        <w:r w:rsidR="00171596">
          <w:rPr>
            <w:rFonts w:eastAsiaTheme="minorEastAsia"/>
            <w:i w:val="0"/>
            <w:iCs w:val="0"/>
            <w:noProof/>
            <w:sz w:val="22"/>
            <w:szCs w:val="22"/>
            <w:lang w:eastAsia="sk-SK"/>
          </w:rPr>
          <w:tab/>
        </w:r>
        <w:r w:rsidR="00171596" w:rsidRPr="00FD2ABA">
          <w:rPr>
            <w:rStyle w:val="Hyperlink"/>
            <w:noProof/>
          </w:rPr>
          <w:t>Jazyk ponúk</w:t>
        </w:r>
        <w:r w:rsidR="00171596">
          <w:rPr>
            <w:noProof/>
            <w:webHidden/>
          </w:rPr>
          <w:tab/>
        </w:r>
        <w:r w:rsidR="00171596">
          <w:rPr>
            <w:noProof/>
            <w:webHidden/>
          </w:rPr>
          <w:fldChar w:fldCharType="begin"/>
        </w:r>
        <w:r w:rsidR="00171596">
          <w:rPr>
            <w:noProof/>
            <w:webHidden/>
          </w:rPr>
          <w:instrText xml:space="preserve"> PAGEREF _Toc34734225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42285315" w14:textId="498BF645" w:rsidR="00171596" w:rsidRDefault="00EA7F9F">
      <w:pPr>
        <w:pStyle w:val="TOC3"/>
        <w:tabs>
          <w:tab w:val="left" w:pos="709"/>
        </w:tabs>
        <w:rPr>
          <w:rFonts w:eastAsiaTheme="minorEastAsia"/>
          <w:i w:val="0"/>
          <w:iCs w:val="0"/>
          <w:noProof/>
          <w:sz w:val="22"/>
          <w:szCs w:val="22"/>
          <w:lang w:eastAsia="sk-SK"/>
        </w:rPr>
      </w:pPr>
      <w:hyperlink w:anchor="_Toc34734226" w:history="1">
        <w:r w:rsidR="00171596" w:rsidRPr="00FD2ABA">
          <w:rPr>
            <w:rStyle w:val="Hyperlink"/>
            <w:rFonts w:cs="Times New Roman"/>
            <w:noProof/>
          </w:rPr>
          <w:t>16</w:t>
        </w:r>
        <w:r w:rsidR="00171596">
          <w:rPr>
            <w:rFonts w:eastAsiaTheme="minorEastAsia"/>
            <w:i w:val="0"/>
            <w:iCs w:val="0"/>
            <w:noProof/>
            <w:sz w:val="22"/>
            <w:szCs w:val="22"/>
            <w:lang w:eastAsia="sk-SK"/>
          </w:rPr>
          <w:tab/>
        </w:r>
        <w:r w:rsidR="00171596" w:rsidRPr="00FD2ABA">
          <w:rPr>
            <w:rStyle w:val="Hyperlink"/>
            <w:noProof/>
          </w:rPr>
          <w:t>Zábezpeka</w:t>
        </w:r>
        <w:r w:rsidR="00171596">
          <w:rPr>
            <w:noProof/>
            <w:webHidden/>
          </w:rPr>
          <w:tab/>
        </w:r>
        <w:r w:rsidR="00171596">
          <w:rPr>
            <w:noProof/>
            <w:webHidden/>
          </w:rPr>
          <w:fldChar w:fldCharType="begin"/>
        </w:r>
        <w:r w:rsidR="00171596">
          <w:rPr>
            <w:noProof/>
            <w:webHidden/>
          </w:rPr>
          <w:instrText xml:space="preserve"> PAGEREF _Toc34734226 \h </w:instrText>
        </w:r>
        <w:r w:rsidR="00171596">
          <w:rPr>
            <w:noProof/>
            <w:webHidden/>
          </w:rPr>
        </w:r>
        <w:r w:rsidR="00171596">
          <w:rPr>
            <w:noProof/>
            <w:webHidden/>
          </w:rPr>
          <w:fldChar w:fldCharType="separate"/>
        </w:r>
        <w:r w:rsidR="00C852F4">
          <w:rPr>
            <w:noProof/>
            <w:webHidden/>
          </w:rPr>
          <w:t>11</w:t>
        </w:r>
        <w:r w:rsidR="00171596">
          <w:rPr>
            <w:noProof/>
            <w:webHidden/>
          </w:rPr>
          <w:fldChar w:fldCharType="end"/>
        </w:r>
      </w:hyperlink>
    </w:p>
    <w:p w14:paraId="200830CF" w14:textId="00B4322A" w:rsidR="00171596" w:rsidRDefault="00EA7F9F">
      <w:pPr>
        <w:pStyle w:val="TOC3"/>
        <w:tabs>
          <w:tab w:val="left" w:pos="709"/>
        </w:tabs>
        <w:rPr>
          <w:rFonts w:eastAsiaTheme="minorEastAsia"/>
          <w:i w:val="0"/>
          <w:iCs w:val="0"/>
          <w:noProof/>
          <w:sz w:val="22"/>
          <w:szCs w:val="22"/>
          <w:lang w:eastAsia="sk-SK"/>
        </w:rPr>
      </w:pPr>
      <w:hyperlink w:anchor="_Toc34734227" w:history="1">
        <w:r w:rsidR="00171596" w:rsidRPr="00FD2ABA">
          <w:rPr>
            <w:rStyle w:val="Hyperlink"/>
            <w:rFonts w:cs="Times New Roman"/>
            <w:noProof/>
          </w:rPr>
          <w:t>17</w:t>
        </w:r>
        <w:r w:rsidR="00171596">
          <w:rPr>
            <w:rFonts w:eastAsiaTheme="minorEastAsia"/>
            <w:i w:val="0"/>
            <w:iCs w:val="0"/>
            <w:noProof/>
            <w:sz w:val="22"/>
            <w:szCs w:val="22"/>
            <w:lang w:eastAsia="sk-SK"/>
          </w:rPr>
          <w:tab/>
        </w:r>
        <w:r w:rsidR="00171596" w:rsidRPr="00FD2ABA">
          <w:rPr>
            <w:rStyle w:val="Hyperlink"/>
            <w:noProof/>
          </w:rPr>
          <w:t>Mena a ceny uvádzané v ponukách</w:t>
        </w:r>
        <w:r w:rsidR="00171596">
          <w:rPr>
            <w:noProof/>
            <w:webHidden/>
          </w:rPr>
          <w:tab/>
        </w:r>
        <w:r w:rsidR="00171596">
          <w:rPr>
            <w:noProof/>
            <w:webHidden/>
          </w:rPr>
          <w:fldChar w:fldCharType="begin"/>
        </w:r>
        <w:r w:rsidR="00171596">
          <w:rPr>
            <w:noProof/>
            <w:webHidden/>
          </w:rPr>
          <w:instrText xml:space="preserve"> PAGEREF _Toc34734227 \h </w:instrText>
        </w:r>
        <w:r w:rsidR="00171596">
          <w:rPr>
            <w:noProof/>
            <w:webHidden/>
          </w:rPr>
        </w:r>
        <w:r w:rsidR="00171596">
          <w:rPr>
            <w:noProof/>
            <w:webHidden/>
          </w:rPr>
          <w:fldChar w:fldCharType="separate"/>
        </w:r>
        <w:r w:rsidR="00C852F4">
          <w:rPr>
            <w:noProof/>
            <w:webHidden/>
          </w:rPr>
          <w:t>12</w:t>
        </w:r>
        <w:r w:rsidR="00171596">
          <w:rPr>
            <w:noProof/>
            <w:webHidden/>
          </w:rPr>
          <w:fldChar w:fldCharType="end"/>
        </w:r>
      </w:hyperlink>
    </w:p>
    <w:p w14:paraId="7545496A" w14:textId="27FD3C67" w:rsidR="00171596" w:rsidRDefault="00EA7F9F">
      <w:pPr>
        <w:pStyle w:val="TOC3"/>
        <w:tabs>
          <w:tab w:val="left" w:pos="709"/>
        </w:tabs>
        <w:rPr>
          <w:rFonts w:eastAsiaTheme="minorEastAsia"/>
          <w:i w:val="0"/>
          <w:iCs w:val="0"/>
          <w:noProof/>
          <w:sz w:val="22"/>
          <w:szCs w:val="22"/>
          <w:lang w:eastAsia="sk-SK"/>
        </w:rPr>
      </w:pPr>
      <w:hyperlink w:anchor="_Toc34734228" w:history="1">
        <w:r w:rsidR="00171596" w:rsidRPr="00FD2ABA">
          <w:rPr>
            <w:rStyle w:val="Hyperlink"/>
            <w:rFonts w:cs="Times New Roman"/>
            <w:noProof/>
          </w:rPr>
          <w:t>18</w:t>
        </w:r>
        <w:r w:rsidR="00171596">
          <w:rPr>
            <w:rFonts w:eastAsiaTheme="minorEastAsia"/>
            <w:i w:val="0"/>
            <w:iCs w:val="0"/>
            <w:noProof/>
            <w:sz w:val="22"/>
            <w:szCs w:val="22"/>
            <w:lang w:eastAsia="sk-SK"/>
          </w:rPr>
          <w:tab/>
        </w:r>
        <w:r w:rsidR="00171596" w:rsidRPr="00FD2ABA">
          <w:rPr>
            <w:rStyle w:val="Hyperlink"/>
            <w:noProof/>
          </w:rPr>
          <w:t>Vyhotovenie ponúk</w:t>
        </w:r>
        <w:r w:rsidR="00171596">
          <w:rPr>
            <w:noProof/>
            <w:webHidden/>
          </w:rPr>
          <w:tab/>
        </w:r>
        <w:r w:rsidR="00171596">
          <w:rPr>
            <w:noProof/>
            <w:webHidden/>
          </w:rPr>
          <w:fldChar w:fldCharType="begin"/>
        </w:r>
        <w:r w:rsidR="00171596">
          <w:rPr>
            <w:noProof/>
            <w:webHidden/>
          </w:rPr>
          <w:instrText xml:space="preserve"> PAGEREF _Toc34734228 \h </w:instrText>
        </w:r>
        <w:r w:rsidR="00171596">
          <w:rPr>
            <w:noProof/>
            <w:webHidden/>
          </w:rPr>
        </w:r>
        <w:r w:rsidR="00171596">
          <w:rPr>
            <w:noProof/>
            <w:webHidden/>
          </w:rPr>
          <w:fldChar w:fldCharType="separate"/>
        </w:r>
        <w:r w:rsidR="00C852F4">
          <w:rPr>
            <w:noProof/>
            <w:webHidden/>
          </w:rPr>
          <w:t>12</w:t>
        </w:r>
        <w:r w:rsidR="00171596">
          <w:rPr>
            <w:noProof/>
            <w:webHidden/>
          </w:rPr>
          <w:fldChar w:fldCharType="end"/>
        </w:r>
      </w:hyperlink>
    </w:p>
    <w:p w14:paraId="7E1E6E00" w14:textId="4286526D" w:rsidR="00171596" w:rsidRDefault="00EA7F9F">
      <w:pPr>
        <w:pStyle w:val="TOC3"/>
        <w:tabs>
          <w:tab w:val="left" w:pos="709"/>
        </w:tabs>
        <w:rPr>
          <w:rFonts w:eastAsiaTheme="minorEastAsia"/>
          <w:i w:val="0"/>
          <w:iCs w:val="0"/>
          <w:noProof/>
          <w:sz w:val="22"/>
          <w:szCs w:val="22"/>
          <w:lang w:eastAsia="sk-SK"/>
        </w:rPr>
      </w:pPr>
      <w:hyperlink w:anchor="_Toc34734229" w:history="1">
        <w:r w:rsidR="00171596" w:rsidRPr="00FD2ABA">
          <w:rPr>
            <w:rStyle w:val="Hyperlink"/>
            <w:rFonts w:cs="Times New Roman"/>
            <w:noProof/>
          </w:rPr>
          <w:t>19</w:t>
        </w:r>
        <w:r w:rsidR="00171596">
          <w:rPr>
            <w:rFonts w:eastAsiaTheme="minorEastAsia"/>
            <w:i w:val="0"/>
            <w:iCs w:val="0"/>
            <w:noProof/>
            <w:sz w:val="22"/>
            <w:szCs w:val="22"/>
            <w:lang w:eastAsia="sk-SK"/>
          </w:rPr>
          <w:tab/>
        </w:r>
        <w:r w:rsidR="00171596" w:rsidRPr="00FD2ABA">
          <w:rPr>
            <w:rStyle w:val="Hyperlink"/>
            <w:noProof/>
          </w:rPr>
          <w:t>Konflikt záujmov</w:t>
        </w:r>
        <w:r w:rsidR="00171596">
          <w:rPr>
            <w:noProof/>
            <w:webHidden/>
          </w:rPr>
          <w:tab/>
        </w:r>
        <w:r w:rsidR="00171596">
          <w:rPr>
            <w:noProof/>
            <w:webHidden/>
          </w:rPr>
          <w:fldChar w:fldCharType="begin"/>
        </w:r>
        <w:r w:rsidR="00171596">
          <w:rPr>
            <w:noProof/>
            <w:webHidden/>
          </w:rPr>
          <w:instrText xml:space="preserve"> PAGEREF _Toc34734229 \h </w:instrText>
        </w:r>
        <w:r w:rsidR="00171596">
          <w:rPr>
            <w:noProof/>
            <w:webHidden/>
          </w:rPr>
        </w:r>
        <w:r w:rsidR="00171596">
          <w:rPr>
            <w:noProof/>
            <w:webHidden/>
          </w:rPr>
          <w:fldChar w:fldCharType="separate"/>
        </w:r>
        <w:r w:rsidR="00C852F4">
          <w:rPr>
            <w:noProof/>
            <w:webHidden/>
          </w:rPr>
          <w:t>13</w:t>
        </w:r>
        <w:r w:rsidR="00171596">
          <w:rPr>
            <w:noProof/>
            <w:webHidden/>
          </w:rPr>
          <w:fldChar w:fldCharType="end"/>
        </w:r>
      </w:hyperlink>
    </w:p>
    <w:p w14:paraId="706EF7FF" w14:textId="5CD4B951" w:rsidR="00171596" w:rsidRDefault="00EA7F9F">
      <w:pPr>
        <w:pStyle w:val="TOC2"/>
        <w:rPr>
          <w:rFonts w:asciiTheme="minorHAnsi" w:eastAsiaTheme="minorEastAsia" w:hAnsiTheme="minorHAnsi" w:cstheme="minorBidi"/>
          <w:b w:val="0"/>
          <w:smallCaps w:val="0"/>
          <w:sz w:val="22"/>
          <w:szCs w:val="22"/>
          <w:lang w:eastAsia="sk-SK"/>
        </w:rPr>
      </w:pPr>
      <w:hyperlink w:anchor="_Toc34734230" w:history="1">
        <w:r w:rsidR="00171596" w:rsidRPr="00FD2ABA">
          <w:rPr>
            <w:rStyle w:val="Hyperlink"/>
          </w:rPr>
          <w:t>ODDIEL IV</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Predkladanie ponúk</w:t>
        </w:r>
        <w:r w:rsidR="00171596">
          <w:rPr>
            <w:webHidden/>
          </w:rPr>
          <w:tab/>
        </w:r>
        <w:r w:rsidR="00171596">
          <w:rPr>
            <w:webHidden/>
          </w:rPr>
          <w:fldChar w:fldCharType="begin"/>
        </w:r>
        <w:r w:rsidR="00171596">
          <w:rPr>
            <w:webHidden/>
          </w:rPr>
          <w:instrText xml:space="preserve"> PAGEREF _Toc34734230 \h </w:instrText>
        </w:r>
        <w:r w:rsidR="00171596">
          <w:rPr>
            <w:webHidden/>
          </w:rPr>
        </w:r>
        <w:r w:rsidR="00171596">
          <w:rPr>
            <w:webHidden/>
          </w:rPr>
          <w:fldChar w:fldCharType="separate"/>
        </w:r>
        <w:r w:rsidR="00C852F4">
          <w:rPr>
            <w:webHidden/>
          </w:rPr>
          <w:t>13</w:t>
        </w:r>
        <w:r w:rsidR="00171596">
          <w:rPr>
            <w:webHidden/>
          </w:rPr>
          <w:fldChar w:fldCharType="end"/>
        </w:r>
      </w:hyperlink>
    </w:p>
    <w:p w14:paraId="6C2CF788" w14:textId="20D17B2D" w:rsidR="00171596" w:rsidRDefault="00EA7F9F">
      <w:pPr>
        <w:pStyle w:val="TOC3"/>
        <w:tabs>
          <w:tab w:val="left" w:pos="709"/>
        </w:tabs>
        <w:rPr>
          <w:rFonts w:eastAsiaTheme="minorEastAsia"/>
          <w:i w:val="0"/>
          <w:iCs w:val="0"/>
          <w:noProof/>
          <w:sz w:val="22"/>
          <w:szCs w:val="22"/>
          <w:lang w:eastAsia="sk-SK"/>
        </w:rPr>
      </w:pPr>
      <w:hyperlink w:anchor="_Toc34734231" w:history="1">
        <w:r w:rsidR="00171596" w:rsidRPr="00FD2ABA">
          <w:rPr>
            <w:rStyle w:val="Hyperlink"/>
            <w:rFonts w:cs="Times New Roman"/>
            <w:noProof/>
          </w:rPr>
          <w:t>20</w:t>
        </w:r>
        <w:r w:rsidR="00171596">
          <w:rPr>
            <w:rFonts w:eastAsiaTheme="minorEastAsia"/>
            <w:i w:val="0"/>
            <w:iCs w:val="0"/>
            <w:noProof/>
            <w:sz w:val="22"/>
            <w:szCs w:val="22"/>
            <w:lang w:eastAsia="sk-SK"/>
          </w:rPr>
          <w:tab/>
        </w:r>
        <w:r w:rsidR="00171596" w:rsidRPr="00FD2ABA">
          <w:rPr>
            <w:rStyle w:val="Hyperlink"/>
            <w:noProof/>
          </w:rPr>
          <w:t>Spôsob predloženia ponuky</w:t>
        </w:r>
        <w:r w:rsidR="00171596">
          <w:rPr>
            <w:noProof/>
            <w:webHidden/>
          </w:rPr>
          <w:tab/>
        </w:r>
        <w:r w:rsidR="00171596">
          <w:rPr>
            <w:noProof/>
            <w:webHidden/>
          </w:rPr>
          <w:fldChar w:fldCharType="begin"/>
        </w:r>
        <w:r w:rsidR="00171596">
          <w:rPr>
            <w:noProof/>
            <w:webHidden/>
          </w:rPr>
          <w:instrText xml:space="preserve"> PAGEREF _Toc34734231 \h </w:instrText>
        </w:r>
        <w:r w:rsidR="00171596">
          <w:rPr>
            <w:noProof/>
            <w:webHidden/>
          </w:rPr>
        </w:r>
        <w:r w:rsidR="00171596">
          <w:rPr>
            <w:noProof/>
            <w:webHidden/>
          </w:rPr>
          <w:fldChar w:fldCharType="separate"/>
        </w:r>
        <w:r w:rsidR="00C852F4">
          <w:rPr>
            <w:noProof/>
            <w:webHidden/>
          </w:rPr>
          <w:t>13</w:t>
        </w:r>
        <w:r w:rsidR="00171596">
          <w:rPr>
            <w:noProof/>
            <w:webHidden/>
          </w:rPr>
          <w:fldChar w:fldCharType="end"/>
        </w:r>
      </w:hyperlink>
    </w:p>
    <w:p w14:paraId="14210D07" w14:textId="095301E6" w:rsidR="00171596" w:rsidRDefault="00EA7F9F">
      <w:pPr>
        <w:pStyle w:val="TOC3"/>
        <w:tabs>
          <w:tab w:val="left" w:pos="709"/>
        </w:tabs>
        <w:rPr>
          <w:rFonts w:eastAsiaTheme="minorEastAsia"/>
          <w:i w:val="0"/>
          <w:iCs w:val="0"/>
          <w:noProof/>
          <w:sz w:val="22"/>
          <w:szCs w:val="22"/>
          <w:lang w:eastAsia="sk-SK"/>
        </w:rPr>
      </w:pPr>
      <w:hyperlink w:anchor="_Toc34734232" w:history="1">
        <w:r w:rsidR="00171596" w:rsidRPr="00FD2ABA">
          <w:rPr>
            <w:rStyle w:val="Hyperlink"/>
            <w:rFonts w:cs="Times New Roman"/>
            <w:noProof/>
          </w:rPr>
          <w:t>21</w:t>
        </w:r>
        <w:r w:rsidR="00171596">
          <w:rPr>
            <w:rFonts w:eastAsiaTheme="minorEastAsia"/>
            <w:i w:val="0"/>
            <w:iCs w:val="0"/>
            <w:noProof/>
            <w:sz w:val="22"/>
            <w:szCs w:val="22"/>
            <w:lang w:eastAsia="sk-SK"/>
          </w:rPr>
          <w:tab/>
        </w:r>
        <w:r w:rsidR="00171596" w:rsidRPr="00FD2ABA">
          <w:rPr>
            <w:rStyle w:val="Hyperlink"/>
            <w:noProof/>
          </w:rPr>
          <w:t>Miesto a lehota na predkladanie ponúk</w:t>
        </w:r>
        <w:r w:rsidR="00171596">
          <w:rPr>
            <w:noProof/>
            <w:webHidden/>
          </w:rPr>
          <w:tab/>
        </w:r>
        <w:r w:rsidR="00171596">
          <w:rPr>
            <w:noProof/>
            <w:webHidden/>
          </w:rPr>
          <w:fldChar w:fldCharType="begin"/>
        </w:r>
        <w:r w:rsidR="00171596">
          <w:rPr>
            <w:noProof/>
            <w:webHidden/>
          </w:rPr>
          <w:instrText xml:space="preserve"> PAGEREF _Toc34734232 \h </w:instrText>
        </w:r>
        <w:r w:rsidR="00171596">
          <w:rPr>
            <w:noProof/>
            <w:webHidden/>
          </w:rPr>
        </w:r>
        <w:r w:rsidR="00171596">
          <w:rPr>
            <w:noProof/>
            <w:webHidden/>
          </w:rPr>
          <w:fldChar w:fldCharType="separate"/>
        </w:r>
        <w:r w:rsidR="00C852F4">
          <w:rPr>
            <w:noProof/>
            <w:webHidden/>
          </w:rPr>
          <w:t>14</w:t>
        </w:r>
        <w:r w:rsidR="00171596">
          <w:rPr>
            <w:noProof/>
            <w:webHidden/>
          </w:rPr>
          <w:fldChar w:fldCharType="end"/>
        </w:r>
      </w:hyperlink>
    </w:p>
    <w:p w14:paraId="52FD7951" w14:textId="56EB3083" w:rsidR="00171596" w:rsidRDefault="00EA7F9F">
      <w:pPr>
        <w:pStyle w:val="TOC3"/>
        <w:tabs>
          <w:tab w:val="left" w:pos="709"/>
        </w:tabs>
        <w:rPr>
          <w:rFonts w:eastAsiaTheme="minorEastAsia"/>
          <w:i w:val="0"/>
          <w:iCs w:val="0"/>
          <w:noProof/>
          <w:sz w:val="22"/>
          <w:szCs w:val="22"/>
          <w:lang w:eastAsia="sk-SK"/>
        </w:rPr>
      </w:pPr>
      <w:hyperlink w:anchor="_Toc34734233" w:history="1">
        <w:r w:rsidR="00171596" w:rsidRPr="00FD2ABA">
          <w:rPr>
            <w:rStyle w:val="Hyperlink"/>
            <w:rFonts w:cs="Times New Roman"/>
            <w:noProof/>
          </w:rPr>
          <w:t>22</w:t>
        </w:r>
        <w:r w:rsidR="00171596">
          <w:rPr>
            <w:rFonts w:eastAsiaTheme="minorEastAsia"/>
            <w:i w:val="0"/>
            <w:iCs w:val="0"/>
            <w:noProof/>
            <w:sz w:val="22"/>
            <w:szCs w:val="22"/>
            <w:lang w:eastAsia="sk-SK"/>
          </w:rPr>
          <w:tab/>
        </w:r>
        <w:r w:rsidR="00171596" w:rsidRPr="00FD2ABA">
          <w:rPr>
            <w:rStyle w:val="Hyperlink"/>
            <w:noProof/>
          </w:rPr>
          <w:t>Doplnenie, zmena a odvolanie ponúk</w:t>
        </w:r>
        <w:r w:rsidR="00171596">
          <w:rPr>
            <w:noProof/>
            <w:webHidden/>
          </w:rPr>
          <w:tab/>
        </w:r>
        <w:r w:rsidR="00171596">
          <w:rPr>
            <w:noProof/>
            <w:webHidden/>
          </w:rPr>
          <w:fldChar w:fldCharType="begin"/>
        </w:r>
        <w:r w:rsidR="00171596">
          <w:rPr>
            <w:noProof/>
            <w:webHidden/>
          </w:rPr>
          <w:instrText xml:space="preserve"> PAGEREF _Toc34734233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612405F8" w14:textId="7D2A1FC1" w:rsidR="00171596" w:rsidRDefault="00EA7F9F">
      <w:pPr>
        <w:pStyle w:val="TOC2"/>
        <w:rPr>
          <w:rFonts w:asciiTheme="minorHAnsi" w:eastAsiaTheme="minorEastAsia" w:hAnsiTheme="minorHAnsi" w:cstheme="minorBidi"/>
          <w:b w:val="0"/>
          <w:smallCaps w:val="0"/>
          <w:sz w:val="22"/>
          <w:szCs w:val="22"/>
          <w:lang w:eastAsia="sk-SK"/>
        </w:rPr>
      </w:pPr>
      <w:hyperlink w:anchor="_Toc34734234" w:history="1">
        <w:r w:rsidR="00171596" w:rsidRPr="00FD2ABA">
          <w:rPr>
            <w:rStyle w:val="Hyperlink"/>
          </w:rPr>
          <w:t>ODDIEL V</w:t>
        </w:r>
        <w:r w:rsidR="00171596">
          <w:rPr>
            <w:rFonts w:asciiTheme="minorHAnsi" w:eastAsiaTheme="minorEastAsia" w:hAnsiTheme="minorHAnsi" w:cstheme="minorBidi"/>
            <w:b w:val="0"/>
            <w:smallCaps w:val="0"/>
            <w:sz w:val="22"/>
            <w:szCs w:val="22"/>
            <w:lang w:eastAsia="sk-SK"/>
          </w:rPr>
          <w:tab/>
        </w:r>
        <w:r w:rsidR="00171596" w:rsidRPr="00FD2ABA">
          <w:rPr>
            <w:rStyle w:val="Hyperlink"/>
          </w:rPr>
          <w:t>Otváranie a vyhodnotenie ponúk</w:t>
        </w:r>
        <w:r w:rsidR="00171596">
          <w:rPr>
            <w:webHidden/>
          </w:rPr>
          <w:tab/>
        </w:r>
        <w:r w:rsidR="00171596">
          <w:rPr>
            <w:webHidden/>
          </w:rPr>
          <w:fldChar w:fldCharType="begin"/>
        </w:r>
        <w:r w:rsidR="00171596">
          <w:rPr>
            <w:webHidden/>
          </w:rPr>
          <w:instrText xml:space="preserve"> PAGEREF _Toc34734234 \h </w:instrText>
        </w:r>
        <w:r w:rsidR="00171596">
          <w:rPr>
            <w:webHidden/>
          </w:rPr>
        </w:r>
        <w:r w:rsidR="00171596">
          <w:rPr>
            <w:webHidden/>
          </w:rPr>
          <w:fldChar w:fldCharType="separate"/>
        </w:r>
        <w:r w:rsidR="00C852F4">
          <w:rPr>
            <w:webHidden/>
          </w:rPr>
          <w:t>15</w:t>
        </w:r>
        <w:r w:rsidR="00171596">
          <w:rPr>
            <w:webHidden/>
          </w:rPr>
          <w:fldChar w:fldCharType="end"/>
        </w:r>
      </w:hyperlink>
    </w:p>
    <w:p w14:paraId="3E05EA5D" w14:textId="30AA7B1C" w:rsidR="00171596" w:rsidRDefault="00EA7F9F">
      <w:pPr>
        <w:pStyle w:val="TOC3"/>
        <w:tabs>
          <w:tab w:val="left" w:pos="709"/>
        </w:tabs>
        <w:rPr>
          <w:rFonts w:eastAsiaTheme="minorEastAsia"/>
          <w:i w:val="0"/>
          <w:iCs w:val="0"/>
          <w:noProof/>
          <w:sz w:val="22"/>
          <w:szCs w:val="22"/>
          <w:lang w:eastAsia="sk-SK"/>
        </w:rPr>
      </w:pPr>
      <w:hyperlink w:anchor="_Toc34734235" w:history="1">
        <w:r w:rsidR="00171596" w:rsidRPr="00FD2ABA">
          <w:rPr>
            <w:rStyle w:val="Hyperlink"/>
            <w:rFonts w:cs="Times New Roman"/>
            <w:noProof/>
          </w:rPr>
          <w:t>23</w:t>
        </w:r>
        <w:r w:rsidR="00171596">
          <w:rPr>
            <w:rFonts w:eastAsiaTheme="minorEastAsia"/>
            <w:i w:val="0"/>
            <w:iCs w:val="0"/>
            <w:noProof/>
            <w:sz w:val="22"/>
            <w:szCs w:val="22"/>
            <w:lang w:eastAsia="sk-SK"/>
          </w:rPr>
          <w:tab/>
        </w:r>
        <w:r w:rsidR="00171596" w:rsidRPr="00FD2ABA">
          <w:rPr>
            <w:rStyle w:val="Hyperlink"/>
            <w:noProof/>
          </w:rPr>
          <w:t>Otváranie ponúk</w:t>
        </w:r>
        <w:r w:rsidR="00171596">
          <w:rPr>
            <w:noProof/>
            <w:webHidden/>
          </w:rPr>
          <w:tab/>
        </w:r>
        <w:r w:rsidR="00171596">
          <w:rPr>
            <w:noProof/>
            <w:webHidden/>
          </w:rPr>
          <w:fldChar w:fldCharType="begin"/>
        </w:r>
        <w:r w:rsidR="00171596">
          <w:rPr>
            <w:noProof/>
            <w:webHidden/>
          </w:rPr>
          <w:instrText xml:space="preserve"> PAGEREF _Toc34734235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03FCC183" w14:textId="4E6B6260" w:rsidR="00171596" w:rsidRDefault="00EA7F9F">
      <w:pPr>
        <w:pStyle w:val="TOC3"/>
        <w:tabs>
          <w:tab w:val="left" w:pos="709"/>
        </w:tabs>
        <w:rPr>
          <w:rFonts w:eastAsiaTheme="minorEastAsia"/>
          <w:i w:val="0"/>
          <w:iCs w:val="0"/>
          <w:noProof/>
          <w:sz w:val="22"/>
          <w:szCs w:val="22"/>
          <w:lang w:eastAsia="sk-SK"/>
        </w:rPr>
      </w:pPr>
      <w:hyperlink w:anchor="_Toc34734236" w:history="1">
        <w:r w:rsidR="00171596" w:rsidRPr="00FD2ABA">
          <w:rPr>
            <w:rStyle w:val="Hyperlink"/>
            <w:rFonts w:cs="Times New Roman"/>
            <w:noProof/>
          </w:rPr>
          <w:t>24</w:t>
        </w:r>
        <w:r w:rsidR="00171596">
          <w:rPr>
            <w:rFonts w:eastAsiaTheme="minorEastAsia"/>
            <w:i w:val="0"/>
            <w:iCs w:val="0"/>
            <w:noProof/>
            <w:sz w:val="22"/>
            <w:szCs w:val="22"/>
            <w:lang w:eastAsia="sk-SK"/>
          </w:rPr>
          <w:tab/>
        </w:r>
        <w:r w:rsidR="00171596" w:rsidRPr="00FD2ABA">
          <w:rPr>
            <w:rStyle w:val="Hyperlink"/>
            <w:noProof/>
          </w:rPr>
          <w:t>Vyhodnotenie splnenia podmienok účasti, vysvetľovanie a vyhodnocovanie ponúk</w:t>
        </w:r>
        <w:r w:rsidR="00171596">
          <w:rPr>
            <w:noProof/>
            <w:webHidden/>
          </w:rPr>
          <w:tab/>
        </w:r>
        <w:r w:rsidR="00171596">
          <w:rPr>
            <w:noProof/>
            <w:webHidden/>
          </w:rPr>
          <w:fldChar w:fldCharType="begin"/>
        </w:r>
        <w:r w:rsidR="00171596">
          <w:rPr>
            <w:noProof/>
            <w:webHidden/>
          </w:rPr>
          <w:instrText xml:space="preserve"> PAGEREF _Toc34734236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12987C42" w14:textId="7759D3BE" w:rsidR="00171596" w:rsidRDefault="00EA7F9F">
      <w:pPr>
        <w:pStyle w:val="TOC3"/>
        <w:tabs>
          <w:tab w:val="left" w:pos="709"/>
        </w:tabs>
        <w:rPr>
          <w:rFonts w:eastAsiaTheme="minorEastAsia"/>
          <w:i w:val="0"/>
          <w:iCs w:val="0"/>
          <w:noProof/>
          <w:sz w:val="22"/>
          <w:szCs w:val="22"/>
          <w:lang w:eastAsia="sk-SK"/>
        </w:rPr>
      </w:pPr>
      <w:hyperlink w:anchor="_Toc34734237" w:history="1">
        <w:r w:rsidR="00171596" w:rsidRPr="00FD2ABA">
          <w:rPr>
            <w:rStyle w:val="Hyperlink"/>
            <w:rFonts w:cs="Times New Roman"/>
            <w:noProof/>
          </w:rPr>
          <w:t>25</w:t>
        </w:r>
        <w:r w:rsidR="00171596">
          <w:rPr>
            <w:rFonts w:eastAsiaTheme="minorEastAsia"/>
            <w:i w:val="0"/>
            <w:iCs w:val="0"/>
            <w:noProof/>
            <w:sz w:val="22"/>
            <w:szCs w:val="22"/>
            <w:lang w:eastAsia="sk-SK"/>
          </w:rPr>
          <w:tab/>
        </w:r>
        <w:r w:rsidR="00171596" w:rsidRPr="00FD2ABA">
          <w:rPr>
            <w:rStyle w:val="Hyperlink"/>
            <w:noProof/>
          </w:rPr>
          <w:t>Dôvernosť procesu Verejného obstarávania</w:t>
        </w:r>
        <w:r w:rsidR="00171596">
          <w:rPr>
            <w:noProof/>
            <w:webHidden/>
          </w:rPr>
          <w:tab/>
        </w:r>
        <w:r w:rsidR="00171596">
          <w:rPr>
            <w:noProof/>
            <w:webHidden/>
          </w:rPr>
          <w:fldChar w:fldCharType="begin"/>
        </w:r>
        <w:r w:rsidR="00171596">
          <w:rPr>
            <w:noProof/>
            <w:webHidden/>
          </w:rPr>
          <w:instrText xml:space="preserve"> PAGEREF _Toc34734237 \h </w:instrText>
        </w:r>
        <w:r w:rsidR="00171596">
          <w:rPr>
            <w:noProof/>
            <w:webHidden/>
          </w:rPr>
        </w:r>
        <w:r w:rsidR="00171596">
          <w:rPr>
            <w:noProof/>
            <w:webHidden/>
          </w:rPr>
          <w:fldChar w:fldCharType="separate"/>
        </w:r>
        <w:r w:rsidR="00C852F4">
          <w:rPr>
            <w:noProof/>
            <w:webHidden/>
          </w:rPr>
          <w:t>17</w:t>
        </w:r>
        <w:r w:rsidR="00171596">
          <w:rPr>
            <w:noProof/>
            <w:webHidden/>
          </w:rPr>
          <w:fldChar w:fldCharType="end"/>
        </w:r>
      </w:hyperlink>
    </w:p>
    <w:p w14:paraId="7EE3B641" w14:textId="1472C282" w:rsidR="00171596" w:rsidRDefault="00EA7F9F">
      <w:pPr>
        <w:pStyle w:val="TOC2"/>
        <w:rPr>
          <w:rFonts w:asciiTheme="minorHAnsi" w:eastAsiaTheme="minorEastAsia" w:hAnsiTheme="minorHAnsi" w:cstheme="minorBidi"/>
          <w:b w:val="0"/>
          <w:smallCaps w:val="0"/>
          <w:sz w:val="22"/>
          <w:szCs w:val="22"/>
          <w:lang w:eastAsia="sk-SK"/>
        </w:rPr>
      </w:pPr>
      <w:hyperlink w:anchor="_Toc34734238" w:history="1">
        <w:r w:rsidR="00171596" w:rsidRPr="00FD2ABA">
          <w:rPr>
            <w:rStyle w:val="Hyperlink"/>
          </w:rPr>
          <w:t>ODDIEL VI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Prijatie ponuky a</w:t>
        </w:r>
        <w:r w:rsidR="00171596" w:rsidRPr="00FD2ABA">
          <w:rPr>
            <w:rStyle w:val="Hyperlink"/>
            <w:rFonts w:cs="Calibri"/>
          </w:rPr>
          <w:t> </w:t>
        </w:r>
        <w:r w:rsidR="00171596" w:rsidRPr="00FD2ABA">
          <w:rPr>
            <w:rStyle w:val="Hyperlink"/>
          </w:rPr>
          <w:t>uzavretie Zmluvy</w:t>
        </w:r>
        <w:r w:rsidR="00171596">
          <w:rPr>
            <w:webHidden/>
          </w:rPr>
          <w:tab/>
        </w:r>
        <w:r w:rsidR="00171596">
          <w:rPr>
            <w:webHidden/>
          </w:rPr>
          <w:fldChar w:fldCharType="begin"/>
        </w:r>
        <w:r w:rsidR="00171596">
          <w:rPr>
            <w:webHidden/>
          </w:rPr>
          <w:instrText xml:space="preserve"> PAGEREF _Toc34734238 \h </w:instrText>
        </w:r>
        <w:r w:rsidR="00171596">
          <w:rPr>
            <w:webHidden/>
          </w:rPr>
        </w:r>
        <w:r w:rsidR="00171596">
          <w:rPr>
            <w:webHidden/>
          </w:rPr>
          <w:fldChar w:fldCharType="separate"/>
        </w:r>
        <w:r w:rsidR="00C852F4">
          <w:rPr>
            <w:webHidden/>
          </w:rPr>
          <w:t>18</w:t>
        </w:r>
        <w:r w:rsidR="00171596">
          <w:rPr>
            <w:webHidden/>
          </w:rPr>
          <w:fldChar w:fldCharType="end"/>
        </w:r>
      </w:hyperlink>
    </w:p>
    <w:p w14:paraId="00D3EA5B" w14:textId="422BF11F" w:rsidR="00171596" w:rsidRDefault="00EA7F9F">
      <w:pPr>
        <w:pStyle w:val="TOC3"/>
        <w:tabs>
          <w:tab w:val="left" w:pos="709"/>
        </w:tabs>
        <w:rPr>
          <w:rFonts w:eastAsiaTheme="minorEastAsia"/>
          <w:i w:val="0"/>
          <w:iCs w:val="0"/>
          <w:noProof/>
          <w:sz w:val="22"/>
          <w:szCs w:val="22"/>
          <w:lang w:eastAsia="sk-SK"/>
        </w:rPr>
      </w:pPr>
      <w:hyperlink w:anchor="_Toc34734239" w:history="1">
        <w:r w:rsidR="00171596" w:rsidRPr="00FD2ABA">
          <w:rPr>
            <w:rStyle w:val="Hyperlink"/>
            <w:rFonts w:cs="Times New Roman"/>
            <w:noProof/>
          </w:rPr>
          <w:t>26</w:t>
        </w:r>
        <w:r w:rsidR="00171596">
          <w:rPr>
            <w:rFonts w:eastAsiaTheme="minorEastAsia"/>
            <w:i w:val="0"/>
            <w:iCs w:val="0"/>
            <w:noProof/>
            <w:sz w:val="22"/>
            <w:szCs w:val="22"/>
            <w:lang w:eastAsia="sk-SK"/>
          </w:rPr>
          <w:tab/>
        </w:r>
        <w:r w:rsidR="00171596" w:rsidRPr="00FD2ABA">
          <w:rPr>
            <w:rStyle w:val="Hyperlink"/>
            <w:noProof/>
          </w:rPr>
          <w:t>Vyhodnotenie splnenia podmienok účasti úspešného uchádzača a informácia o výsledku hodnotenia ponúk</w:t>
        </w:r>
        <w:r w:rsidR="00171596">
          <w:rPr>
            <w:noProof/>
            <w:webHidden/>
          </w:rPr>
          <w:tab/>
        </w:r>
        <w:r w:rsidR="00171596">
          <w:rPr>
            <w:noProof/>
            <w:webHidden/>
          </w:rPr>
          <w:fldChar w:fldCharType="begin"/>
        </w:r>
        <w:r w:rsidR="00171596">
          <w:rPr>
            <w:noProof/>
            <w:webHidden/>
          </w:rPr>
          <w:instrText xml:space="preserve"> PAGEREF _Toc34734239 \h </w:instrText>
        </w:r>
        <w:r w:rsidR="00171596">
          <w:rPr>
            <w:noProof/>
            <w:webHidden/>
          </w:rPr>
        </w:r>
        <w:r w:rsidR="00171596">
          <w:rPr>
            <w:noProof/>
            <w:webHidden/>
          </w:rPr>
          <w:fldChar w:fldCharType="separate"/>
        </w:r>
        <w:r w:rsidR="00C852F4">
          <w:rPr>
            <w:noProof/>
            <w:webHidden/>
          </w:rPr>
          <w:t>18</w:t>
        </w:r>
        <w:r w:rsidR="00171596">
          <w:rPr>
            <w:noProof/>
            <w:webHidden/>
          </w:rPr>
          <w:fldChar w:fldCharType="end"/>
        </w:r>
      </w:hyperlink>
    </w:p>
    <w:p w14:paraId="5CD25995" w14:textId="3FDDDA28" w:rsidR="00171596" w:rsidRDefault="00EA7F9F">
      <w:pPr>
        <w:pStyle w:val="TOC3"/>
        <w:tabs>
          <w:tab w:val="left" w:pos="709"/>
        </w:tabs>
        <w:rPr>
          <w:rFonts w:eastAsiaTheme="minorEastAsia"/>
          <w:i w:val="0"/>
          <w:iCs w:val="0"/>
          <w:noProof/>
          <w:sz w:val="22"/>
          <w:szCs w:val="22"/>
          <w:lang w:eastAsia="sk-SK"/>
        </w:rPr>
      </w:pPr>
      <w:hyperlink w:anchor="_Toc34734240" w:history="1">
        <w:r w:rsidR="00171596" w:rsidRPr="00FD2ABA">
          <w:rPr>
            <w:rStyle w:val="Hyperlink"/>
            <w:rFonts w:cs="Times New Roman"/>
            <w:noProof/>
          </w:rPr>
          <w:t>27</w:t>
        </w:r>
        <w:r w:rsidR="00171596">
          <w:rPr>
            <w:rFonts w:eastAsiaTheme="minorEastAsia"/>
            <w:i w:val="0"/>
            <w:iCs w:val="0"/>
            <w:noProof/>
            <w:sz w:val="22"/>
            <w:szCs w:val="22"/>
            <w:lang w:eastAsia="sk-SK"/>
          </w:rPr>
          <w:tab/>
        </w:r>
        <w:r w:rsidR="00171596" w:rsidRPr="00FD2ABA">
          <w:rPr>
            <w:rStyle w:val="Hyperlink"/>
            <w:noProof/>
          </w:rPr>
          <w:t>Uzavretie Zmluvy</w:t>
        </w:r>
        <w:r w:rsidR="00171596">
          <w:rPr>
            <w:noProof/>
            <w:webHidden/>
          </w:rPr>
          <w:tab/>
        </w:r>
        <w:r w:rsidR="00171596">
          <w:rPr>
            <w:noProof/>
            <w:webHidden/>
          </w:rPr>
          <w:fldChar w:fldCharType="begin"/>
        </w:r>
        <w:r w:rsidR="00171596">
          <w:rPr>
            <w:noProof/>
            <w:webHidden/>
          </w:rPr>
          <w:instrText xml:space="preserve"> PAGEREF _Toc34734240 \h </w:instrText>
        </w:r>
        <w:r w:rsidR="00171596">
          <w:rPr>
            <w:noProof/>
            <w:webHidden/>
          </w:rPr>
        </w:r>
        <w:r w:rsidR="00171596">
          <w:rPr>
            <w:noProof/>
            <w:webHidden/>
          </w:rPr>
          <w:fldChar w:fldCharType="separate"/>
        </w:r>
        <w:r w:rsidR="00C852F4">
          <w:rPr>
            <w:noProof/>
            <w:webHidden/>
          </w:rPr>
          <w:t>18</w:t>
        </w:r>
        <w:r w:rsidR="00171596">
          <w:rPr>
            <w:noProof/>
            <w:webHidden/>
          </w:rPr>
          <w:fldChar w:fldCharType="end"/>
        </w:r>
      </w:hyperlink>
    </w:p>
    <w:p w14:paraId="0CC38FA3" w14:textId="539E3F3E" w:rsidR="00171596" w:rsidRDefault="00EA7F9F">
      <w:pPr>
        <w:pStyle w:val="TOC1"/>
        <w:rPr>
          <w:rFonts w:asciiTheme="minorHAnsi" w:eastAsiaTheme="minorEastAsia" w:hAnsiTheme="minorHAnsi" w:cstheme="minorBidi"/>
          <w:b w:val="0"/>
          <w:bCs w:val="0"/>
          <w:caps w:val="0"/>
          <w:sz w:val="22"/>
          <w:szCs w:val="22"/>
          <w:lang w:eastAsia="sk-SK"/>
        </w:rPr>
      </w:pPr>
      <w:hyperlink w:anchor="_Toc34734241" w:history="1">
        <w:r w:rsidR="00171596" w:rsidRPr="00FD2ABA">
          <w:rPr>
            <w:rStyle w:val="Hyperlink"/>
          </w:rPr>
          <w:t>ČASŤ B</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Opis Predmetu zákazky</w:t>
        </w:r>
        <w:r w:rsidR="00171596">
          <w:rPr>
            <w:webHidden/>
          </w:rPr>
          <w:tab/>
        </w:r>
        <w:r w:rsidR="00171596">
          <w:rPr>
            <w:webHidden/>
          </w:rPr>
          <w:fldChar w:fldCharType="begin"/>
        </w:r>
        <w:r w:rsidR="00171596">
          <w:rPr>
            <w:webHidden/>
          </w:rPr>
          <w:instrText xml:space="preserve"> PAGEREF _Toc34734241 \h </w:instrText>
        </w:r>
        <w:r w:rsidR="00171596">
          <w:rPr>
            <w:webHidden/>
          </w:rPr>
        </w:r>
        <w:r w:rsidR="00171596">
          <w:rPr>
            <w:webHidden/>
          </w:rPr>
          <w:fldChar w:fldCharType="separate"/>
        </w:r>
        <w:r w:rsidR="00C852F4">
          <w:rPr>
            <w:webHidden/>
          </w:rPr>
          <w:t>20</w:t>
        </w:r>
        <w:r w:rsidR="00171596">
          <w:rPr>
            <w:webHidden/>
          </w:rPr>
          <w:fldChar w:fldCharType="end"/>
        </w:r>
      </w:hyperlink>
    </w:p>
    <w:p w14:paraId="456A0B60" w14:textId="37C4B205" w:rsidR="00171596" w:rsidRDefault="00EA7F9F">
      <w:pPr>
        <w:pStyle w:val="TOC3"/>
        <w:rPr>
          <w:rFonts w:eastAsiaTheme="minorEastAsia"/>
          <w:i w:val="0"/>
          <w:iCs w:val="0"/>
          <w:noProof/>
          <w:sz w:val="22"/>
          <w:szCs w:val="22"/>
          <w:lang w:eastAsia="sk-SK"/>
        </w:rPr>
      </w:pPr>
      <w:hyperlink w:anchor="_Toc34734242"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Všeobecné informácie k opisu predmetu zákazky</w:t>
        </w:r>
        <w:r w:rsidR="00171596">
          <w:rPr>
            <w:noProof/>
            <w:webHidden/>
          </w:rPr>
          <w:tab/>
        </w:r>
        <w:r w:rsidR="00171596">
          <w:rPr>
            <w:noProof/>
            <w:webHidden/>
          </w:rPr>
          <w:fldChar w:fldCharType="begin"/>
        </w:r>
        <w:r w:rsidR="00171596">
          <w:rPr>
            <w:noProof/>
            <w:webHidden/>
          </w:rPr>
          <w:instrText xml:space="preserve"> PAGEREF _Toc34734242 \h </w:instrText>
        </w:r>
        <w:r w:rsidR="00171596">
          <w:rPr>
            <w:noProof/>
            <w:webHidden/>
          </w:rPr>
        </w:r>
        <w:r w:rsidR="00171596">
          <w:rPr>
            <w:noProof/>
            <w:webHidden/>
          </w:rPr>
          <w:fldChar w:fldCharType="separate"/>
        </w:r>
        <w:r w:rsidR="00C852F4">
          <w:rPr>
            <w:noProof/>
            <w:webHidden/>
          </w:rPr>
          <w:t>20</w:t>
        </w:r>
        <w:r w:rsidR="00171596">
          <w:rPr>
            <w:noProof/>
            <w:webHidden/>
          </w:rPr>
          <w:fldChar w:fldCharType="end"/>
        </w:r>
      </w:hyperlink>
    </w:p>
    <w:p w14:paraId="10432D55" w14:textId="40676F92" w:rsidR="00171596" w:rsidRDefault="00EA7F9F">
      <w:pPr>
        <w:pStyle w:val="TOC3"/>
        <w:rPr>
          <w:rFonts w:eastAsiaTheme="minorEastAsia"/>
          <w:i w:val="0"/>
          <w:iCs w:val="0"/>
          <w:noProof/>
          <w:sz w:val="22"/>
          <w:szCs w:val="22"/>
          <w:lang w:eastAsia="sk-SK"/>
        </w:rPr>
      </w:pPr>
      <w:hyperlink w:anchor="_Toc34734243"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Základný opis stavebných objektov tvoriacich predmet zákazky</w:t>
        </w:r>
        <w:r w:rsidR="00171596">
          <w:rPr>
            <w:noProof/>
            <w:webHidden/>
          </w:rPr>
          <w:tab/>
        </w:r>
        <w:r w:rsidR="00171596">
          <w:rPr>
            <w:noProof/>
            <w:webHidden/>
          </w:rPr>
          <w:fldChar w:fldCharType="begin"/>
        </w:r>
        <w:r w:rsidR="00171596">
          <w:rPr>
            <w:noProof/>
            <w:webHidden/>
          </w:rPr>
          <w:instrText xml:space="preserve"> PAGEREF _Toc34734243 \h </w:instrText>
        </w:r>
        <w:r w:rsidR="00171596">
          <w:rPr>
            <w:noProof/>
            <w:webHidden/>
          </w:rPr>
        </w:r>
        <w:r w:rsidR="00171596">
          <w:rPr>
            <w:noProof/>
            <w:webHidden/>
          </w:rPr>
          <w:fldChar w:fldCharType="separate"/>
        </w:r>
        <w:r w:rsidR="00C852F4">
          <w:rPr>
            <w:noProof/>
            <w:webHidden/>
          </w:rPr>
          <w:t>20</w:t>
        </w:r>
        <w:r w:rsidR="00171596">
          <w:rPr>
            <w:noProof/>
            <w:webHidden/>
          </w:rPr>
          <w:fldChar w:fldCharType="end"/>
        </w:r>
      </w:hyperlink>
    </w:p>
    <w:p w14:paraId="7C2EC5FB" w14:textId="5A892554" w:rsidR="00171596" w:rsidRDefault="00EA7F9F">
      <w:pPr>
        <w:pStyle w:val="TOC3"/>
        <w:rPr>
          <w:rFonts w:eastAsiaTheme="minorEastAsia"/>
          <w:i w:val="0"/>
          <w:iCs w:val="0"/>
          <w:noProof/>
          <w:sz w:val="22"/>
          <w:szCs w:val="22"/>
          <w:lang w:eastAsia="sk-SK"/>
        </w:rPr>
      </w:pPr>
      <w:hyperlink w:anchor="_Toc34734244"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MIESTO DODANIA PREDMETU ZÁKAZKY</w:t>
        </w:r>
        <w:r w:rsidR="00171596">
          <w:rPr>
            <w:noProof/>
            <w:webHidden/>
          </w:rPr>
          <w:tab/>
        </w:r>
        <w:r w:rsidR="00171596">
          <w:rPr>
            <w:noProof/>
            <w:webHidden/>
          </w:rPr>
          <w:fldChar w:fldCharType="begin"/>
        </w:r>
        <w:r w:rsidR="00171596">
          <w:rPr>
            <w:noProof/>
            <w:webHidden/>
          </w:rPr>
          <w:instrText xml:space="preserve"> PAGEREF _Toc34734244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296E1F8D" w14:textId="2AEBB240" w:rsidR="00171596" w:rsidRDefault="00EA7F9F">
      <w:pPr>
        <w:pStyle w:val="TOC3"/>
        <w:rPr>
          <w:rFonts w:eastAsiaTheme="minorEastAsia"/>
          <w:i w:val="0"/>
          <w:iCs w:val="0"/>
          <w:noProof/>
          <w:sz w:val="22"/>
          <w:szCs w:val="22"/>
          <w:lang w:eastAsia="sk-SK"/>
        </w:rPr>
      </w:pPr>
      <w:hyperlink w:anchor="_Toc34734245" w:history="1">
        <w:r w:rsidR="00171596" w:rsidRPr="00FD2ABA">
          <w:rPr>
            <w:rStyle w:val="Hyperlink"/>
            <w:rFonts w:cs="Times New Roman"/>
            <w:noProof/>
          </w:rPr>
          <w:t>4</w:t>
        </w:r>
        <w:r w:rsidR="00171596">
          <w:rPr>
            <w:rFonts w:eastAsiaTheme="minorEastAsia"/>
            <w:i w:val="0"/>
            <w:iCs w:val="0"/>
            <w:noProof/>
            <w:sz w:val="22"/>
            <w:szCs w:val="22"/>
            <w:lang w:eastAsia="sk-SK"/>
          </w:rPr>
          <w:tab/>
        </w:r>
        <w:r w:rsidR="00171596" w:rsidRPr="00FD2ABA">
          <w:rPr>
            <w:rStyle w:val="Hyperlink"/>
            <w:noProof/>
          </w:rPr>
          <w:t>TERMÍN DODANIA PREDMETU ZÁKAZKY</w:t>
        </w:r>
        <w:r w:rsidR="00171596">
          <w:rPr>
            <w:noProof/>
            <w:webHidden/>
          </w:rPr>
          <w:tab/>
        </w:r>
        <w:r w:rsidR="00171596">
          <w:rPr>
            <w:noProof/>
            <w:webHidden/>
          </w:rPr>
          <w:fldChar w:fldCharType="begin"/>
        </w:r>
        <w:r w:rsidR="00171596">
          <w:rPr>
            <w:noProof/>
            <w:webHidden/>
          </w:rPr>
          <w:instrText xml:space="preserve"> PAGEREF _Toc34734245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00BD3753" w14:textId="471D7991" w:rsidR="00171596" w:rsidRDefault="00EA7F9F">
      <w:pPr>
        <w:pStyle w:val="TOC3"/>
        <w:rPr>
          <w:rFonts w:eastAsiaTheme="minorEastAsia"/>
          <w:i w:val="0"/>
          <w:iCs w:val="0"/>
          <w:noProof/>
          <w:sz w:val="22"/>
          <w:szCs w:val="22"/>
          <w:lang w:eastAsia="sk-SK"/>
        </w:rPr>
      </w:pPr>
      <w:hyperlink w:anchor="_Toc34734246" w:history="1">
        <w:r w:rsidR="00171596" w:rsidRPr="00FD2ABA">
          <w:rPr>
            <w:rStyle w:val="Hyperlink"/>
            <w:rFonts w:cs="Times New Roman"/>
            <w:noProof/>
          </w:rPr>
          <w:t>5</w:t>
        </w:r>
        <w:r w:rsidR="00171596">
          <w:rPr>
            <w:rFonts w:eastAsiaTheme="minorEastAsia"/>
            <w:i w:val="0"/>
            <w:iCs w:val="0"/>
            <w:noProof/>
            <w:sz w:val="22"/>
            <w:szCs w:val="22"/>
            <w:lang w:eastAsia="sk-SK"/>
          </w:rPr>
          <w:tab/>
        </w:r>
        <w:r w:rsidR="00171596" w:rsidRPr="00FD2ABA">
          <w:rPr>
            <w:rStyle w:val="Hyperlink"/>
            <w:noProof/>
          </w:rPr>
          <w:t>Ostatné podmienky realizácie predmetu zákazky</w:t>
        </w:r>
        <w:r w:rsidR="00171596">
          <w:rPr>
            <w:noProof/>
            <w:webHidden/>
          </w:rPr>
          <w:tab/>
        </w:r>
        <w:r w:rsidR="00171596">
          <w:rPr>
            <w:noProof/>
            <w:webHidden/>
          </w:rPr>
          <w:fldChar w:fldCharType="begin"/>
        </w:r>
        <w:r w:rsidR="00171596">
          <w:rPr>
            <w:noProof/>
            <w:webHidden/>
          </w:rPr>
          <w:instrText xml:space="preserve"> PAGEREF _Toc34734246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7600091F" w14:textId="78215E9F" w:rsidR="00171596" w:rsidRDefault="00EA7F9F">
      <w:pPr>
        <w:pStyle w:val="TOC1"/>
        <w:rPr>
          <w:rFonts w:asciiTheme="minorHAnsi" w:eastAsiaTheme="minorEastAsia" w:hAnsiTheme="minorHAnsi" w:cstheme="minorBidi"/>
          <w:b w:val="0"/>
          <w:bCs w:val="0"/>
          <w:caps w:val="0"/>
          <w:sz w:val="22"/>
          <w:szCs w:val="22"/>
          <w:lang w:eastAsia="sk-SK"/>
        </w:rPr>
      </w:pPr>
      <w:hyperlink w:anchor="_Toc34734247" w:history="1">
        <w:r w:rsidR="00171596" w:rsidRPr="00FD2ABA">
          <w:rPr>
            <w:rStyle w:val="Hyperlink"/>
          </w:rPr>
          <w:t>ČASŤ C</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Spôsob určenia ceny a nákladov</w:t>
        </w:r>
        <w:r w:rsidR="00171596">
          <w:rPr>
            <w:webHidden/>
          </w:rPr>
          <w:tab/>
        </w:r>
        <w:r w:rsidR="00171596">
          <w:rPr>
            <w:webHidden/>
          </w:rPr>
          <w:fldChar w:fldCharType="begin"/>
        </w:r>
        <w:r w:rsidR="00171596">
          <w:rPr>
            <w:webHidden/>
          </w:rPr>
          <w:instrText xml:space="preserve"> PAGEREF _Toc34734247 \h </w:instrText>
        </w:r>
        <w:r w:rsidR="00171596">
          <w:rPr>
            <w:webHidden/>
          </w:rPr>
        </w:r>
        <w:r w:rsidR="00171596">
          <w:rPr>
            <w:webHidden/>
          </w:rPr>
          <w:fldChar w:fldCharType="separate"/>
        </w:r>
        <w:r w:rsidR="00C852F4">
          <w:rPr>
            <w:webHidden/>
          </w:rPr>
          <w:t>23</w:t>
        </w:r>
        <w:r w:rsidR="00171596">
          <w:rPr>
            <w:webHidden/>
          </w:rPr>
          <w:fldChar w:fldCharType="end"/>
        </w:r>
      </w:hyperlink>
    </w:p>
    <w:p w14:paraId="7A6ADD46" w14:textId="056C0B42" w:rsidR="00171596" w:rsidRDefault="00EA7F9F">
      <w:pPr>
        <w:pStyle w:val="TOC3"/>
        <w:rPr>
          <w:rFonts w:eastAsiaTheme="minorEastAsia"/>
          <w:i w:val="0"/>
          <w:iCs w:val="0"/>
          <w:noProof/>
          <w:sz w:val="22"/>
          <w:szCs w:val="22"/>
          <w:lang w:eastAsia="sk-SK"/>
        </w:rPr>
      </w:pPr>
      <w:hyperlink w:anchor="_Toc34734248"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Stanovenie ceny za Predmet zákazky a nákladov na prevádzku</w:t>
        </w:r>
        <w:r w:rsidR="00171596">
          <w:rPr>
            <w:noProof/>
            <w:webHidden/>
          </w:rPr>
          <w:tab/>
        </w:r>
        <w:r w:rsidR="00171596">
          <w:rPr>
            <w:noProof/>
            <w:webHidden/>
          </w:rPr>
          <w:fldChar w:fldCharType="begin"/>
        </w:r>
        <w:r w:rsidR="00171596">
          <w:rPr>
            <w:noProof/>
            <w:webHidden/>
          </w:rPr>
          <w:instrText xml:space="preserve"> PAGEREF _Toc34734248 \h </w:instrText>
        </w:r>
        <w:r w:rsidR="00171596">
          <w:rPr>
            <w:noProof/>
            <w:webHidden/>
          </w:rPr>
        </w:r>
        <w:r w:rsidR="00171596">
          <w:rPr>
            <w:noProof/>
            <w:webHidden/>
          </w:rPr>
          <w:fldChar w:fldCharType="separate"/>
        </w:r>
        <w:r w:rsidR="00C852F4">
          <w:rPr>
            <w:noProof/>
            <w:webHidden/>
          </w:rPr>
          <w:t>23</w:t>
        </w:r>
        <w:r w:rsidR="00171596">
          <w:rPr>
            <w:noProof/>
            <w:webHidden/>
          </w:rPr>
          <w:fldChar w:fldCharType="end"/>
        </w:r>
      </w:hyperlink>
    </w:p>
    <w:p w14:paraId="70B7CB46" w14:textId="069F9E1A" w:rsidR="00171596" w:rsidRDefault="00EA7F9F">
      <w:pPr>
        <w:pStyle w:val="TOC3"/>
        <w:rPr>
          <w:rFonts w:eastAsiaTheme="minorEastAsia"/>
          <w:i w:val="0"/>
          <w:iCs w:val="0"/>
          <w:noProof/>
          <w:sz w:val="22"/>
          <w:szCs w:val="22"/>
          <w:lang w:eastAsia="sk-SK"/>
        </w:rPr>
      </w:pPr>
      <w:hyperlink w:anchor="_Toc34734249"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Predloženie ceny za Predmet zákazky</w:t>
        </w:r>
        <w:r w:rsidR="00171596">
          <w:rPr>
            <w:noProof/>
            <w:webHidden/>
          </w:rPr>
          <w:tab/>
        </w:r>
        <w:r w:rsidR="00171596">
          <w:rPr>
            <w:noProof/>
            <w:webHidden/>
          </w:rPr>
          <w:fldChar w:fldCharType="begin"/>
        </w:r>
        <w:r w:rsidR="00171596">
          <w:rPr>
            <w:noProof/>
            <w:webHidden/>
          </w:rPr>
          <w:instrText xml:space="preserve"> PAGEREF _Toc34734249 \h </w:instrText>
        </w:r>
        <w:r w:rsidR="00171596">
          <w:rPr>
            <w:noProof/>
            <w:webHidden/>
          </w:rPr>
        </w:r>
        <w:r w:rsidR="00171596">
          <w:rPr>
            <w:noProof/>
            <w:webHidden/>
          </w:rPr>
          <w:fldChar w:fldCharType="separate"/>
        </w:r>
        <w:r w:rsidR="00C852F4">
          <w:rPr>
            <w:noProof/>
            <w:webHidden/>
          </w:rPr>
          <w:t>23</w:t>
        </w:r>
        <w:r w:rsidR="00171596">
          <w:rPr>
            <w:noProof/>
            <w:webHidden/>
          </w:rPr>
          <w:fldChar w:fldCharType="end"/>
        </w:r>
      </w:hyperlink>
    </w:p>
    <w:p w14:paraId="55FE3E94" w14:textId="54DD089A" w:rsidR="00171596" w:rsidRDefault="00EA7F9F">
      <w:pPr>
        <w:pStyle w:val="TOC1"/>
        <w:rPr>
          <w:rFonts w:asciiTheme="minorHAnsi" w:eastAsiaTheme="minorEastAsia" w:hAnsiTheme="minorHAnsi" w:cstheme="minorBidi"/>
          <w:b w:val="0"/>
          <w:bCs w:val="0"/>
          <w:caps w:val="0"/>
          <w:sz w:val="22"/>
          <w:szCs w:val="22"/>
          <w:lang w:eastAsia="sk-SK"/>
        </w:rPr>
      </w:pPr>
      <w:hyperlink w:anchor="_Toc34734250" w:history="1">
        <w:r w:rsidR="00171596" w:rsidRPr="00FD2ABA">
          <w:rPr>
            <w:rStyle w:val="Hyperlink"/>
          </w:rPr>
          <w:t>ČASŤ D</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Obchodné podmienky</w:t>
        </w:r>
        <w:r w:rsidR="00171596">
          <w:rPr>
            <w:webHidden/>
          </w:rPr>
          <w:tab/>
        </w:r>
        <w:r w:rsidR="00171596">
          <w:rPr>
            <w:webHidden/>
          </w:rPr>
          <w:fldChar w:fldCharType="begin"/>
        </w:r>
        <w:r w:rsidR="00171596">
          <w:rPr>
            <w:webHidden/>
          </w:rPr>
          <w:instrText xml:space="preserve"> PAGEREF _Toc34734250 \h </w:instrText>
        </w:r>
        <w:r w:rsidR="00171596">
          <w:rPr>
            <w:webHidden/>
          </w:rPr>
        </w:r>
        <w:r w:rsidR="00171596">
          <w:rPr>
            <w:webHidden/>
          </w:rPr>
          <w:fldChar w:fldCharType="separate"/>
        </w:r>
        <w:r w:rsidR="00C852F4">
          <w:rPr>
            <w:webHidden/>
          </w:rPr>
          <w:t>24</w:t>
        </w:r>
        <w:r w:rsidR="00171596">
          <w:rPr>
            <w:webHidden/>
          </w:rPr>
          <w:fldChar w:fldCharType="end"/>
        </w:r>
      </w:hyperlink>
    </w:p>
    <w:p w14:paraId="15B3A13D" w14:textId="16E19A49" w:rsidR="00171596" w:rsidRDefault="00EA7F9F">
      <w:pPr>
        <w:pStyle w:val="TOC3"/>
        <w:rPr>
          <w:rFonts w:eastAsiaTheme="minorEastAsia"/>
          <w:i w:val="0"/>
          <w:iCs w:val="0"/>
          <w:noProof/>
          <w:sz w:val="22"/>
          <w:szCs w:val="22"/>
          <w:lang w:eastAsia="sk-SK"/>
        </w:rPr>
      </w:pPr>
      <w:hyperlink w:anchor="_Toc34734251"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Podmienky uzatvorenia Zmluvy</w:t>
        </w:r>
        <w:r w:rsidR="00171596">
          <w:rPr>
            <w:noProof/>
            <w:webHidden/>
          </w:rPr>
          <w:tab/>
        </w:r>
        <w:r w:rsidR="00171596">
          <w:rPr>
            <w:noProof/>
            <w:webHidden/>
          </w:rPr>
          <w:fldChar w:fldCharType="begin"/>
        </w:r>
        <w:r w:rsidR="00171596">
          <w:rPr>
            <w:noProof/>
            <w:webHidden/>
          </w:rPr>
          <w:instrText xml:space="preserve"> PAGEREF _Toc34734251 \h </w:instrText>
        </w:r>
        <w:r w:rsidR="00171596">
          <w:rPr>
            <w:noProof/>
            <w:webHidden/>
          </w:rPr>
        </w:r>
        <w:r w:rsidR="00171596">
          <w:rPr>
            <w:noProof/>
            <w:webHidden/>
          </w:rPr>
          <w:fldChar w:fldCharType="separate"/>
        </w:r>
        <w:r w:rsidR="00C852F4">
          <w:rPr>
            <w:noProof/>
            <w:webHidden/>
          </w:rPr>
          <w:t>24</w:t>
        </w:r>
        <w:r w:rsidR="00171596">
          <w:rPr>
            <w:noProof/>
            <w:webHidden/>
          </w:rPr>
          <w:fldChar w:fldCharType="end"/>
        </w:r>
      </w:hyperlink>
    </w:p>
    <w:p w14:paraId="273D6319" w14:textId="63F1253A" w:rsidR="00171596" w:rsidRDefault="00EA7F9F">
      <w:pPr>
        <w:pStyle w:val="TOC1"/>
        <w:rPr>
          <w:rFonts w:asciiTheme="minorHAnsi" w:eastAsiaTheme="minorEastAsia" w:hAnsiTheme="minorHAnsi" w:cstheme="minorBidi"/>
          <w:b w:val="0"/>
          <w:bCs w:val="0"/>
          <w:caps w:val="0"/>
          <w:sz w:val="22"/>
          <w:szCs w:val="22"/>
          <w:lang w:eastAsia="sk-SK"/>
        </w:rPr>
      </w:pPr>
      <w:hyperlink w:anchor="_Toc34734252" w:history="1">
        <w:r w:rsidR="00171596" w:rsidRPr="00FD2ABA">
          <w:rPr>
            <w:rStyle w:val="Hyperlink"/>
          </w:rPr>
          <w:t>ČASŤ E</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Kritéria hodnotenia ponúk</w:t>
        </w:r>
        <w:r w:rsidR="00171596">
          <w:rPr>
            <w:webHidden/>
          </w:rPr>
          <w:tab/>
        </w:r>
        <w:r w:rsidR="00171596">
          <w:rPr>
            <w:webHidden/>
          </w:rPr>
          <w:fldChar w:fldCharType="begin"/>
        </w:r>
        <w:r w:rsidR="00171596">
          <w:rPr>
            <w:webHidden/>
          </w:rPr>
          <w:instrText xml:space="preserve"> PAGEREF _Toc34734252 \h </w:instrText>
        </w:r>
        <w:r w:rsidR="00171596">
          <w:rPr>
            <w:webHidden/>
          </w:rPr>
        </w:r>
        <w:r w:rsidR="00171596">
          <w:rPr>
            <w:webHidden/>
          </w:rPr>
          <w:fldChar w:fldCharType="separate"/>
        </w:r>
        <w:r w:rsidR="00C852F4">
          <w:rPr>
            <w:webHidden/>
          </w:rPr>
          <w:t>25</w:t>
        </w:r>
        <w:r w:rsidR="00171596">
          <w:rPr>
            <w:webHidden/>
          </w:rPr>
          <w:fldChar w:fldCharType="end"/>
        </w:r>
      </w:hyperlink>
    </w:p>
    <w:p w14:paraId="790F89EC" w14:textId="403FCA27" w:rsidR="00171596" w:rsidRDefault="00EA7F9F">
      <w:pPr>
        <w:pStyle w:val="TOC3"/>
        <w:rPr>
          <w:rFonts w:eastAsiaTheme="minorEastAsia"/>
          <w:i w:val="0"/>
          <w:iCs w:val="0"/>
          <w:noProof/>
          <w:sz w:val="22"/>
          <w:szCs w:val="22"/>
          <w:lang w:eastAsia="sk-SK"/>
        </w:rPr>
      </w:pPr>
      <w:hyperlink w:anchor="_Toc34734253"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Kritérium na hodnotenie ponúk</w:t>
        </w:r>
        <w:r w:rsidR="00171596">
          <w:rPr>
            <w:noProof/>
            <w:webHidden/>
          </w:rPr>
          <w:tab/>
        </w:r>
        <w:r w:rsidR="00171596">
          <w:rPr>
            <w:noProof/>
            <w:webHidden/>
          </w:rPr>
          <w:fldChar w:fldCharType="begin"/>
        </w:r>
        <w:r w:rsidR="00171596">
          <w:rPr>
            <w:noProof/>
            <w:webHidden/>
          </w:rPr>
          <w:instrText xml:space="preserve"> PAGEREF _Toc34734253 \h </w:instrText>
        </w:r>
        <w:r w:rsidR="00171596">
          <w:rPr>
            <w:noProof/>
            <w:webHidden/>
          </w:rPr>
        </w:r>
        <w:r w:rsidR="00171596">
          <w:rPr>
            <w:noProof/>
            <w:webHidden/>
          </w:rPr>
          <w:fldChar w:fldCharType="separate"/>
        </w:r>
        <w:r w:rsidR="00C852F4">
          <w:rPr>
            <w:noProof/>
            <w:webHidden/>
          </w:rPr>
          <w:t>25</w:t>
        </w:r>
        <w:r w:rsidR="00171596">
          <w:rPr>
            <w:noProof/>
            <w:webHidden/>
          </w:rPr>
          <w:fldChar w:fldCharType="end"/>
        </w:r>
      </w:hyperlink>
    </w:p>
    <w:p w14:paraId="642B2CC0" w14:textId="779B00F9" w:rsidR="00171596" w:rsidRDefault="00EA7F9F">
      <w:pPr>
        <w:pStyle w:val="TOC3"/>
        <w:rPr>
          <w:rFonts w:eastAsiaTheme="minorEastAsia"/>
          <w:i w:val="0"/>
          <w:iCs w:val="0"/>
          <w:noProof/>
          <w:sz w:val="22"/>
          <w:szCs w:val="22"/>
          <w:lang w:eastAsia="sk-SK"/>
        </w:rPr>
      </w:pPr>
      <w:hyperlink w:anchor="_Toc34734254"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Spôsob hodnotenia ponúk</w:t>
        </w:r>
        <w:r w:rsidR="00171596">
          <w:rPr>
            <w:noProof/>
            <w:webHidden/>
          </w:rPr>
          <w:tab/>
        </w:r>
        <w:r w:rsidR="00171596">
          <w:rPr>
            <w:noProof/>
            <w:webHidden/>
          </w:rPr>
          <w:fldChar w:fldCharType="begin"/>
        </w:r>
        <w:r w:rsidR="00171596">
          <w:rPr>
            <w:noProof/>
            <w:webHidden/>
          </w:rPr>
          <w:instrText xml:space="preserve"> PAGEREF _Toc34734254 \h </w:instrText>
        </w:r>
        <w:r w:rsidR="00171596">
          <w:rPr>
            <w:noProof/>
            <w:webHidden/>
          </w:rPr>
        </w:r>
        <w:r w:rsidR="00171596">
          <w:rPr>
            <w:noProof/>
            <w:webHidden/>
          </w:rPr>
          <w:fldChar w:fldCharType="separate"/>
        </w:r>
        <w:r w:rsidR="00C852F4">
          <w:rPr>
            <w:noProof/>
            <w:webHidden/>
          </w:rPr>
          <w:t>25</w:t>
        </w:r>
        <w:r w:rsidR="00171596">
          <w:rPr>
            <w:noProof/>
            <w:webHidden/>
          </w:rPr>
          <w:fldChar w:fldCharType="end"/>
        </w:r>
      </w:hyperlink>
    </w:p>
    <w:p w14:paraId="6760B211" w14:textId="4AE3A1DF" w:rsidR="00171596" w:rsidRDefault="00EA7F9F">
      <w:pPr>
        <w:pStyle w:val="TOC1"/>
        <w:rPr>
          <w:rFonts w:asciiTheme="minorHAnsi" w:eastAsiaTheme="minorEastAsia" w:hAnsiTheme="minorHAnsi" w:cstheme="minorBidi"/>
          <w:b w:val="0"/>
          <w:bCs w:val="0"/>
          <w:caps w:val="0"/>
          <w:sz w:val="22"/>
          <w:szCs w:val="22"/>
          <w:lang w:eastAsia="sk-SK"/>
        </w:rPr>
      </w:pPr>
      <w:hyperlink w:anchor="_Toc34734255" w:history="1">
        <w:r w:rsidR="00171596" w:rsidRPr="00FD2ABA">
          <w:rPr>
            <w:rStyle w:val="Hyperlink"/>
          </w:rPr>
          <w:t>ČASŤ F</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Podmienky elektronickej aukcie</w:t>
        </w:r>
        <w:r w:rsidR="00171596">
          <w:rPr>
            <w:webHidden/>
          </w:rPr>
          <w:tab/>
        </w:r>
        <w:r w:rsidR="00171596">
          <w:rPr>
            <w:webHidden/>
          </w:rPr>
          <w:fldChar w:fldCharType="begin"/>
        </w:r>
        <w:r w:rsidR="00171596">
          <w:rPr>
            <w:webHidden/>
          </w:rPr>
          <w:instrText xml:space="preserve"> PAGEREF _Toc34734255 \h </w:instrText>
        </w:r>
        <w:r w:rsidR="00171596">
          <w:rPr>
            <w:webHidden/>
          </w:rPr>
        </w:r>
        <w:r w:rsidR="00171596">
          <w:rPr>
            <w:webHidden/>
          </w:rPr>
          <w:fldChar w:fldCharType="separate"/>
        </w:r>
        <w:r w:rsidR="00C852F4">
          <w:rPr>
            <w:webHidden/>
          </w:rPr>
          <w:t>26</w:t>
        </w:r>
        <w:r w:rsidR="00171596">
          <w:rPr>
            <w:webHidden/>
          </w:rPr>
          <w:fldChar w:fldCharType="end"/>
        </w:r>
      </w:hyperlink>
    </w:p>
    <w:p w14:paraId="039C1ABC" w14:textId="507FD2D4" w:rsidR="00171596" w:rsidRDefault="00EA7F9F">
      <w:pPr>
        <w:pStyle w:val="TOC3"/>
        <w:rPr>
          <w:rFonts w:eastAsiaTheme="minorEastAsia"/>
          <w:i w:val="0"/>
          <w:iCs w:val="0"/>
          <w:noProof/>
          <w:sz w:val="22"/>
          <w:szCs w:val="22"/>
          <w:lang w:eastAsia="sk-SK"/>
        </w:rPr>
      </w:pPr>
      <w:hyperlink w:anchor="_Toc34734256"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Všeobecné informácie</w:t>
        </w:r>
        <w:r w:rsidR="00171596">
          <w:rPr>
            <w:noProof/>
            <w:webHidden/>
          </w:rPr>
          <w:tab/>
        </w:r>
        <w:r w:rsidR="00171596">
          <w:rPr>
            <w:noProof/>
            <w:webHidden/>
          </w:rPr>
          <w:fldChar w:fldCharType="begin"/>
        </w:r>
        <w:r w:rsidR="00171596">
          <w:rPr>
            <w:noProof/>
            <w:webHidden/>
          </w:rPr>
          <w:instrText xml:space="preserve"> PAGEREF _Toc34734256 \h </w:instrText>
        </w:r>
        <w:r w:rsidR="00171596">
          <w:rPr>
            <w:noProof/>
            <w:webHidden/>
          </w:rPr>
        </w:r>
        <w:r w:rsidR="00171596">
          <w:rPr>
            <w:noProof/>
            <w:webHidden/>
          </w:rPr>
          <w:fldChar w:fldCharType="separate"/>
        </w:r>
        <w:r w:rsidR="00C852F4">
          <w:rPr>
            <w:noProof/>
            <w:webHidden/>
          </w:rPr>
          <w:t>26</w:t>
        </w:r>
        <w:r w:rsidR="00171596">
          <w:rPr>
            <w:noProof/>
            <w:webHidden/>
          </w:rPr>
          <w:fldChar w:fldCharType="end"/>
        </w:r>
      </w:hyperlink>
    </w:p>
    <w:p w14:paraId="16BA48A2" w14:textId="58A1DDB9" w:rsidR="00171596" w:rsidRDefault="00EA7F9F">
      <w:pPr>
        <w:pStyle w:val="TOC3"/>
        <w:rPr>
          <w:rFonts w:eastAsiaTheme="minorEastAsia"/>
          <w:i w:val="0"/>
          <w:iCs w:val="0"/>
          <w:noProof/>
          <w:sz w:val="22"/>
          <w:szCs w:val="22"/>
          <w:lang w:eastAsia="sk-SK"/>
        </w:rPr>
      </w:pPr>
      <w:hyperlink w:anchor="_Toc34734257"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Priebeh aukcie</w:t>
        </w:r>
        <w:r w:rsidR="00171596">
          <w:rPr>
            <w:noProof/>
            <w:webHidden/>
          </w:rPr>
          <w:tab/>
        </w:r>
        <w:r w:rsidR="00171596">
          <w:rPr>
            <w:noProof/>
            <w:webHidden/>
          </w:rPr>
          <w:fldChar w:fldCharType="begin"/>
        </w:r>
        <w:r w:rsidR="00171596">
          <w:rPr>
            <w:noProof/>
            <w:webHidden/>
          </w:rPr>
          <w:instrText xml:space="preserve"> PAGEREF _Toc34734257 \h </w:instrText>
        </w:r>
        <w:r w:rsidR="00171596">
          <w:rPr>
            <w:noProof/>
            <w:webHidden/>
          </w:rPr>
        </w:r>
        <w:r w:rsidR="00171596">
          <w:rPr>
            <w:noProof/>
            <w:webHidden/>
          </w:rPr>
          <w:fldChar w:fldCharType="separate"/>
        </w:r>
        <w:r w:rsidR="00C852F4">
          <w:rPr>
            <w:noProof/>
            <w:webHidden/>
          </w:rPr>
          <w:t>26</w:t>
        </w:r>
        <w:r w:rsidR="00171596">
          <w:rPr>
            <w:noProof/>
            <w:webHidden/>
          </w:rPr>
          <w:fldChar w:fldCharType="end"/>
        </w:r>
      </w:hyperlink>
    </w:p>
    <w:p w14:paraId="03813A62" w14:textId="7AE012E1" w:rsidR="00171596" w:rsidRDefault="00EA7F9F">
      <w:pPr>
        <w:pStyle w:val="TOC3"/>
        <w:rPr>
          <w:rFonts w:eastAsiaTheme="minorEastAsia"/>
          <w:i w:val="0"/>
          <w:iCs w:val="0"/>
          <w:noProof/>
          <w:sz w:val="22"/>
          <w:szCs w:val="22"/>
          <w:lang w:eastAsia="sk-SK"/>
        </w:rPr>
      </w:pPr>
      <w:hyperlink w:anchor="_Toc34734258"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Ďalšie upozornenia pre účasť v aukcii</w:t>
        </w:r>
        <w:r w:rsidR="00171596">
          <w:rPr>
            <w:noProof/>
            <w:webHidden/>
          </w:rPr>
          <w:tab/>
        </w:r>
        <w:r w:rsidR="00171596">
          <w:rPr>
            <w:noProof/>
            <w:webHidden/>
          </w:rPr>
          <w:fldChar w:fldCharType="begin"/>
        </w:r>
        <w:r w:rsidR="00171596">
          <w:rPr>
            <w:noProof/>
            <w:webHidden/>
          </w:rPr>
          <w:instrText xml:space="preserve"> PAGEREF _Toc34734258 \h </w:instrText>
        </w:r>
        <w:r w:rsidR="00171596">
          <w:rPr>
            <w:noProof/>
            <w:webHidden/>
          </w:rPr>
        </w:r>
        <w:r w:rsidR="00171596">
          <w:rPr>
            <w:noProof/>
            <w:webHidden/>
          </w:rPr>
          <w:fldChar w:fldCharType="separate"/>
        </w:r>
        <w:r w:rsidR="00C852F4">
          <w:rPr>
            <w:noProof/>
            <w:webHidden/>
          </w:rPr>
          <w:t>27</w:t>
        </w:r>
        <w:r w:rsidR="00171596">
          <w:rPr>
            <w:noProof/>
            <w:webHidden/>
          </w:rPr>
          <w:fldChar w:fldCharType="end"/>
        </w:r>
      </w:hyperlink>
    </w:p>
    <w:p w14:paraId="0FA978AD" w14:textId="3E29FC21" w:rsidR="00171596" w:rsidRDefault="00EA7F9F">
      <w:pPr>
        <w:pStyle w:val="TOC1"/>
        <w:rPr>
          <w:rFonts w:asciiTheme="minorHAnsi" w:eastAsiaTheme="minorEastAsia" w:hAnsiTheme="minorHAnsi" w:cstheme="minorBidi"/>
          <w:b w:val="0"/>
          <w:bCs w:val="0"/>
          <w:caps w:val="0"/>
          <w:sz w:val="22"/>
          <w:szCs w:val="22"/>
          <w:lang w:eastAsia="sk-SK"/>
        </w:rPr>
      </w:pPr>
      <w:hyperlink w:anchor="_Toc34734259" w:history="1">
        <w:r w:rsidR="00171596" w:rsidRPr="00FD2ABA">
          <w:rPr>
            <w:rStyle w:val="Hyperlink"/>
          </w:rPr>
          <w:t>ČASŤ G</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Podmienky účasti</w:t>
        </w:r>
        <w:r w:rsidR="00171596">
          <w:rPr>
            <w:webHidden/>
          </w:rPr>
          <w:tab/>
        </w:r>
        <w:r w:rsidR="00171596">
          <w:rPr>
            <w:webHidden/>
          </w:rPr>
          <w:fldChar w:fldCharType="begin"/>
        </w:r>
        <w:r w:rsidR="00171596">
          <w:rPr>
            <w:webHidden/>
          </w:rPr>
          <w:instrText xml:space="preserve"> PAGEREF _Toc34734259 \h </w:instrText>
        </w:r>
        <w:r w:rsidR="00171596">
          <w:rPr>
            <w:webHidden/>
          </w:rPr>
        </w:r>
        <w:r w:rsidR="00171596">
          <w:rPr>
            <w:webHidden/>
          </w:rPr>
          <w:fldChar w:fldCharType="separate"/>
        </w:r>
        <w:r w:rsidR="00C852F4">
          <w:rPr>
            <w:webHidden/>
          </w:rPr>
          <w:t>29</w:t>
        </w:r>
        <w:r w:rsidR="00171596">
          <w:rPr>
            <w:webHidden/>
          </w:rPr>
          <w:fldChar w:fldCharType="end"/>
        </w:r>
      </w:hyperlink>
    </w:p>
    <w:p w14:paraId="73874BBA" w14:textId="67F04FD4" w:rsidR="00171596" w:rsidRDefault="00EA7F9F">
      <w:pPr>
        <w:pStyle w:val="TOC3"/>
        <w:rPr>
          <w:rFonts w:eastAsiaTheme="minorEastAsia"/>
          <w:i w:val="0"/>
          <w:iCs w:val="0"/>
          <w:noProof/>
          <w:sz w:val="22"/>
          <w:szCs w:val="22"/>
          <w:lang w:eastAsia="sk-SK"/>
        </w:rPr>
      </w:pPr>
      <w:hyperlink w:anchor="_Toc34734260"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Osobné postavenie</w:t>
        </w:r>
        <w:r w:rsidR="00171596">
          <w:rPr>
            <w:noProof/>
            <w:webHidden/>
          </w:rPr>
          <w:tab/>
        </w:r>
        <w:r w:rsidR="00171596">
          <w:rPr>
            <w:noProof/>
            <w:webHidden/>
          </w:rPr>
          <w:fldChar w:fldCharType="begin"/>
        </w:r>
        <w:r w:rsidR="00171596">
          <w:rPr>
            <w:noProof/>
            <w:webHidden/>
          </w:rPr>
          <w:instrText xml:space="preserve"> PAGEREF _Toc34734260 \h </w:instrText>
        </w:r>
        <w:r w:rsidR="00171596">
          <w:rPr>
            <w:noProof/>
            <w:webHidden/>
          </w:rPr>
        </w:r>
        <w:r w:rsidR="00171596">
          <w:rPr>
            <w:noProof/>
            <w:webHidden/>
          </w:rPr>
          <w:fldChar w:fldCharType="separate"/>
        </w:r>
        <w:r w:rsidR="00C852F4">
          <w:rPr>
            <w:noProof/>
            <w:webHidden/>
          </w:rPr>
          <w:t>29</w:t>
        </w:r>
        <w:r w:rsidR="00171596">
          <w:rPr>
            <w:noProof/>
            <w:webHidden/>
          </w:rPr>
          <w:fldChar w:fldCharType="end"/>
        </w:r>
      </w:hyperlink>
    </w:p>
    <w:p w14:paraId="28711855" w14:textId="14F9E0A4" w:rsidR="00171596" w:rsidRDefault="00EA7F9F">
      <w:pPr>
        <w:pStyle w:val="TOC3"/>
        <w:rPr>
          <w:rFonts w:eastAsiaTheme="minorEastAsia"/>
          <w:i w:val="0"/>
          <w:iCs w:val="0"/>
          <w:noProof/>
          <w:sz w:val="22"/>
          <w:szCs w:val="22"/>
          <w:lang w:eastAsia="sk-SK"/>
        </w:rPr>
      </w:pPr>
      <w:hyperlink w:anchor="_Toc34734261"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Ekonomické a finančné postavenie</w:t>
        </w:r>
        <w:r w:rsidR="00171596">
          <w:rPr>
            <w:noProof/>
            <w:webHidden/>
          </w:rPr>
          <w:tab/>
        </w:r>
        <w:r w:rsidR="00171596">
          <w:rPr>
            <w:noProof/>
            <w:webHidden/>
          </w:rPr>
          <w:fldChar w:fldCharType="begin"/>
        </w:r>
        <w:r w:rsidR="00171596">
          <w:rPr>
            <w:noProof/>
            <w:webHidden/>
          </w:rPr>
          <w:instrText xml:space="preserve"> PAGEREF _Toc34734261 \h </w:instrText>
        </w:r>
        <w:r w:rsidR="00171596">
          <w:rPr>
            <w:noProof/>
            <w:webHidden/>
          </w:rPr>
        </w:r>
        <w:r w:rsidR="00171596">
          <w:rPr>
            <w:noProof/>
            <w:webHidden/>
          </w:rPr>
          <w:fldChar w:fldCharType="separate"/>
        </w:r>
        <w:r w:rsidR="00C852F4">
          <w:rPr>
            <w:noProof/>
            <w:webHidden/>
          </w:rPr>
          <w:t>29</w:t>
        </w:r>
        <w:r w:rsidR="00171596">
          <w:rPr>
            <w:noProof/>
            <w:webHidden/>
          </w:rPr>
          <w:fldChar w:fldCharType="end"/>
        </w:r>
      </w:hyperlink>
    </w:p>
    <w:p w14:paraId="15BF2ECD" w14:textId="15553780" w:rsidR="00171596" w:rsidRDefault="00EA7F9F">
      <w:pPr>
        <w:pStyle w:val="TOC3"/>
        <w:rPr>
          <w:rFonts w:eastAsiaTheme="minorEastAsia"/>
          <w:i w:val="0"/>
          <w:iCs w:val="0"/>
          <w:noProof/>
          <w:sz w:val="22"/>
          <w:szCs w:val="22"/>
          <w:lang w:eastAsia="sk-SK"/>
        </w:rPr>
      </w:pPr>
      <w:hyperlink w:anchor="_Toc34734262"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Technická a Odborná spôsobilosť</w:t>
        </w:r>
        <w:r w:rsidR="00171596">
          <w:rPr>
            <w:noProof/>
            <w:webHidden/>
          </w:rPr>
          <w:tab/>
        </w:r>
        <w:r w:rsidR="00171596">
          <w:rPr>
            <w:noProof/>
            <w:webHidden/>
          </w:rPr>
          <w:fldChar w:fldCharType="begin"/>
        </w:r>
        <w:r w:rsidR="00171596">
          <w:rPr>
            <w:noProof/>
            <w:webHidden/>
          </w:rPr>
          <w:instrText xml:space="preserve"> PAGEREF _Toc34734262 \h </w:instrText>
        </w:r>
        <w:r w:rsidR="00171596">
          <w:rPr>
            <w:noProof/>
            <w:webHidden/>
          </w:rPr>
        </w:r>
        <w:r w:rsidR="00171596">
          <w:rPr>
            <w:noProof/>
            <w:webHidden/>
          </w:rPr>
          <w:fldChar w:fldCharType="separate"/>
        </w:r>
        <w:r w:rsidR="00C852F4">
          <w:rPr>
            <w:noProof/>
            <w:webHidden/>
          </w:rPr>
          <w:t>30</w:t>
        </w:r>
        <w:r w:rsidR="00171596">
          <w:rPr>
            <w:noProof/>
            <w:webHidden/>
          </w:rPr>
          <w:fldChar w:fldCharType="end"/>
        </w:r>
      </w:hyperlink>
    </w:p>
    <w:p w14:paraId="6273319B" w14:textId="0C7B76D7" w:rsidR="00171596" w:rsidRDefault="00EA7F9F">
      <w:pPr>
        <w:pStyle w:val="TOC1"/>
        <w:rPr>
          <w:rFonts w:asciiTheme="minorHAnsi" w:eastAsiaTheme="minorEastAsia" w:hAnsiTheme="minorHAnsi" w:cstheme="minorBidi"/>
          <w:b w:val="0"/>
          <w:bCs w:val="0"/>
          <w:caps w:val="0"/>
          <w:sz w:val="22"/>
          <w:szCs w:val="22"/>
          <w:lang w:eastAsia="sk-SK"/>
        </w:rPr>
      </w:pPr>
      <w:hyperlink w:anchor="_Toc34734263" w:history="1">
        <w:r w:rsidR="00171596" w:rsidRPr="00FD2ABA">
          <w:rPr>
            <w:rStyle w:val="Hyperlink"/>
          </w:rPr>
          <w:t>SUMARIZÁCIA PRÍLOH SÚŤAŽNÝCH PODKLADOV</w:t>
        </w:r>
        <w:r w:rsidR="00171596">
          <w:rPr>
            <w:webHidden/>
          </w:rPr>
          <w:tab/>
        </w:r>
        <w:r w:rsidR="00171596">
          <w:rPr>
            <w:webHidden/>
          </w:rPr>
          <w:fldChar w:fldCharType="begin"/>
        </w:r>
        <w:r w:rsidR="00171596">
          <w:rPr>
            <w:webHidden/>
          </w:rPr>
          <w:instrText xml:space="preserve"> PAGEREF _Toc34734263 \h </w:instrText>
        </w:r>
        <w:r w:rsidR="00171596">
          <w:rPr>
            <w:webHidden/>
          </w:rPr>
        </w:r>
        <w:r w:rsidR="00171596">
          <w:rPr>
            <w:webHidden/>
          </w:rPr>
          <w:fldChar w:fldCharType="separate"/>
        </w:r>
        <w:r w:rsidR="00C852F4">
          <w:rPr>
            <w:webHidden/>
          </w:rPr>
          <w:t>34</w:t>
        </w:r>
        <w:r w:rsidR="00171596">
          <w:rPr>
            <w:webHidden/>
          </w:rPr>
          <w:fldChar w:fldCharType="end"/>
        </w:r>
      </w:hyperlink>
    </w:p>
    <w:p w14:paraId="18D8CA69" w14:textId="1AB6AC87" w:rsidR="001B3C96" w:rsidRPr="00D10BF0" w:rsidRDefault="00485661" w:rsidP="001B3C96">
      <w:pPr>
        <w:pStyle w:val="Heading1"/>
        <w:numPr>
          <w:ilvl w:val="0"/>
          <w:numId w:val="0"/>
        </w:numPr>
        <w:rPr>
          <w:rFonts w:cs="Times New Roman"/>
          <w:highlight w:val="lightGray"/>
          <w:u w:val="none"/>
        </w:rPr>
      </w:pPr>
      <w:r w:rsidRPr="00D10BF0">
        <w:fldChar w:fldCharType="end"/>
      </w:r>
      <w:bookmarkStart w:id="3" w:name="_Toc4416495"/>
      <w:bookmarkStart w:id="4" w:name="_Toc4416602"/>
      <w:bookmarkStart w:id="5" w:name="_Toc4416896"/>
      <w:bookmarkStart w:id="6" w:name="_Toc4416945"/>
    </w:p>
    <w:p w14:paraId="76C39EF5" w14:textId="4202BDA3" w:rsidR="001B3C96" w:rsidRPr="00D10BF0" w:rsidRDefault="001B3C96">
      <w:pPr>
        <w:spacing w:after="0" w:line="240" w:lineRule="auto"/>
        <w:jc w:val="left"/>
        <w:rPr>
          <w:rFonts w:eastAsiaTheme="majorEastAsia" w:cs="Times New Roman"/>
          <w:b/>
          <w:sz w:val="28"/>
          <w:szCs w:val="28"/>
          <w:highlight w:val="lightGray"/>
        </w:rPr>
      </w:pPr>
      <w:r w:rsidRPr="00D10BF0">
        <w:rPr>
          <w:rFonts w:cs="Times New Roman"/>
          <w:highlight w:val="lightGray"/>
        </w:rPr>
        <w:br w:type="page"/>
      </w:r>
    </w:p>
    <w:p w14:paraId="7A650209" w14:textId="140FE286" w:rsidR="00A9266E" w:rsidRPr="00D10BF0" w:rsidRDefault="00A9266E" w:rsidP="001B3C96">
      <w:pPr>
        <w:pStyle w:val="Heading1"/>
      </w:pPr>
      <w:bookmarkStart w:id="7" w:name="_Toc34734207"/>
      <w:r w:rsidRPr="00D10BF0">
        <w:lastRenderedPageBreak/>
        <w:t>Pokyny pre uchádzačov</w:t>
      </w:r>
      <w:bookmarkEnd w:id="2"/>
      <w:bookmarkEnd w:id="3"/>
      <w:bookmarkEnd w:id="4"/>
      <w:bookmarkEnd w:id="5"/>
      <w:bookmarkEnd w:id="6"/>
      <w:bookmarkEnd w:id="7"/>
    </w:p>
    <w:p w14:paraId="100C0FE1" w14:textId="0E8858B0" w:rsidR="0099084C" w:rsidRPr="00D10BF0" w:rsidRDefault="0099084C" w:rsidP="00EA68B5">
      <w:pPr>
        <w:pStyle w:val="Heading2"/>
      </w:pPr>
      <w:bookmarkStart w:id="8" w:name="_Toc4416496"/>
      <w:bookmarkStart w:id="9" w:name="_Toc4416603"/>
      <w:bookmarkStart w:id="10" w:name="_Toc4416897"/>
      <w:bookmarkStart w:id="11" w:name="_Toc4416946"/>
      <w:bookmarkStart w:id="12" w:name="_Toc34734208"/>
      <w:r w:rsidRPr="00D10BF0">
        <w:t>Všeobecné informácie</w:t>
      </w:r>
      <w:bookmarkEnd w:id="8"/>
      <w:bookmarkEnd w:id="9"/>
      <w:bookmarkEnd w:id="10"/>
      <w:bookmarkEnd w:id="11"/>
      <w:bookmarkEnd w:id="12"/>
    </w:p>
    <w:p w14:paraId="39C9E0EA" w14:textId="5448B5A8" w:rsidR="007D1496" w:rsidRPr="00D10BF0" w:rsidRDefault="001B7673" w:rsidP="00DB3EC1">
      <w:pPr>
        <w:pStyle w:val="Heading3"/>
      </w:pPr>
      <w:bookmarkStart w:id="13" w:name="_Toc4416604"/>
      <w:bookmarkStart w:id="14" w:name="_Toc4416898"/>
      <w:bookmarkStart w:id="15" w:name="_Toc4416947"/>
      <w:bookmarkStart w:id="16" w:name="_Ref4423258"/>
      <w:bookmarkStart w:id="17" w:name="_Toc34734209"/>
      <w:bookmarkStart w:id="18" w:name="_Toc447725742"/>
      <w:r w:rsidRPr="00D10BF0">
        <w:t>Identifikácia osoby</w:t>
      </w:r>
      <w:r w:rsidR="00B53367" w:rsidRPr="00D10BF0">
        <w:t xml:space="preserve"> </w:t>
      </w:r>
      <w:r w:rsidR="00B1661C" w:rsidRPr="00D10BF0">
        <w:t>podľa § 8 ods. 1</w:t>
      </w:r>
      <w:r w:rsidR="00DC30BD" w:rsidRPr="00D10BF0">
        <w:t xml:space="preserve"> </w:t>
      </w:r>
      <w:r w:rsidR="00B1661C" w:rsidRPr="00D10BF0">
        <w:t>ZVO</w:t>
      </w:r>
      <w:bookmarkEnd w:id="13"/>
      <w:bookmarkEnd w:id="14"/>
      <w:bookmarkEnd w:id="15"/>
      <w:bookmarkEnd w:id="16"/>
      <w:bookmarkEnd w:id="17"/>
      <w:r w:rsidRPr="00D10BF0">
        <w:t xml:space="preserve"> </w:t>
      </w:r>
      <w:bookmarkEnd w:id="18"/>
    </w:p>
    <w:p w14:paraId="04C11B7E" w14:textId="6E546342" w:rsidR="00BF09B9" w:rsidRPr="00D10BF0" w:rsidRDefault="00785BCA" w:rsidP="00473971">
      <w:pPr>
        <w:ind w:left="3261" w:hanging="2552"/>
      </w:pPr>
      <w:bookmarkStart w:id="19" w:name="_Toc447725746"/>
      <w:r w:rsidRPr="00D10BF0">
        <w:t>Názov:</w:t>
      </w:r>
      <w:r w:rsidRPr="00D10BF0">
        <w:tab/>
      </w:r>
      <w:r w:rsidR="00D81DE4" w:rsidRPr="00D10BF0">
        <w:rPr>
          <w:b/>
          <w:bCs/>
        </w:rPr>
        <w:t>Združenie obcí – Kráľová pri Senci</w:t>
      </w:r>
      <w:r w:rsidR="005B4F38" w:rsidRPr="00D10BF0">
        <w:rPr>
          <w:b/>
          <w:bCs/>
        </w:rPr>
        <w:t xml:space="preserve"> – Kostolná pri Dunaji – Hrubá Borša</w:t>
      </w:r>
    </w:p>
    <w:p w14:paraId="453DFA35" w14:textId="77777777" w:rsidR="00BF7EFA" w:rsidRPr="00D10BF0" w:rsidRDefault="00785BCA" w:rsidP="00B86BF5">
      <w:pPr>
        <w:ind w:left="3261" w:hanging="2552"/>
      </w:pPr>
      <w:r w:rsidRPr="00D10BF0">
        <w:t>Sídlo:</w:t>
      </w:r>
      <w:r w:rsidRPr="00D10BF0">
        <w:tab/>
      </w:r>
      <w:r w:rsidR="00BF7EFA" w:rsidRPr="00D10BF0">
        <w:t>Kráľová pri Senci 326, 90050 Kráľová pri Senci, Slovenská republika</w:t>
      </w:r>
    </w:p>
    <w:p w14:paraId="0D7BFEA1" w14:textId="56D85B93" w:rsidR="00DA4161" w:rsidRPr="00D10BF0" w:rsidRDefault="00785BCA" w:rsidP="00B86BF5">
      <w:pPr>
        <w:ind w:left="3261" w:hanging="2552"/>
      </w:pPr>
      <w:r w:rsidRPr="00D10BF0">
        <w:t>Štatutárny orgán/štatutár:</w:t>
      </w:r>
      <w:r w:rsidRPr="00D10BF0">
        <w:tab/>
      </w:r>
      <w:r w:rsidR="005B4F38" w:rsidRPr="00D10BF0">
        <w:t xml:space="preserve">JUDr. Dušan Šebok, </w:t>
      </w:r>
      <w:r w:rsidR="00DA4161" w:rsidRPr="00D10BF0">
        <w:t>starosta obce Kráľová pri Senci</w:t>
      </w:r>
    </w:p>
    <w:p w14:paraId="36C058B9" w14:textId="6A8A9B14" w:rsidR="00785BCA" w:rsidRPr="00D10BF0" w:rsidRDefault="005B4F38" w:rsidP="00DA4161">
      <w:pPr>
        <w:ind w:left="3261"/>
      </w:pPr>
      <w:r w:rsidRPr="00D10BF0">
        <w:t>Ing. Igor Šillo</w:t>
      </w:r>
      <w:r w:rsidR="00DA4161" w:rsidRPr="00D10BF0">
        <w:t>, starosta obce Kostolná pri Dunaji</w:t>
      </w:r>
    </w:p>
    <w:p w14:paraId="08EC77FB" w14:textId="37DBEFC7" w:rsidR="00DA4161" w:rsidRPr="00D10BF0" w:rsidRDefault="00DA4161" w:rsidP="00DA4161">
      <w:pPr>
        <w:ind w:left="3261"/>
      </w:pPr>
      <w:r w:rsidRPr="00D10BF0">
        <w:t>Mgr. Ján Klačko, starosta obce Hrubá Borša</w:t>
      </w:r>
    </w:p>
    <w:p w14:paraId="17EAE4A0" w14:textId="3C7B7AFE" w:rsidR="00B86BF5" w:rsidRPr="00D10BF0" w:rsidRDefault="00785BCA" w:rsidP="00473971">
      <w:pPr>
        <w:ind w:left="3261" w:hanging="2552"/>
      </w:pPr>
      <w:r w:rsidRPr="00D10BF0">
        <w:t>IČO:</w:t>
      </w:r>
      <w:r w:rsidRPr="00D10BF0">
        <w:tab/>
      </w:r>
      <w:r w:rsidR="00BF7EFA" w:rsidRPr="00D10BF0">
        <w:t>52820254</w:t>
      </w:r>
    </w:p>
    <w:p w14:paraId="27734CC7" w14:textId="29823EC4" w:rsidR="00785BCA" w:rsidRPr="00D10BF0" w:rsidRDefault="00BF7EFA" w:rsidP="00473971">
      <w:pPr>
        <w:ind w:left="3261" w:hanging="2552"/>
      </w:pPr>
      <w:r w:rsidRPr="00D10BF0">
        <w:t>Združenie zapísané</w:t>
      </w:r>
      <w:r w:rsidR="00785BCA" w:rsidRPr="00D10BF0">
        <w:t>:</w:t>
      </w:r>
      <w:r w:rsidR="00785BCA" w:rsidRPr="00D10BF0">
        <w:tab/>
      </w:r>
      <w:r w:rsidRPr="00D10BF0">
        <w:t>Okresný úrad Bratislava, reg. č. OU-BA-OVVS1-2019/135039</w:t>
      </w:r>
    </w:p>
    <w:p w14:paraId="0D5528BE" w14:textId="5CACD74F" w:rsidR="00785BCA" w:rsidRPr="00D10BF0" w:rsidRDefault="00785BCA" w:rsidP="00473971">
      <w:pPr>
        <w:ind w:left="709"/>
      </w:pPr>
      <w:r w:rsidRPr="00D10BF0">
        <w:t>(ďalej len „</w:t>
      </w:r>
      <w:bookmarkStart w:id="20" w:name="_Hlk519071869"/>
      <w:r w:rsidR="0045160F" w:rsidRPr="00D10BF0">
        <w:rPr>
          <w:b/>
          <w:bCs/>
        </w:rPr>
        <w:t xml:space="preserve">Verejný </w:t>
      </w:r>
      <w:r w:rsidRPr="00D10BF0">
        <w:rPr>
          <w:b/>
          <w:bCs/>
        </w:rPr>
        <w:t>obstarávateľ</w:t>
      </w:r>
      <w:bookmarkEnd w:id="20"/>
      <w:r w:rsidRPr="00D10BF0">
        <w:t>“)</w:t>
      </w:r>
    </w:p>
    <w:p w14:paraId="4229F962" w14:textId="24162D63" w:rsidR="00785BCA" w:rsidRPr="00D10BF0" w:rsidRDefault="00785BCA" w:rsidP="00473971">
      <w:pPr>
        <w:ind w:left="709"/>
      </w:pPr>
      <w:r w:rsidRPr="00D10BF0">
        <w:t>ďalšie informácie o</w:t>
      </w:r>
      <w:r w:rsidRPr="00D10BF0">
        <w:rPr>
          <w:rFonts w:cs="Calibri"/>
        </w:rPr>
        <w:t> </w:t>
      </w:r>
      <w:r w:rsidRPr="00D10BF0">
        <w:t xml:space="preserve">podmienkach </w:t>
      </w:r>
      <w:r w:rsidR="00A04C69" w:rsidRPr="00D10BF0">
        <w:t>Verejn</w:t>
      </w:r>
      <w:r w:rsidRPr="00D10BF0">
        <w:t>ej súťaže môžete získať u:</w:t>
      </w:r>
    </w:p>
    <w:p w14:paraId="3EF960D9" w14:textId="573E266D" w:rsidR="00785BCA" w:rsidRPr="00D10BF0" w:rsidRDefault="00785BCA" w:rsidP="00473971">
      <w:pPr>
        <w:ind w:left="3261" w:hanging="2552"/>
      </w:pPr>
      <w:r w:rsidRPr="00D10BF0">
        <w:t xml:space="preserve">Obchodné meno: </w:t>
      </w:r>
      <w:r w:rsidRPr="00D10BF0">
        <w:tab/>
      </w:r>
      <w:r w:rsidRPr="00D10BF0">
        <w:rPr>
          <w:b/>
          <w:bCs/>
        </w:rPr>
        <w:t xml:space="preserve">Tatra Tender </w:t>
      </w:r>
      <w:proofErr w:type="spellStart"/>
      <w:r w:rsidRPr="00D10BF0">
        <w:rPr>
          <w:b/>
          <w:bCs/>
        </w:rPr>
        <w:t>s.r.o</w:t>
      </w:r>
      <w:proofErr w:type="spellEnd"/>
      <w:r w:rsidRPr="00D10BF0">
        <w:rPr>
          <w:b/>
          <w:bCs/>
        </w:rPr>
        <w:t>.</w:t>
      </w:r>
    </w:p>
    <w:p w14:paraId="000532B0" w14:textId="77777777" w:rsidR="00785BCA" w:rsidRPr="00D10BF0" w:rsidRDefault="00785BCA" w:rsidP="00473971">
      <w:pPr>
        <w:ind w:left="3261" w:hanging="2552"/>
      </w:pPr>
      <w:r w:rsidRPr="00D10BF0">
        <w:t>Sídlo:</w:t>
      </w:r>
      <w:r w:rsidRPr="00D10BF0">
        <w:tab/>
        <w:t>Krčméryho 16, 811 04 Bratislava, Slovenská republika</w:t>
      </w:r>
    </w:p>
    <w:p w14:paraId="627632D9" w14:textId="06550BC0" w:rsidR="00785BCA" w:rsidRPr="00D10BF0" w:rsidRDefault="00785BCA" w:rsidP="00473971">
      <w:pPr>
        <w:ind w:left="3261" w:hanging="2552"/>
      </w:pPr>
      <w:r w:rsidRPr="00D10BF0">
        <w:t>Štatutárny zástupca:</w:t>
      </w:r>
      <w:r w:rsidRPr="00D10BF0">
        <w:tab/>
        <w:t xml:space="preserve">Mgr. Vladimír Oros, konateľ </w:t>
      </w:r>
    </w:p>
    <w:p w14:paraId="6B898F6A" w14:textId="07B08AA9" w:rsidR="00785BCA" w:rsidRPr="00D10BF0" w:rsidRDefault="00785BCA" w:rsidP="00473971">
      <w:pPr>
        <w:ind w:left="3261" w:hanging="2552"/>
      </w:pPr>
      <w:r w:rsidRPr="00D10BF0">
        <w:t>IČO:</w:t>
      </w:r>
      <w:r w:rsidRPr="00D10BF0">
        <w:tab/>
        <w:t>44 119 313</w:t>
      </w:r>
    </w:p>
    <w:p w14:paraId="174FC262" w14:textId="77777777" w:rsidR="00785BCA" w:rsidRPr="00D10BF0" w:rsidRDefault="00785BCA" w:rsidP="00473971">
      <w:pPr>
        <w:ind w:left="3261" w:hanging="2552"/>
      </w:pPr>
      <w:r w:rsidRPr="00D10BF0">
        <w:t>zapísaný:</w:t>
      </w:r>
      <w:r w:rsidRPr="00D10BF0">
        <w:tab/>
        <w:t xml:space="preserve">v Obchodnom registri Okresného súdu Bratislava I, oddiel: </w:t>
      </w:r>
      <w:proofErr w:type="spellStart"/>
      <w:r w:rsidRPr="00D10BF0">
        <w:t>Sro</w:t>
      </w:r>
      <w:proofErr w:type="spellEnd"/>
      <w:r w:rsidRPr="00D10BF0">
        <w:t>, vložka číslo: 51980/B</w:t>
      </w:r>
    </w:p>
    <w:p w14:paraId="69E0DA3A" w14:textId="77777777" w:rsidR="00785BCA" w:rsidRPr="00D10BF0" w:rsidRDefault="00785BCA" w:rsidP="00473971">
      <w:pPr>
        <w:ind w:left="3261" w:hanging="2552"/>
      </w:pPr>
      <w:r w:rsidRPr="00D10BF0">
        <w:t xml:space="preserve">Osoba zodpovedná </w:t>
      </w:r>
    </w:p>
    <w:p w14:paraId="0465C221" w14:textId="77777777" w:rsidR="00473971" w:rsidRPr="00D10BF0" w:rsidRDefault="00785BCA" w:rsidP="00473971">
      <w:pPr>
        <w:ind w:left="3261" w:hanging="2552"/>
      </w:pPr>
      <w:r w:rsidRPr="00D10BF0">
        <w:t xml:space="preserve">za vypracovanie súťažných </w:t>
      </w:r>
    </w:p>
    <w:p w14:paraId="7220DED9" w14:textId="6C061979" w:rsidR="00785BCA" w:rsidRPr="00D10BF0" w:rsidRDefault="00785BCA" w:rsidP="00473971">
      <w:pPr>
        <w:ind w:left="3261" w:hanging="2552"/>
      </w:pPr>
      <w:r w:rsidRPr="00D10BF0">
        <w:t xml:space="preserve">podkladov:          </w:t>
      </w:r>
      <w:r w:rsidRPr="00D10BF0">
        <w:tab/>
      </w:r>
      <w:r w:rsidR="00365A1F" w:rsidRPr="00D10BF0">
        <w:t>JUDr. Tomáš Uríček</w:t>
      </w:r>
    </w:p>
    <w:p w14:paraId="3E71455C" w14:textId="77777777" w:rsidR="00785BCA" w:rsidRPr="00D10BF0" w:rsidRDefault="00785BCA" w:rsidP="00DB3EC1">
      <w:pPr>
        <w:pStyle w:val="Heading3"/>
      </w:pPr>
      <w:bookmarkStart w:id="21" w:name="_Toc447725743"/>
      <w:bookmarkStart w:id="22" w:name="_Toc487700723"/>
      <w:bookmarkStart w:id="23" w:name="_Toc4416605"/>
      <w:bookmarkStart w:id="24" w:name="_Toc4416899"/>
      <w:bookmarkStart w:id="25" w:name="_Toc4416948"/>
      <w:bookmarkStart w:id="26" w:name="_Toc34734210"/>
      <w:r w:rsidRPr="00D10BF0">
        <w:t>Predmet zákazky</w:t>
      </w:r>
      <w:bookmarkEnd w:id="21"/>
      <w:bookmarkEnd w:id="22"/>
      <w:bookmarkEnd w:id="23"/>
      <w:bookmarkEnd w:id="24"/>
      <w:bookmarkEnd w:id="25"/>
      <w:bookmarkEnd w:id="26"/>
    </w:p>
    <w:p w14:paraId="0C4089B0" w14:textId="11B6B571" w:rsidR="00E93616" w:rsidRPr="00D10BF0" w:rsidRDefault="00E93616" w:rsidP="001E5CF9">
      <w:pPr>
        <w:pStyle w:val="Heading4"/>
      </w:pPr>
      <w:r w:rsidRPr="00D10BF0">
        <w:t xml:space="preserve">Predmetom zákazky </w:t>
      </w:r>
      <w:r w:rsidR="001A16D2" w:rsidRPr="00D10BF0">
        <w:t>je vybudovanie kanalizácie a čistiarne odpadových vôd</w:t>
      </w:r>
      <w:r w:rsidR="00CB22A7" w:rsidRPr="00D10BF0">
        <w:t xml:space="preserve"> v obciach</w:t>
      </w:r>
      <w:r w:rsidR="001A16D2" w:rsidRPr="00D10BF0">
        <w:t xml:space="preserve"> Kráľová pri Senci, Kostolná pri Dunaji a Hrubá Borša </w:t>
      </w:r>
      <w:r w:rsidR="00FD0876" w:rsidRPr="00D10BF0">
        <w:t>(ďalej aj ako „</w:t>
      </w:r>
      <w:r w:rsidR="00FD0876" w:rsidRPr="00D10BF0">
        <w:rPr>
          <w:b/>
          <w:bCs/>
        </w:rPr>
        <w:t>Predmet zákazky</w:t>
      </w:r>
      <w:r w:rsidR="00FD0876" w:rsidRPr="00D10BF0">
        <w:t>“)</w:t>
      </w:r>
      <w:r w:rsidRPr="00D10BF0">
        <w:t>.</w:t>
      </w:r>
    </w:p>
    <w:p w14:paraId="0B96ABD7" w14:textId="1D9C06A0" w:rsidR="00785BCA" w:rsidRPr="00D10BF0" w:rsidRDefault="00404E66" w:rsidP="001E5CF9">
      <w:pPr>
        <w:pStyle w:val="Heading4"/>
      </w:pPr>
      <w:r w:rsidRPr="00D10BF0">
        <w:t xml:space="preserve">Hlavný kód </w:t>
      </w:r>
      <w:r w:rsidR="00785BCA" w:rsidRPr="00D10BF0">
        <w:t>CPV:</w:t>
      </w:r>
    </w:p>
    <w:p w14:paraId="37495015" w14:textId="40EF8503" w:rsidR="00FD0876" w:rsidRPr="00D10BF0" w:rsidRDefault="00FD0876" w:rsidP="00FD0876">
      <w:pPr>
        <w:ind w:left="709"/>
      </w:pPr>
      <w:r w:rsidRPr="00D10BF0">
        <w:t xml:space="preserve">45000000-7 Stavebné práce </w:t>
      </w:r>
    </w:p>
    <w:p w14:paraId="2E4B136D" w14:textId="2F7A1409" w:rsidR="00785BCA" w:rsidRPr="00D10BF0" w:rsidRDefault="00404E66" w:rsidP="00427C68">
      <w:pPr>
        <w:ind w:left="3261" w:hanging="2552"/>
      </w:pPr>
      <w:r w:rsidRPr="00D10BF0">
        <w:t>Dodatočné k</w:t>
      </w:r>
      <w:r w:rsidR="00785BCA" w:rsidRPr="00D10BF0">
        <w:t>ód</w:t>
      </w:r>
      <w:r w:rsidRPr="00D10BF0">
        <w:t xml:space="preserve">y </w:t>
      </w:r>
      <w:r w:rsidR="00785BCA" w:rsidRPr="00D10BF0">
        <w:t xml:space="preserve">CPV: </w:t>
      </w:r>
    </w:p>
    <w:bookmarkStart w:id="27" w:name="_Toc487700724"/>
    <w:bookmarkStart w:id="28" w:name="_Toc4416606"/>
    <w:bookmarkStart w:id="29" w:name="_Toc4416900"/>
    <w:bookmarkStart w:id="30" w:name="_Toc4416949"/>
    <w:p w14:paraId="7CB28C47" w14:textId="3FCE952A" w:rsidR="00FD0876" w:rsidRDefault="00FD0876" w:rsidP="00E93616">
      <w:pPr>
        <w:ind w:left="3261" w:hanging="2552"/>
      </w:pPr>
      <w:r w:rsidRPr="00D10BF0">
        <w:fldChar w:fldCharType="begin"/>
      </w:r>
      <w:r w:rsidRPr="00D10BF0">
        <w:instrText xml:space="preserve"> HYPERLINK "https://www.uvostat.sk/cpvkod/6690" </w:instrText>
      </w:r>
      <w:r w:rsidRPr="00D10BF0">
        <w:fldChar w:fldCharType="separate"/>
      </w:r>
      <w:r w:rsidRPr="00D10BF0">
        <w:rPr>
          <w:rStyle w:val="Hyperlink"/>
        </w:rPr>
        <w:t>45232400-6</w:t>
      </w:r>
      <w:r w:rsidRPr="00D10BF0">
        <w:rPr>
          <w:rStyle w:val="Hyperlink"/>
        </w:rPr>
        <w:fldChar w:fldCharType="end"/>
      </w:r>
      <w:r w:rsidRPr="00D10BF0">
        <w:t xml:space="preserve"> Stavebné práce na stavbe kanalizácie </w:t>
      </w:r>
    </w:p>
    <w:p w14:paraId="4A7B0DBD" w14:textId="56CB91D4" w:rsidR="006065AB" w:rsidRPr="00D10BF0" w:rsidRDefault="00FD11F7" w:rsidP="006065AB">
      <w:pPr>
        <w:ind w:left="3261" w:hanging="2552"/>
      </w:pPr>
      <w:r w:rsidRPr="00FD11F7">
        <w:t>45252127-4</w:t>
      </w:r>
      <w:r w:rsidR="006065AB">
        <w:t xml:space="preserve"> </w:t>
      </w:r>
      <w:r w:rsidRPr="00FD11F7">
        <w:t>Stavebné práce na čističkách odpadových vôd</w:t>
      </w:r>
    </w:p>
    <w:p w14:paraId="1134F88B" w14:textId="462D3360" w:rsidR="00785BCA" w:rsidRPr="00D10BF0" w:rsidRDefault="00785BCA" w:rsidP="00DB3EC1">
      <w:pPr>
        <w:pStyle w:val="Heading3"/>
      </w:pPr>
      <w:bookmarkStart w:id="31" w:name="_Toc34734211"/>
      <w:r w:rsidRPr="00D10BF0">
        <w:t>Komplexnosť dodávky</w:t>
      </w:r>
      <w:bookmarkEnd w:id="27"/>
      <w:r w:rsidR="0021085A" w:rsidRPr="00D10BF0">
        <w:t xml:space="preserve"> a </w:t>
      </w:r>
      <w:bookmarkEnd w:id="28"/>
      <w:bookmarkEnd w:id="29"/>
      <w:bookmarkEnd w:id="30"/>
      <w:r w:rsidR="00EF7AA1" w:rsidRPr="00D10BF0">
        <w:t>odôvodnenie ner</w:t>
      </w:r>
      <w:r w:rsidR="00CB4173" w:rsidRPr="00D10BF0">
        <w:t>o</w:t>
      </w:r>
      <w:r w:rsidR="00EF7AA1" w:rsidRPr="00D10BF0">
        <w:t>zdelenia zákazky</w:t>
      </w:r>
      <w:bookmarkEnd w:id="31"/>
    </w:p>
    <w:p w14:paraId="2BFDC931" w14:textId="7A70ECF6" w:rsidR="00D51106" w:rsidRDefault="00D51106" w:rsidP="001E5CF9">
      <w:pPr>
        <w:pStyle w:val="Heading4"/>
      </w:pPr>
      <w:bookmarkStart w:id="32" w:name="_Toc487700725"/>
      <w:bookmarkStart w:id="33" w:name="_Toc4416607"/>
      <w:bookmarkStart w:id="34" w:name="_Toc4416901"/>
      <w:bookmarkStart w:id="35" w:name="_Toc4416950"/>
      <w:r w:rsidRPr="00D10BF0">
        <w:t>Uchádzač predloží ponuku na celý Predmet zákazky.</w:t>
      </w:r>
    </w:p>
    <w:p w14:paraId="593F8DBB" w14:textId="0B50DFA1" w:rsidR="00982361" w:rsidRDefault="00982361" w:rsidP="001E5CF9">
      <w:pPr>
        <w:pStyle w:val="Heading4"/>
      </w:pPr>
      <w:r>
        <w:t>Zákazka je zadávaná ako celok z</w:t>
      </w:r>
      <w:r w:rsidR="00516F79">
        <w:t> </w:t>
      </w:r>
      <w:r>
        <w:t>dôvodu</w:t>
      </w:r>
      <w:r w:rsidR="00516F79">
        <w:t xml:space="preserve">, že jej rozdelením na jednotlivé územia jednotlivých obcí, resp. rozdelením samostatne na zhotovenie kanalizácií a samostatne čistiarne odpadových vôd, by </w:t>
      </w:r>
      <w:r w:rsidR="00BC39D8">
        <w:t xml:space="preserve">mohlo </w:t>
      </w:r>
      <w:r w:rsidR="00372E24">
        <w:t>dôjsť k zmareniu účelu realizácie</w:t>
      </w:r>
      <w:r w:rsidR="00BC39D8">
        <w:t xml:space="preserve"> celého projektu. Jednotlivé kanalizácie obcí totiž na seba nadväzujú </w:t>
      </w:r>
      <w:r w:rsidR="00372E24">
        <w:t xml:space="preserve">(jedna sa vlieva do druhej) </w:t>
      </w:r>
      <w:r w:rsidR="00BC39D8">
        <w:t xml:space="preserve">a bez zhotovenia jednej nemá dôvod zhotovovať iné, pretože by sa nemali kam napojiť. </w:t>
      </w:r>
      <w:r w:rsidR="00372E24">
        <w:t xml:space="preserve">To isté platí aj s čistiarňou odpadových vôd, do ktorej všetky </w:t>
      </w:r>
      <w:r w:rsidR="00372E24">
        <w:lastRenderedPageBreak/>
        <w:t xml:space="preserve">majú ústiť. </w:t>
      </w:r>
      <w:r w:rsidR="00BC39D8">
        <w:t xml:space="preserve">Zároveň čistiareň odpadových </w:t>
      </w:r>
      <w:r w:rsidR="006065AB">
        <w:t xml:space="preserve">vôd </w:t>
      </w:r>
      <w:r w:rsidR="00BC39D8">
        <w:t xml:space="preserve">je dimenzovaná tak, aby slúžila pre všetky tri obce. Pokiaľ by </w:t>
      </w:r>
      <w:r w:rsidR="00145EC5">
        <w:t>napríklad zlyhalo obstarávania čistiarne odpadových vôd došlo by k nehospodárnemu vynakladaniu verejných prostriedkov na realizáciu kanalizácií, ktoré by nemali kam ústiť.</w:t>
      </w:r>
      <w:r w:rsidR="00442D02">
        <w:t xml:space="preserve"> Obdobne, len naopak by tomu bolo, ak by sa postavila čistiareň odpadových vôd a nepostavili by sa kanalizácie.</w:t>
      </w:r>
      <w:r w:rsidR="00E974A5">
        <w:t xml:space="preserve"> Rozdelenie Predmetu zákazky menšie celky </w:t>
      </w:r>
      <w:r w:rsidR="00F33E0A">
        <w:t xml:space="preserve">– samostatné kanalizácie a ČOV - </w:t>
      </w:r>
      <w:r w:rsidR="00E974A5">
        <w:t xml:space="preserve">by preto prakticky znemožnilo synchronizovanú výstavbu všetkých celkov projektu v jednom čase tak, aby </w:t>
      </w:r>
      <w:r w:rsidR="00F33E0A">
        <w:t>nebola ohrozená nie len ich realizácia, ale aj ich praktické užívanie.</w:t>
      </w:r>
    </w:p>
    <w:p w14:paraId="4FE0FC46" w14:textId="0620CF46" w:rsidR="00442D02" w:rsidRPr="00982361" w:rsidRDefault="00442D02" w:rsidP="001E5CF9">
      <w:pPr>
        <w:pStyle w:val="Heading4"/>
      </w:pPr>
      <w:r>
        <w:t xml:space="preserve">Ďalším dôvodom nerozdelenia zákazky </w:t>
      </w:r>
      <w:r w:rsidR="00F33E0A">
        <w:t xml:space="preserve">na menšie celky </w:t>
      </w:r>
      <w:r>
        <w:t xml:space="preserve">je skutočnosť, že celý projekt bude </w:t>
      </w:r>
      <w:r w:rsidR="00E76D6B" w:rsidRPr="00D10BF0">
        <w:t>spolufinancovaný z nenávratného finančného príspevku</w:t>
      </w:r>
      <w:r w:rsidR="00E76D6B">
        <w:t xml:space="preserve">, ktorý sa však bude vzťahovať iba k obstarávaniu celého projektu ako celku. Z tohto dôvodu jednotlivé obce založili aj samostatné združenie obcí a obstarávajú tento Predmet zákazky spoločne ako jedno </w:t>
      </w:r>
      <w:r w:rsidR="00372E24">
        <w:t>združenie.</w:t>
      </w:r>
      <w:r w:rsidR="008E70AD">
        <w:t xml:space="preserve"> Zmarením realizácie čo i len jednej z častí Predmetu zákazky by bolo </w:t>
      </w:r>
      <w:r w:rsidR="00A13B6C">
        <w:t>ohrozené</w:t>
      </w:r>
      <w:r w:rsidR="008E70AD">
        <w:t>, ak nie zmarené, financovanie celého projektu</w:t>
      </w:r>
      <w:r w:rsidR="0077627D">
        <w:t xml:space="preserve"> a tiež reálna využiteľnosť zhotoveného diela</w:t>
      </w:r>
      <w:r w:rsidR="007364D5">
        <w:t>.</w:t>
      </w:r>
    </w:p>
    <w:p w14:paraId="17E4D071" w14:textId="2FE7E3C9" w:rsidR="00785BCA" w:rsidRPr="00D10BF0" w:rsidRDefault="00785BCA" w:rsidP="00DB3EC1">
      <w:pPr>
        <w:pStyle w:val="Heading3"/>
      </w:pPr>
      <w:bookmarkStart w:id="36" w:name="_Ref7513683"/>
      <w:bookmarkStart w:id="37" w:name="_Toc34734212"/>
      <w:r w:rsidRPr="00D10BF0">
        <w:t>Zdroj finačných prostriedkov</w:t>
      </w:r>
      <w:bookmarkEnd w:id="32"/>
      <w:bookmarkEnd w:id="33"/>
      <w:bookmarkEnd w:id="34"/>
      <w:bookmarkEnd w:id="35"/>
      <w:bookmarkEnd w:id="36"/>
      <w:bookmarkEnd w:id="37"/>
    </w:p>
    <w:p w14:paraId="4FF115DE" w14:textId="32757930" w:rsidR="003041FF" w:rsidRPr="00D10BF0" w:rsidRDefault="003041FF" w:rsidP="001E5CF9">
      <w:pPr>
        <w:pStyle w:val="Heading4"/>
      </w:pPr>
      <w:r w:rsidRPr="00D10BF0">
        <w:t xml:space="preserve">Predmet zákazky bude z </w:t>
      </w:r>
      <w:r w:rsidR="00C54A26" w:rsidRPr="00D10BF0">
        <w:t>spolu</w:t>
      </w:r>
      <w:r w:rsidRPr="00D10BF0">
        <w:t xml:space="preserve">financovaný z nenávratného finančného príspevku poskytnutého Verejnému obstarávateľovi zo strany </w:t>
      </w:r>
      <w:r w:rsidR="00C54A26" w:rsidRPr="00D10BF0">
        <w:t>Ministerstva životného prostredia Slovenskej republiky</w:t>
      </w:r>
      <w:r w:rsidR="00025E72" w:rsidRPr="00D10BF0">
        <w:t xml:space="preserve"> </w:t>
      </w:r>
      <w:r w:rsidRPr="00D10BF0">
        <w:t>(ďalej len „</w:t>
      </w:r>
      <w:r w:rsidRPr="00D10BF0">
        <w:rPr>
          <w:b/>
          <w:bCs/>
        </w:rPr>
        <w:t>Poskytovateľ NFP</w:t>
      </w:r>
      <w:r w:rsidRPr="00D10BF0">
        <w:t>“) na základe</w:t>
      </w:r>
      <w:r w:rsidR="00025E72" w:rsidRPr="00D10BF0">
        <w:t xml:space="preserve"> zmluvy</w:t>
      </w:r>
      <w:r w:rsidRPr="00D10BF0">
        <w:t xml:space="preserve"> </w:t>
      </w:r>
      <w:r w:rsidR="00C54A26" w:rsidRPr="00D10BF0">
        <w:t xml:space="preserve">o poskytnutí nenávratného finančného príspevku v rámci Operačného programu Kvalita životného prostredia na základe výzvy OPKZP-PO1-SC121-2018-43 Výstavba stokovej siete a čistiarní odpadových vôd v aglomeráciách do 2 000EO, ktoré zasahujú do chránených </w:t>
      </w:r>
      <w:proofErr w:type="spellStart"/>
      <w:r w:rsidR="00C54A26" w:rsidRPr="00D10BF0">
        <w:t>vodohospodárských</w:t>
      </w:r>
      <w:proofErr w:type="spellEnd"/>
      <w:r w:rsidR="00C54A26" w:rsidRPr="00D10BF0">
        <w:t xml:space="preserve"> oblastí s veľkokapacitnými vodnými zdrojmi podzemných vôd</w:t>
      </w:r>
      <w:r w:rsidRPr="00D10BF0">
        <w:t>, pričom zvyšná časť Predmetu zákazky bude financovaná z vlastných prostriedkov Verejného obstarávateľa.</w:t>
      </w:r>
    </w:p>
    <w:p w14:paraId="285A71C1" w14:textId="0C0C8905" w:rsidR="00267B50" w:rsidRPr="00D10BF0" w:rsidRDefault="00267B50" w:rsidP="00DB3EC1">
      <w:pPr>
        <w:pStyle w:val="Heading3"/>
      </w:pPr>
      <w:bookmarkStart w:id="38" w:name="_Toc522635378"/>
      <w:bookmarkStart w:id="39" w:name="_Toc525293192"/>
      <w:bookmarkStart w:id="40" w:name="_Toc4416608"/>
      <w:bookmarkStart w:id="41" w:name="_Toc4416902"/>
      <w:bookmarkStart w:id="42" w:name="_Toc4416951"/>
      <w:bookmarkStart w:id="43" w:name="_Toc34734213"/>
      <w:bookmarkEnd w:id="38"/>
      <w:bookmarkEnd w:id="39"/>
      <w:r w:rsidRPr="00D10BF0">
        <w:t>Zmluva</w:t>
      </w:r>
      <w:bookmarkEnd w:id="19"/>
      <w:bookmarkEnd w:id="40"/>
      <w:bookmarkEnd w:id="41"/>
      <w:bookmarkEnd w:id="42"/>
      <w:bookmarkEnd w:id="43"/>
    </w:p>
    <w:p w14:paraId="75726E6F" w14:textId="77777777" w:rsidR="00200BF2" w:rsidRPr="00D10BF0" w:rsidRDefault="00200BF2" w:rsidP="001E5CF9">
      <w:pPr>
        <w:pStyle w:val="Heading4"/>
      </w:pPr>
      <w:r w:rsidRPr="00D10BF0">
        <w:t xml:space="preserve">Výsledkom Verejnej súťaže bude Zmluva o dielo uzatvorená podľa ustanovení § 536 a </w:t>
      </w:r>
      <w:proofErr w:type="spellStart"/>
      <w:r w:rsidRPr="00D10BF0">
        <w:t>nasl</w:t>
      </w:r>
      <w:proofErr w:type="spellEnd"/>
      <w:r w:rsidRPr="00D10BF0">
        <w:t>. zákona č. 513/1991 Zb., Obchodný zákonník v platnom znení, medzi úspešným uchádzačom (zhotoviteľom) a Verejným obstarávateľom (objednávateľom) (ďalej len „</w:t>
      </w:r>
      <w:r w:rsidRPr="00D10BF0">
        <w:rPr>
          <w:b/>
          <w:bCs/>
        </w:rPr>
        <w:t>Zmluva</w:t>
      </w:r>
      <w:r w:rsidRPr="00D10BF0">
        <w:t>“).</w:t>
      </w:r>
    </w:p>
    <w:p w14:paraId="1D529735" w14:textId="730B9398" w:rsidR="00FD037F" w:rsidRPr="00D10BF0" w:rsidRDefault="00131E73" w:rsidP="001E5CF9">
      <w:pPr>
        <w:pStyle w:val="Heading4"/>
      </w:pPr>
      <w:r w:rsidRPr="00D10BF0">
        <w:t xml:space="preserve">Obsah </w:t>
      </w:r>
      <w:r w:rsidR="00876192" w:rsidRPr="00D10BF0">
        <w:t>Zmluv</w:t>
      </w:r>
      <w:r w:rsidRPr="00D10BF0">
        <w:t>y bude zodpovedať podmienkam stanoveným v týchto súťažných podkladoch</w:t>
      </w:r>
      <w:r w:rsidR="009F7777" w:rsidRPr="00D10BF0">
        <w:t xml:space="preserve"> </w:t>
      </w:r>
      <w:r w:rsidRPr="00D10BF0">
        <w:t>a ponuke úspešného uchádzača</w:t>
      </w:r>
      <w:r w:rsidR="00AE3791" w:rsidRPr="00D10BF0">
        <w:t>.</w:t>
      </w:r>
    </w:p>
    <w:p w14:paraId="047F7B3D" w14:textId="6CEF5CE1" w:rsidR="00BA17BB" w:rsidRPr="00D10BF0" w:rsidRDefault="00AE3791" w:rsidP="00DB3EC1">
      <w:pPr>
        <w:pStyle w:val="Heading3"/>
      </w:pPr>
      <w:bookmarkStart w:id="44" w:name="_Toc447725747"/>
      <w:bookmarkStart w:id="45" w:name="_Toc4416609"/>
      <w:bookmarkStart w:id="46" w:name="_Toc4416903"/>
      <w:bookmarkStart w:id="47" w:name="_Toc4416952"/>
      <w:bookmarkStart w:id="48" w:name="_Toc34734214"/>
      <w:r w:rsidRPr="00D10BF0">
        <w:t xml:space="preserve">Miesto a termín </w:t>
      </w:r>
      <w:r w:rsidR="00C70F72" w:rsidRPr="00D10BF0">
        <w:t>dodania</w:t>
      </w:r>
      <w:r w:rsidR="00131E73" w:rsidRPr="00D10BF0">
        <w:t xml:space="preserve"> </w:t>
      </w:r>
      <w:r w:rsidR="007D674D" w:rsidRPr="00D10BF0">
        <w:t>Predmet</w:t>
      </w:r>
      <w:r w:rsidRPr="00D10BF0">
        <w:t>u zákazky</w:t>
      </w:r>
      <w:bookmarkEnd w:id="44"/>
      <w:bookmarkEnd w:id="45"/>
      <w:bookmarkEnd w:id="46"/>
      <w:bookmarkEnd w:id="47"/>
      <w:bookmarkEnd w:id="48"/>
    </w:p>
    <w:p w14:paraId="6B4385DF" w14:textId="63BB3E91" w:rsidR="00200BF2" w:rsidRPr="00D10BF0" w:rsidRDefault="003041FF" w:rsidP="001E5CF9">
      <w:pPr>
        <w:pStyle w:val="Heading4"/>
      </w:pPr>
      <w:r w:rsidRPr="00D10BF0">
        <w:t>Miesto dodania Predmetu zákazky</w:t>
      </w:r>
      <w:r w:rsidR="00200BF2" w:rsidRPr="00D10BF0">
        <w:t xml:space="preserve">: </w:t>
      </w:r>
      <w:r w:rsidR="00D10BF0" w:rsidRPr="00D10BF0">
        <w:t>katastrálne územie obcí Kráľová pri Senci, Kostolná pri Dunaji a Hrubá Borša. Bližšie podľa projektovej dokumentácie, ktorá je prílohou súťažných podkladov.</w:t>
      </w:r>
    </w:p>
    <w:p w14:paraId="3F6A5FA1" w14:textId="77777777" w:rsidR="003E0E80" w:rsidRDefault="00200BF2" w:rsidP="001E5CF9">
      <w:pPr>
        <w:pStyle w:val="Heading4"/>
      </w:pPr>
      <w:r w:rsidRPr="00D10BF0">
        <w:t xml:space="preserve">Termín realizácie Predmetu zákazky: </w:t>
      </w:r>
    </w:p>
    <w:p w14:paraId="00FD9439" w14:textId="52CA4931" w:rsidR="003E0E80" w:rsidRDefault="003E0E80" w:rsidP="003E0E80">
      <w:pPr>
        <w:pStyle w:val="Heading6"/>
      </w:pPr>
      <w:r>
        <w:t xml:space="preserve">dokončenie čistiarne odpadových vôd Kráľová pri Senci: </w:t>
      </w:r>
      <w:r w:rsidRPr="003E0E80">
        <w:rPr>
          <w:b/>
          <w:bCs/>
        </w:rPr>
        <w:t>do 20 mesiacov</w:t>
      </w:r>
      <w:r>
        <w:t xml:space="preserve"> odo dňa nadobudnutia účinnosti Zmluvy;</w:t>
      </w:r>
    </w:p>
    <w:p w14:paraId="27148940" w14:textId="036885C1" w:rsidR="00200BF2" w:rsidRPr="00D10BF0" w:rsidRDefault="003E0E80" w:rsidP="003E0E80">
      <w:pPr>
        <w:pStyle w:val="Heading6"/>
      </w:pPr>
      <w:r>
        <w:t xml:space="preserve">dokončenie ostatných častí diela - kanalizácia Kráľová pri Senci, kanalizácia Kostolná pri Dunaji a kanalizácia Hrubá Borša: </w:t>
      </w:r>
      <w:r w:rsidRPr="003E0E80">
        <w:rPr>
          <w:b/>
          <w:bCs/>
        </w:rPr>
        <w:t>do 24 mesiacov</w:t>
      </w:r>
      <w:r>
        <w:t xml:space="preserve"> odo dňa nadobudnutia účinnosti Zmluvy.</w:t>
      </w:r>
    </w:p>
    <w:p w14:paraId="4DB30616" w14:textId="589FA169" w:rsidR="00AE3791" w:rsidRPr="00D10BF0" w:rsidRDefault="00AE3791" w:rsidP="00DB3EC1">
      <w:pPr>
        <w:pStyle w:val="Heading3"/>
      </w:pPr>
      <w:bookmarkStart w:id="49" w:name="_Toc447725748"/>
      <w:bookmarkStart w:id="50" w:name="_Toc4416610"/>
      <w:bookmarkStart w:id="51" w:name="_Toc4416904"/>
      <w:bookmarkStart w:id="52" w:name="_Toc4416953"/>
      <w:bookmarkStart w:id="53" w:name="_Toc34734215"/>
      <w:r w:rsidRPr="00D10BF0">
        <w:t>Oprávnení uchádzači</w:t>
      </w:r>
      <w:bookmarkEnd w:id="49"/>
      <w:bookmarkEnd w:id="50"/>
      <w:bookmarkEnd w:id="51"/>
      <w:bookmarkEnd w:id="52"/>
      <w:bookmarkEnd w:id="53"/>
    </w:p>
    <w:p w14:paraId="67FD5939" w14:textId="396A9B75" w:rsidR="00414230" w:rsidRPr="00D10BF0" w:rsidRDefault="00D74F88" w:rsidP="001E5CF9">
      <w:pPr>
        <w:pStyle w:val="Heading4"/>
      </w:pPr>
      <w:r w:rsidRPr="00D10BF0">
        <w:t xml:space="preserve">Ponuku môžu predkladať fyzické, právnické osoby alebo skupina fyzických alebo právnických osôb, vystupujúcich voči </w:t>
      </w:r>
      <w:r w:rsidR="00A04C69" w:rsidRPr="00D10BF0">
        <w:t>Verejn</w:t>
      </w:r>
      <w:r w:rsidRPr="00D10BF0">
        <w:t>ému obstarávateľovi spoločne</w:t>
      </w:r>
      <w:r w:rsidR="00ED40DA" w:rsidRPr="00D10BF0">
        <w:t xml:space="preserve"> (ďalej aj ako „</w:t>
      </w:r>
      <w:bookmarkStart w:id="54" w:name="_Hlk519072534"/>
      <w:r w:rsidR="00ED40DA" w:rsidRPr="00F93FE0">
        <w:rPr>
          <w:b/>
          <w:bCs/>
        </w:rPr>
        <w:t>Skupina dodávateľov</w:t>
      </w:r>
      <w:bookmarkEnd w:id="54"/>
      <w:r w:rsidR="00ED40DA" w:rsidRPr="00D10BF0">
        <w:t>“)</w:t>
      </w:r>
      <w:r w:rsidR="00023E6E" w:rsidRPr="00D10BF0">
        <w:t>.</w:t>
      </w:r>
      <w:r w:rsidR="00414230" w:rsidRPr="00D10BF0">
        <w:t xml:space="preserve"> </w:t>
      </w:r>
    </w:p>
    <w:p w14:paraId="0C66575C" w14:textId="36FB441D" w:rsidR="00C660B1" w:rsidRPr="00D10BF0" w:rsidRDefault="00414230" w:rsidP="001E5CF9">
      <w:pPr>
        <w:pStyle w:val="Heading4"/>
      </w:pPr>
      <w:r w:rsidRPr="00D10BF0">
        <w:t xml:space="preserve">V prípade, </w:t>
      </w:r>
      <w:r w:rsidR="0027022D" w:rsidRPr="00D10BF0">
        <w:t xml:space="preserve">ak </w:t>
      </w:r>
      <w:r w:rsidRPr="00D10BF0">
        <w:t xml:space="preserve">je uchádzačom </w:t>
      </w:r>
      <w:r w:rsidR="00ED40DA" w:rsidRPr="00D10BF0">
        <w:t>Skupina dodávateľov</w:t>
      </w:r>
      <w:r w:rsidRPr="00D10BF0">
        <w:t xml:space="preserve">, </w:t>
      </w:r>
      <w:r w:rsidR="00C660B1" w:rsidRPr="00D10BF0">
        <w:t>ponuka musí byť podpísaná všetkými členmi Skupiny dodávateľov</w:t>
      </w:r>
      <w:r w:rsidR="002A04AC" w:rsidRPr="00D10BF0">
        <w:t>,</w:t>
      </w:r>
      <w:r w:rsidR="00C660B1" w:rsidRPr="00D10BF0">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FA0094" w:rsidRPr="00D10BF0">
        <w:t>Verejnej s</w:t>
      </w:r>
      <w:r w:rsidR="00C660B1" w:rsidRPr="00D10BF0">
        <w:t xml:space="preserve">úťaže. Za týmto účelom uchádzač </w:t>
      </w:r>
      <w:r w:rsidR="00724AE1" w:rsidRPr="00D10BF0">
        <w:t xml:space="preserve">môže využiť vzor splnomocnenia pre vedúceho člena Skupiny dodávateľov podľa Prílohy č. </w:t>
      </w:r>
      <w:r w:rsidR="00A4716E" w:rsidRPr="00D10BF0">
        <w:t>A.5</w:t>
      </w:r>
      <w:r w:rsidR="00724AE1" w:rsidRPr="00D10BF0">
        <w:t xml:space="preserve"> týchto súťažných podkladov.</w:t>
      </w:r>
    </w:p>
    <w:p w14:paraId="5D90E37B" w14:textId="26890A92" w:rsidR="002A54EE" w:rsidRPr="00D10BF0" w:rsidRDefault="003E19B3" w:rsidP="001E5CF9">
      <w:pPr>
        <w:pStyle w:val="Heading4"/>
      </w:pPr>
      <w:r w:rsidRPr="00D10BF0">
        <w:t xml:space="preserve">V prípade, </w:t>
      </w:r>
      <w:r w:rsidR="0027022D" w:rsidRPr="00D10BF0">
        <w:t xml:space="preserve">ak </w:t>
      </w:r>
      <w:r w:rsidRPr="00D10BF0">
        <w:t xml:space="preserve">je uchádzačom Skupina dodávateľov, </w:t>
      </w:r>
      <w:r w:rsidR="00414230" w:rsidRPr="00D10BF0">
        <w:t xml:space="preserve">takýto uchádzač je povinný </w:t>
      </w:r>
      <w:r w:rsidRPr="00D10BF0">
        <w:t xml:space="preserve">tiež </w:t>
      </w:r>
      <w:r w:rsidR="00414230" w:rsidRPr="00D10BF0">
        <w:t xml:space="preserve">predložiť </w:t>
      </w:r>
      <w:r w:rsidR="00A0426E" w:rsidRPr="00D10BF0">
        <w:lastRenderedPageBreak/>
        <w:t xml:space="preserve">zmluvu podľa bodu </w:t>
      </w:r>
      <w:r w:rsidR="001D6603" w:rsidRPr="00D10BF0">
        <w:fldChar w:fldCharType="begin"/>
      </w:r>
      <w:r w:rsidR="001D6603" w:rsidRPr="00D10BF0">
        <w:instrText xml:space="preserve"> REF _Ref4422270 \r \h </w:instrText>
      </w:r>
      <w:r w:rsidR="008501A8" w:rsidRPr="00D10BF0">
        <w:instrText xml:space="preserve"> \* MERGEFORMAT </w:instrText>
      </w:r>
      <w:r w:rsidR="001D6603" w:rsidRPr="00D10BF0">
        <w:fldChar w:fldCharType="separate"/>
      </w:r>
      <w:r w:rsidR="00171596">
        <w:t>7.4</w:t>
      </w:r>
      <w:r w:rsidR="001D6603" w:rsidRPr="00D10BF0">
        <w:fldChar w:fldCharType="end"/>
      </w:r>
      <w:r w:rsidR="001D6603" w:rsidRPr="00D10BF0">
        <w:t xml:space="preserve"> </w:t>
      </w:r>
      <w:r w:rsidR="00A0426E" w:rsidRPr="00D10BF0">
        <w:t xml:space="preserve">nižšie, alebo </w:t>
      </w:r>
      <w:r w:rsidRPr="00D10BF0">
        <w:t xml:space="preserve">čestné vyhlásenie o vytvorení </w:t>
      </w:r>
      <w:r w:rsidR="002A54EE" w:rsidRPr="00D10BF0">
        <w:t xml:space="preserve">Skupiny dodávateľov, ktorého vzor tvorí Prílohu č. </w:t>
      </w:r>
      <w:r w:rsidR="00A4716E" w:rsidRPr="00D10BF0">
        <w:t>A.4</w:t>
      </w:r>
      <w:r w:rsidR="002A54EE" w:rsidRPr="00D10BF0">
        <w:t xml:space="preserve"> týchto súťažných podkladov.</w:t>
      </w:r>
    </w:p>
    <w:p w14:paraId="210FB6FA" w14:textId="76A60A73" w:rsidR="00DD0D61" w:rsidRPr="00D10BF0" w:rsidRDefault="00414230" w:rsidP="001E5CF9">
      <w:pPr>
        <w:pStyle w:val="Heading4"/>
      </w:pPr>
      <w:bookmarkStart w:id="55" w:name="_Ref4422270"/>
      <w:r w:rsidRPr="00D10BF0">
        <w:t xml:space="preserve">V prípade, ak bude ponuka </w:t>
      </w:r>
      <w:r w:rsidR="00FE33EB" w:rsidRPr="00D10BF0">
        <w:t xml:space="preserve">Skupiny </w:t>
      </w:r>
      <w:r w:rsidRPr="00D10BF0">
        <w:t xml:space="preserve">dodávateľov vyhodnotená ako úspešná, táto </w:t>
      </w:r>
      <w:r w:rsidR="00FE33EB" w:rsidRPr="00D10BF0">
        <w:t xml:space="preserve">Skupina dodávateľov </w:t>
      </w:r>
      <w:r w:rsidR="00F21325" w:rsidRPr="00D10BF0">
        <w:t xml:space="preserve">je povinná </w:t>
      </w:r>
      <w:r w:rsidR="00A73024" w:rsidRPr="00D10BF0">
        <w:t xml:space="preserve">najneskôr do podpisu </w:t>
      </w:r>
      <w:r w:rsidR="00876192" w:rsidRPr="00D10BF0">
        <w:t>Zmluv</w:t>
      </w:r>
      <w:r w:rsidR="00A73024" w:rsidRPr="00D10BF0">
        <w:t xml:space="preserve">y, ktorá bude výsledkom tohto </w:t>
      </w:r>
      <w:r w:rsidR="00A04C69" w:rsidRPr="00D10BF0">
        <w:t>Verejn</w:t>
      </w:r>
      <w:r w:rsidR="00A73024" w:rsidRPr="00D10BF0">
        <w:t xml:space="preserve">ého obstarávania, </w:t>
      </w:r>
      <w:r w:rsidR="00F21325" w:rsidRPr="00D10BF0">
        <w:t>uzatvoriť medzi sebou písomnú zmluvu</w:t>
      </w:r>
      <w:r w:rsidR="00FE33EB" w:rsidRPr="00D10BF0">
        <w:t xml:space="preserve"> o združení podľa ustanovení § 829 a </w:t>
      </w:r>
      <w:proofErr w:type="spellStart"/>
      <w:r w:rsidR="00FE33EB" w:rsidRPr="00D10BF0">
        <w:t>nasl</w:t>
      </w:r>
      <w:proofErr w:type="spellEnd"/>
      <w:r w:rsidR="00FE33EB" w:rsidRPr="00D10BF0">
        <w:t>. zákona č. 40/1964 Zb. Občiansky zákonník v znení neskorších predpisov</w:t>
      </w:r>
      <w:r w:rsidR="00F21325" w:rsidRPr="00D10BF0">
        <w:t xml:space="preserve"> alebo inú obdobnú zmluvu s </w:t>
      </w:r>
      <w:r w:rsidR="00DD0D61" w:rsidRPr="00D10BF0">
        <w:t>minimálnymi</w:t>
      </w:r>
      <w:r w:rsidR="00F21325" w:rsidRPr="00D10BF0">
        <w:t xml:space="preserve"> obsahovými náležitosťami</w:t>
      </w:r>
      <w:r w:rsidR="00DD0D61" w:rsidRPr="00D10BF0">
        <w:t xml:space="preserve"> uvedenými nižšie</w:t>
      </w:r>
      <w:r w:rsidR="004B5E49" w:rsidRPr="00D10BF0">
        <w:t>.</w:t>
      </w:r>
      <w:r w:rsidR="00DD0D61" w:rsidRPr="00D10BF0">
        <w:t xml:space="preserve"> Zmluva o združení musí byť písomná a musí obsahovať minimálne:</w:t>
      </w:r>
      <w:bookmarkEnd w:id="55"/>
    </w:p>
    <w:p w14:paraId="72EB4C6A" w14:textId="73E3F7C6" w:rsidR="00DD0D61" w:rsidRPr="00D10BF0" w:rsidRDefault="00DD0D61" w:rsidP="00283EDF">
      <w:pPr>
        <w:pStyle w:val="Heading6"/>
      </w:pPr>
      <w:r w:rsidRPr="00D10BF0">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D10BF0">
        <w:t>Zmluv</w:t>
      </w:r>
      <w:r w:rsidRPr="00D10BF0">
        <w:t xml:space="preserve">y, ktorá bude výsledkom </w:t>
      </w:r>
      <w:r w:rsidR="00A04C69" w:rsidRPr="00D10BF0">
        <w:t>Verejn</w:t>
      </w:r>
      <w:r w:rsidR="00A9691F" w:rsidRPr="00D10BF0">
        <w:t>ého obstarávania</w:t>
      </w:r>
      <w:r w:rsidRPr="00D10BF0">
        <w:t>. Táto plná moc musí byť neoddeliteľnou súčasťou zmluvy o združení;</w:t>
      </w:r>
    </w:p>
    <w:p w14:paraId="47DF762B" w14:textId="52A07555" w:rsidR="00DD0D61" w:rsidRPr="00D10BF0" w:rsidRDefault="00DD0D61" w:rsidP="00283EDF">
      <w:pPr>
        <w:pStyle w:val="Heading6"/>
      </w:pPr>
      <w:r w:rsidRPr="00D10BF0">
        <w:t xml:space="preserve">opis vzájomných práv a povinností členov Skupiny dodávateľov s uvedením činností, ktorými sa jednotliví členovia Skupiny dodávateľov budú podieľať na plnení </w:t>
      </w:r>
      <w:r w:rsidR="007D674D" w:rsidRPr="00D10BF0">
        <w:t>Predmet</w:t>
      </w:r>
      <w:r w:rsidRPr="00D10BF0">
        <w:t>u zákazky;</w:t>
      </w:r>
      <w:r w:rsidR="00850F50" w:rsidRPr="00D10BF0">
        <w:t xml:space="preserve"> a</w:t>
      </w:r>
    </w:p>
    <w:p w14:paraId="62C52C9B" w14:textId="58796077" w:rsidR="00DD0D61" w:rsidRPr="00D10BF0" w:rsidRDefault="00DD0D61" w:rsidP="00283EDF">
      <w:pPr>
        <w:pStyle w:val="Heading6"/>
      </w:pPr>
      <w:r w:rsidRPr="00D10BF0">
        <w:t xml:space="preserve">ustanovenie o tom, že všetci členovia Skupiny dodávateľov zodpovedajú za záväzky združenia voči </w:t>
      </w:r>
      <w:r w:rsidR="00A9691F" w:rsidRPr="00D10BF0">
        <w:t>Verejnému obstarávateľovi</w:t>
      </w:r>
      <w:r w:rsidRPr="00D10BF0">
        <w:t xml:space="preserve"> spoločne a</w:t>
      </w:r>
      <w:r w:rsidR="00850F50" w:rsidRPr="00D10BF0">
        <w:t> </w:t>
      </w:r>
      <w:r w:rsidRPr="00D10BF0">
        <w:t>nerozdielne</w:t>
      </w:r>
      <w:r w:rsidR="00850F50" w:rsidRPr="00D10BF0">
        <w:t>.</w:t>
      </w:r>
    </w:p>
    <w:p w14:paraId="4376A2B3" w14:textId="394C9554" w:rsidR="002A04AC" w:rsidRPr="00D10BF0" w:rsidRDefault="002A04AC" w:rsidP="001E5CF9">
      <w:pPr>
        <w:pStyle w:val="Heading4"/>
      </w:pPr>
      <w:bookmarkStart w:id="56" w:name="_Hlk7774797"/>
      <w:r w:rsidRPr="00D10BF0">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p>
    <w:p w14:paraId="3B58683E" w14:textId="324AB1E0" w:rsidR="00AE3791" w:rsidRPr="00D10BF0" w:rsidRDefault="00AE3791" w:rsidP="00DB3EC1">
      <w:pPr>
        <w:pStyle w:val="Heading3"/>
      </w:pPr>
      <w:bookmarkStart w:id="57" w:name="_Toc7532863"/>
      <w:bookmarkStart w:id="58" w:name="_Toc7684608"/>
      <w:bookmarkStart w:id="59" w:name="_Toc447725749"/>
      <w:bookmarkStart w:id="60" w:name="_Toc4416611"/>
      <w:bookmarkStart w:id="61" w:name="_Toc4416905"/>
      <w:bookmarkStart w:id="62" w:name="_Toc4416954"/>
      <w:bookmarkStart w:id="63" w:name="_Ref4422946"/>
      <w:bookmarkStart w:id="64" w:name="_Toc34734216"/>
      <w:bookmarkEnd w:id="56"/>
      <w:bookmarkEnd w:id="57"/>
      <w:bookmarkEnd w:id="58"/>
      <w:r w:rsidRPr="00D10BF0">
        <w:t>Predloženie a obsah ponúk</w:t>
      </w:r>
      <w:bookmarkEnd w:id="59"/>
      <w:bookmarkEnd w:id="60"/>
      <w:bookmarkEnd w:id="61"/>
      <w:bookmarkEnd w:id="62"/>
      <w:bookmarkEnd w:id="63"/>
      <w:bookmarkEnd w:id="64"/>
    </w:p>
    <w:p w14:paraId="0742385B" w14:textId="7733BC3B" w:rsidR="00C24698" w:rsidRPr="00D10BF0" w:rsidRDefault="00FD77F0" w:rsidP="001E5CF9">
      <w:pPr>
        <w:pStyle w:val="Heading4"/>
      </w:pPr>
      <w:r w:rsidRPr="00D10BF0">
        <w:t xml:space="preserve">Ak nie je v bode </w:t>
      </w:r>
      <w:r w:rsidR="009829EA" w:rsidRPr="00D10BF0">
        <w:fldChar w:fldCharType="begin"/>
      </w:r>
      <w:r w:rsidR="009829EA" w:rsidRPr="00D10BF0">
        <w:instrText xml:space="preserve"> REF _Ref534358796 \r \h </w:instrText>
      </w:r>
      <w:r w:rsidR="008501A8" w:rsidRPr="00D10BF0">
        <w:instrText xml:space="preserve"> \* MERGEFORMAT </w:instrText>
      </w:r>
      <w:r w:rsidR="009829EA" w:rsidRPr="00D10BF0">
        <w:fldChar w:fldCharType="separate"/>
      </w:r>
      <w:r w:rsidR="00171596">
        <w:t>8.5</w:t>
      </w:r>
      <w:r w:rsidR="009829EA" w:rsidRPr="00D10BF0">
        <w:fldChar w:fldCharType="end"/>
      </w:r>
      <w:r w:rsidR="009829EA" w:rsidRPr="00D10BF0">
        <w:t xml:space="preserve"> </w:t>
      </w:r>
      <w:r w:rsidRPr="00D10BF0">
        <w:t xml:space="preserve">tejto časti súťažných podkladov uvedené inak, ponuka musí byť vyhotovená elektronicky v zmysle § 49 ods. 1 písm. a) </w:t>
      </w:r>
      <w:r w:rsidR="002A04AC" w:rsidRPr="00D10BF0">
        <w:t>ZVO</w:t>
      </w:r>
      <w:r w:rsidRPr="00D10BF0">
        <w:t xml:space="preserve"> a vložená do systému JOSEPHINE umiestnenom na webovej adrese </w:t>
      </w:r>
      <w:hyperlink r:id="rId14" w:history="1">
        <w:r w:rsidRPr="00D10BF0">
          <w:t>https://josephine.proebiz.com/</w:t>
        </w:r>
      </w:hyperlink>
      <w:r w:rsidRPr="00D10BF0">
        <w:t xml:space="preserve">. Uchádzač môže predložiť iba jednu ponuku. Uchádzač predkladá ponuku spôsobom uvedeným v bode </w:t>
      </w:r>
      <w:r w:rsidR="00947B6F" w:rsidRPr="00D10BF0">
        <w:fldChar w:fldCharType="begin"/>
      </w:r>
      <w:r w:rsidR="00947B6F" w:rsidRPr="00D10BF0">
        <w:instrText xml:space="preserve"> REF _Ref4422409 \n \h </w:instrText>
      </w:r>
      <w:r w:rsidR="008501A8" w:rsidRPr="00D10BF0">
        <w:instrText xml:space="preserve"> \* MERGEFORMAT </w:instrText>
      </w:r>
      <w:r w:rsidR="00947B6F" w:rsidRPr="00D10BF0">
        <w:fldChar w:fldCharType="separate"/>
      </w:r>
      <w:r w:rsidR="00171596">
        <w:t>20</w:t>
      </w:r>
      <w:r w:rsidR="00947B6F" w:rsidRPr="00D10BF0">
        <w:fldChar w:fldCharType="end"/>
      </w:r>
      <w:r w:rsidR="00947B6F" w:rsidRPr="00D10BF0">
        <w:t xml:space="preserve"> </w:t>
      </w:r>
      <w:r w:rsidRPr="00D10BF0">
        <w:t xml:space="preserve">tejto časti súťažných podkladov a v lehote uvedenej v bode </w:t>
      </w:r>
      <w:r w:rsidR="00947B6F" w:rsidRPr="00D10BF0">
        <w:fldChar w:fldCharType="begin"/>
      </w:r>
      <w:r w:rsidR="00947B6F" w:rsidRPr="00D10BF0">
        <w:instrText xml:space="preserve"> REF _Ref4422424 \n \h </w:instrText>
      </w:r>
      <w:r w:rsidR="008501A8" w:rsidRPr="00D10BF0">
        <w:instrText xml:space="preserve"> \* MERGEFORMAT </w:instrText>
      </w:r>
      <w:r w:rsidR="00947B6F" w:rsidRPr="00D10BF0">
        <w:fldChar w:fldCharType="separate"/>
      </w:r>
      <w:r w:rsidR="00171596">
        <w:t>21</w:t>
      </w:r>
      <w:r w:rsidR="00947B6F" w:rsidRPr="00D10BF0">
        <w:fldChar w:fldCharType="end"/>
      </w:r>
      <w:r w:rsidRPr="00D10BF0">
        <w:t xml:space="preserve"> tejto časti súťažných podkladov. </w:t>
      </w:r>
      <w:r w:rsidR="00D74F88" w:rsidRPr="00D10BF0">
        <w:t xml:space="preserve"> </w:t>
      </w:r>
    </w:p>
    <w:p w14:paraId="3D16158B" w14:textId="56854DB4" w:rsidR="00A56198" w:rsidRPr="00D10BF0" w:rsidRDefault="00A56198" w:rsidP="001E5CF9">
      <w:pPr>
        <w:pStyle w:val="Heading4"/>
      </w:pPr>
      <w:bookmarkStart w:id="65" w:name="_Ref7514364"/>
      <w:r w:rsidRPr="00D10BF0">
        <w:t>Súčasťou ponuky musia byť nasledujúce doklady / dokumenty:</w:t>
      </w:r>
      <w:bookmarkEnd w:id="65"/>
      <w:r w:rsidRPr="00D10BF0">
        <w:t xml:space="preserve"> </w:t>
      </w:r>
    </w:p>
    <w:p w14:paraId="13453BEF" w14:textId="0EE77C97" w:rsidR="00A56198" w:rsidRPr="00D10BF0" w:rsidRDefault="00A56198" w:rsidP="00283EDF">
      <w:pPr>
        <w:pStyle w:val="Heading6"/>
      </w:pPr>
      <w:bookmarkStart w:id="66" w:name="_Hlk534374350"/>
      <w:r w:rsidRPr="00D10BF0">
        <w:t>Krycí list ponuky s </w:t>
      </w:r>
      <w:r w:rsidRPr="00D10BF0">
        <w:rPr>
          <w:szCs w:val="20"/>
        </w:rPr>
        <w:t>uvedením</w:t>
      </w:r>
      <w:r w:rsidRPr="00D10BF0">
        <w:t xml:space="preserve"> nasledovných údajov:</w:t>
      </w:r>
      <w:bookmarkEnd w:id="66"/>
    </w:p>
    <w:p w14:paraId="6218E968" w14:textId="56DD3DFA" w:rsidR="00A56198" w:rsidRPr="00D10BF0" w:rsidRDefault="00A56198" w:rsidP="00236805">
      <w:pPr>
        <w:pStyle w:val="Heading7"/>
      </w:pPr>
      <w:r w:rsidRPr="00D10BF0">
        <w:t>identifikácia uchádzača - obchodný názov</w:t>
      </w:r>
      <w:r w:rsidR="00162BB2" w:rsidRPr="00D10BF0">
        <w:t>,</w:t>
      </w:r>
      <w:r w:rsidRPr="00D10BF0">
        <w:t xml:space="preserve"> sídlo uchádzača</w:t>
      </w:r>
      <w:r w:rsidR="00162BB2" w:rsidRPr="00D10BF0">
        <w:t>, identifikačné číslo uchádzača</w:t>
      </w:r>
      <w:r w:rsidRPr="00D10BF0">
        <w:t xml:space="preserve"> (uchádzačov v prípade Skupiny dodávateľov);</w:t>
      </w:r>
    </w:p>
    <w:p w14:paraId="70BF33B6" w14:textId="77777777" w:rsidR="00A56198" w:rsidRPr="00D10BF0" w:rsidRDefault="00A56198" w:rsidP="00236805">
      <w:pPr>
        <w:pStyle w:val="Heading7"/>
      </w:pPr>
      <w:r w:rsidRPr="00D10BF0">
        <w:t>identifikáciu Verejnej súťaže, do ktorej sa ponuka predkladá s uvedením názvu Predmetu zákazky;</w:t>
      </w:r>
    </w:p>
    <w:p w14:paraId="722FD3C3" w14:textId="77777777" w:rsidR="00A56198" w:rsidRPr="00D10BF0" w:rsidRDefault="00A56198" w:rsidP="00236805">
      <w:pPr>
        <w:pStyle w:val="Heading7"/>
      </w:pPr>
      <w:r w:rsidRPr="00D10BF0">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D10BF0" w:rsidRDefault="00A56198" w:rsidP="00236805">
      <w:pPr>
        <w:pStyle w:val="Heading7"/>
      </w:pPr>
      <w:r w:rsidRPr="00D10BF0">
        <w:t>zoznam dokumentov predložených v ponuke;</w:t>
      </w:r>
    </w:p>
    <w:p w14:paraId="1DCABECD" w14:textId="3D7FF4ED" w:rsidR="00A56198" w:rsidRPr="00D10BF0" w:rsidRDefault="00A56198" w:rsidP="00236805">
      <w:pPr>
        <w:pStyle w:val="Heading7"/>
      </w:pPr>
      <w:r w:rsidRPr="00D10BF0">
        <w:t xml:space="preserve">identifikácia obchodného tajomstva, resp. dôverných informácií (ak sú) v súlade s bodom </w:t>
      </w:r>
      <w:r w:rsidR="00696E11" w:rsidRPr="00D10BF0">
        <w:fldChar w:fldCharType="begin"/>
      </w:r>
      <w:r w:rsidR="00696E11" w:rsidRPr="00D10BF0">
        <w:instrText xml:space="preserve"> REF _Ref4422446 \n \h </w:instrText>
      </w:r>
      <w:r w:rsidR="008501A8" w:rsidRPr="00D10BF0">
        <w:instrText xml:space="preserve"> \* MERGEFORMAT </w:instrText>
      </w:r>
      <w:r w:rsidR="00696E11" w:rsidRPr="00D10BF0">
        <w:fldChar w:fldCharType="separate"/>
      </w:r>
      <w:r w:rsidR="00171596">
        <w:t>25.2</w:t>
      </w:r>
      <w:r w:rsidR="00696E11" w:rsidRPr="00D10BF0">
        <w:fldChar w:fldCharType="end"/>
      </w:r>
      <w:r w:rsidR="00696E11" w:rsidRPr="00D10BF0">
        <w:t xml:space="preserve"> </w:t>
      </w:r>
      <w:r w:rsidRPr="00D10BF0">
        <w:t>týchto súťažných podkladov (identifikácia čísla strany, čísla odseku, bodu a textu obsahujúceho obchodné tajomstvo, príp. dôverné informácie).</w:t>
      </w:r>
    </w:p>
    <w:p w14:paraId="06068968" w14:textId="1833945A" w:rsidR="00A56198" w:rsidRPr="00D10BF0" w:rsidRDefault="00A56198" w:rsidP="00D85133">
      <w:pPr>
        <w:ind w:left="1560"/>
      </w:pPr>
      <w:r w:rsidRPr="00D10BF0">
        <w:t xml:space="preserve">Ako vzor krycieho listu uchádzač môže použiť vzor uvedený v Prílohe č. </w:t>
      </w:r>
      <w:r w:rsidR="00B87223" w:rsidRPr="00D10BF0">
        <w:t>A.1</w:t>
      </w:r>
      <w:r w:rsidRPr="00D10BF0">
        <w:t xml:space="preserve"> súťažných podkladov</w:t>
      </w:r>
    </w:p>
    <w:p w14:paraId="5F95D539" w14:textId="77777777" w:rsidR="006065AB" w:rsidRDefault="006065AB" w:rsidP="006065AB">
      <w:pPr>
        <w:pStyle w:val="Heading6"/>
      </w:pPr>
      <w:bookmarkStart w:id="67" w:name="_Ref4413473"/>
      <w:r>
        <w:t>Časový, technický a personálny návrh zabezpečenia realizácie Predmetu zákazky. Táto časť ponuky uchádzača musí obsahovať nasledovné dokumenty:</w:t>
      </w:r>
    </w:p>
    <w:p w14:paraId="1221C733" w14:textId="68407FCB" w:rsidR="006065AB" w:rsidRDefault="006065AB" w:rsidP="00F540DD">
      <w:pPr>
        <w:pStyle w:val="Heading7"/>
      </w:pPr>
      <w:r>
        <w:t xml:space="preserve">Časový </w:t>
      </w:r>
      <w:r w:rsidR="00D71578">
        <w:t>harmonogram</w:t>
      </w:r>
      <w:r>
        <w:t xml:space="preserve"> realizácie Predmetu zákazy;</w:t>
      </w:r>
    </w:p>
    <w:p w14:paraId="34E39AB0" w14:textId="3F50121B" w:rsidR="006065AB" w:rsidRDefault="006065AB" w:rsidP="00F540DD">
      <w:pPr>
        <w:pStyle w:val="Heading7"/>
      </w:pPr>
      <w:r>
        <w:lastRenderedPageBreak/>
        <w:t xml:space="preserve">Personálny </w:t>
      </w:r>
      <w:r w:rsidR="00D71578">
        <w:t xml:space="preserve">harmonogram </w:t>
      </w:r>
      <w:r>
        <w:t>realizácie Predmetu zákazky;</w:t>
      </w:r>
    </w:p>
    <w:p w14:paraId="1AB21D65" w14:textId="34497B26" w:rsidR="006065AB" w:rsidRDefault="006065AB" w:rsidP="00F540DD">
      <w:pPr>
        <w:pStyle w:val="Heading7"/>
      </w:pPr>
      <w:r>
        <w:t xml:space="preserve">Technický </w:t>
      </w:r>
      <w:r w:rsidR="00D71578">
        <w:t xml:space="preserve">harmonogram </w:t>
      </w:r>
      <w:r>
        <w:t>realizácie Predmetu zákazky;</w:t>
      </w:r>
    </w:p>
    <w:p w14:paraId="3E1E5BCC" w14:textId="47F4E912" w:rsidR="006065AB" w:rsidRDefault="006065AB" w:rsidP="00F540DD">
      <w:pPr>
        <w:pStyle w:val="Heading6"/>
        <w:numPr>
          <w:ilvl w:val="0"/>
          <w:numId w:val="0"/>
        </w:numPr>
        <w:ind w:left="1134"/>
      </w:pPr>
      <w:r>
        <w:t xml:space="preserve">Všetky tri </w:t>
      </w:r>
      <w:r w:rsidR="00D71578">
        <w:t>harmonogramy</w:t>
      </w:r>
      <w:r>
        <w:t xml:space="preserve"> realizácie Predmetu zákazky uchádzač vypracuje a predloží v súlade s podmienkami uvedenými v Prílohe č. B.5 týchto súťažných podkladov.</w:t>
      </w:r>
    </w:p>
    <w:p w14:paraId="4811E380" w14:textId="6956A9D9" w:rsidR="00630236" w:rsidRDefault="00922426" w:rsidP="00283EDF">
      <w:pPr>
        <w:pStyle w:val="Heading6"/>
      </w:pPr>
      <w:bookmarkStart w:id="68" w:name="_Ref4422667"/>
      <w:bookmarkStart w:id="69" w:name="_Ref524523915"/>
      <w:bookmarkEnd w:id="67"/>
      <w:r w:rsidRPr="00D10BF0">
        <w:t>Doklady a dokumenty</w:t>
      </w:r>
      <w:r w:rsidR="00665159" w:rsidRPr="00D10BF0">
        <w:t>, ktorými uchádzač preukazuje splnenie podmienok účasti</w:t>
      </w:r>
      <w:r w:rsidR="00EF1B9B" w:rsidRPr="00D10BF0">
        <w:t>,</w:t>
      </w:r>
      <w:r w:rsidR="00665159" w:rsidRPr="00D10BF0">
        <w:t xml:space="preserve"> </w:t>
      </w:r>
      <w:r w:rsidRPr="00D10BF0">
        <w:t xml:space="preserve">požadované v časti III.1 </w:t>
      </w:r>
      <w:r w:rsidR="00D36B7C" w:rsidRPr="00D10BF0">
        <w:t>O</w:t>
      </w:r>
      <w:r w:rsidRPr="00D10BF0">
        <w:t>zn</w:t>
      </w:r>
      <w:r w:rsidRPr="00D10BF0">
        <w:rPr>
          <w:rFonts w:cs="Proba Pro"/>
        </w:rPr>
        <w:t>á</w:t>
      </w:r>
      <w:r w:rsidRPr="00D10BF0">
        <w:t>menia o</w:t>
      </w:r>
      <w:r w:rsidRPr="00D10BF0">
        <w:rPr>
          <w:rFonts w:cs="Calibri"/>
        </w:rPr>
        <w:t> </w:t>
      </w:r>
      <w:r w:rsidRPr="00D10BF0">
        <w:t xml:space="preserve">vyhlásení </w:t>
      </w:r>
      <w:r w:rsidR="00A04C69" w:rsidRPr="00D10BF0">
        <w:t>Verejn</w:t>
      </w:r>
      <w:r w:rsidRPr="00D10BF0">
        <w:t xml:space="preserve">ého obstarávania na </w:t>
      </w:r>
      <w:r w:rsidR="00905FC8" w:rsidRPr="00D10BF0">
        <w:t xml:space="preserve">Predmet </w:t>
      </w:r>
      <w:proofErr w:type="spellStart"/>
      <w:r w:rsidR="00905FC8" w:rsidRPr="00D10BF0">
        <w:t>zákzazky</w:t>
      </w:r>
      <w:proofErr w:type="spellEnd"/>
      <w:r w:rsidR="00905FC8" w:rsidRPr="00D10BF0">
        <w:t xml:space="preserve"> </w:t>
      </w:r>
      <w:r w:rsidRPr="00D10BF0">
        <w:t>uverejnenom vo Vestníku verejného obstarávania (ďalej „</w:t>
      </w:r>
      <w:r w:rsidRPr="00D10BF0">
        <w:rPr>
          <w:b/>
        </w:rPr>
        <w:t>Oznámenie</w:t>
      </w:r>
      <w:r w:rsidRPr="00D10BF0">
        <w:t>“)</w:t>
      </w:r>
      <w:r w:rsidR="00905FC8" w:rsidRPr="00D10BF0">
        <w:t xml:space="preserve"> v podrobnosti podľa Časti G. Podmienky účasti týchto súťažných podkladov,</w:t>
      </w:r>
      <w:r w:rsidR="005B20B5" w:rsidRPr="00D10BF0">
        <w:t xml:space="preserve"> </w:t>
      </w:r>
      <w:r w:rsidR="00905FC8" w:rsidRPr="00D10BF0">
        <w:t>t</w:t>
      </w:r>
      <w:r w:rsidR="005B20B5" w:rsidRPr="00D10BF0">
        <w:t xml:space="preserve">. j. </w:t>
      </w:r>
      <w:r w:rsidR="00AC54A9" w:rsidRPr="00D10BF0">
        <w:t xml:space="preserve">všetky </w:t>
      </w:r>
      <w:r w:rsidR="005B20B5" w:rsidRPr="00D10BF0">
        <w:t xml:space="preserve">doklady, ktorými preukazuje splnenie podmienok účasti týkajúcich sa osobného </w:t>
      </w:r>
      <w:r w:rsidR="00D757BE" w:rsidRPr="00D10BF0">
        <w:t xml:space="preserve">a ekonomického </w:t>
      </w:r>
      <w:r w:rsidR="005B20B5" w:rsidRPr="00D10BF0">
        <w:t>postavenia a </w:t>
      </w:r>
      <w:r w:rsidR="00140850" w:rsidRPr="00D10BF0">
        <w:t xml:space="preserve">doklady, ktorými preukazuje splnenie </w:t>
      </w:r>
      <w:r w:rsidR="005B20B5" w:rsidRPr="00D10BF0">
        <w:t>podmienok účasti technick</w:t>
      </w:r>
      <w:r w:rsidR="00140850" w:rsidRPr="00D10BF0">
        <w:t>ej spôsobilosti (</w:t>
      </w:r>
      <w:r w:rsidR="000D4D74" w:rsidRPr="00D10BF0">
        <w:t xml:space="preserve">na preukázanie podmienok účasti technickej spôsobilosti môže uchádzač použiť vzor podľa </w:t>
      </w:r>
      <w:r w:rsidR="00C871E1" w:rsidRPr="00D10BF0">
        <w:rPr>
          <w:szCs w:val="20"/>
        </w:rPr>
        <w:t>Príloh</w:t>
      </w:r>
      <w:r w:rsidR="000D4D74" w:rsidRPr="00D10BF0">
        <w:rPr>
          <w:szCs w:val="20"/>
        </w:rPr>
        <w:t>y</w:t>
      </w:r>
      <w:r w:rsidR="00C871E1" w:rsidRPr="00D10BF0">
        <w:rPr>
          <w:szCs w:val="20"/>
        </w:rPr>
        <w:t xml:space="preserve"> č. </w:t>
      </w:r>
      <w:r w:rsidR="006C29FE">
        <w:t xml:space="preserve">A.6 </w:t>
      </w:r>
      <w:r w:rsidR="00260BF7">
        <w:t xml:space="preserve">– Zoznam stavebných prác </w:t>
      </w:r>
      <w:r w:rsidR="006C29FE">
        <w:t xml:space="preserve">a </w:t>
      </w:r>
      <w:r w:rsidR="00C871E1" w:rsidRPr="00D10BF0">
        <w:rPr>
          <w:szCs w:val="20"/>
        </w:rPr>
        <w:t>Príloh</w:t>
      </w:r>
      <w:r w:rsidR="000D4D74" w:rsidRPr="00D10BF0">
        <w:rPr>
          <w:szCs w:val="20"/>
        </w:rPr>
        <w:t>y</w:t>
      </w:r>
      <w:r w:rsidR="00C871E1" w:rsidRPr="00D10BF0">
        <w:rPr>
          <w:szCs w:val="20"/>
        </w:rPr>
        <w:t xml:space="preserve"> č. </w:t>
      </w:r>
      <w:r w:rsidR="00260BF7">
        <w:t>A.7</w:t>
      </w:r>
      <w:r w:rsidR="00C871E1" w:rsidRPr="00D10BF0">
        <w:rPr>
          <w:szCs w:val="20"/>
        </w:rPr>
        <w:t xml:space="preserve"> - Zoznam odborníkov</w:t>
      </w:r>
      <w:r w:rsidR="00260BF7">
        <w:rPr>
          <w:szCs w:val="20"/>
        </w:rPr>
        <w:t>)</w:t>
      </w:r>
      <w:r w:rsidR="00C871E1" w:rsidRPr="00D10BF0">
        <w:rPr>
          <w:szCs w:val="20"/>
        </w:rPr>
        <w:t xml:space="preserve">. </w:t>
      </w:r>
      <w:r w:rsidR="00EA5C2D">
        <w:rPr>
          <w:szCs w:val="20"/>
        </w:rPr>
        <w:t xml:space="preserve">Zoznam stavebných prác </w:t>
      </w:r>
      <w:r w:rsidR="00EA5C2D" w:rsidRPr="00EA5C2D">
        <w:rPr>
          <w:szCs w:val="20"/>
        </w:rPr>
        <w:t>musí byť doplnený potvrdením o uspokojivom vykonaní stavebných prác a zhodnotení uskutočnených stavebných prác podľa obchodných podmieno</w:t>
      </w:r>
      <w:r w:rsidR="00EA5C2D">
        <w:rPr>
          <w:szCs w:val="20"/>
        </w:rPr>
        <w:t>k v súlade s ustanovením § 34 ods. 1 písm. b) ZVO.</w:t>
      </w:r>
      <w:r w:rsidR="00EA5C2D" w:rsidRPr="00EA5C2D">
        <w:rPr>
          <w:szCs w:val="20"/>
        </w:rPr>
        <w:t xml:space="preserve"> </w:t>
      </w:r>
      <w:r w:rsidR="00C871E1" w:rsidRPr="00D10BF0">
        <w:rPr>
          <w:rFonts w:cs="Proba Pro"/>
          <w:szCs w:val="20"/>
        </w:rPr>
        <w:t>Zoznam odborníkov uchádzač doplní o súhlas na spracovanie osobných údajov odborníka podľa</w:t>
      </w:r>
      <w:r w:rsidR="00C871E1" w:rsidRPr="00D10BF0">
        <w:rPr>
          <w:szCs w:val="20"/>
        </w:rPr>
        <w:t xml:space="preserve"> Prílohy č. </w:t>
      </w:r>
      <w:r w:rsidR="00EA5C2D">
        <w:t>A.8</w:t>
      </w:r>
      <w:r w:rsidR="00FF3C40" w:rsidRPr="00D10BF0">
        <w:t xml:space="preserve"> </w:t>
      </w:r>
      <w:r w:rsidR="00C871E1" w:rsidRPr="00D10BF0">
        <w:rPr>
          <w:szCs w:val="20"/>
        </w:rPr>
        <w:t>- Súhlas so sprac osobných údajov (vzor)</w:t>
      </w:r>
      <w:r w:rsidR="00AC54A9" w:rsidRPr="00D10BF0">
        <w:t>).</w:t>
      </w:r>
      <w:bookmarkEnd w:id="68"/>
      <w:r w:rsidR="007356AA" w:rsidRPr="00D10BF0">
        <w:t xml:space="preserve"> </w:t>
      </w:r>
      <w:bookmarkEnd w:id="69"/>
    </w:p>
    <w:p w14:paraId="092FA6CC" w14:textId="7CACCBC4" w:rsidR="00161F30" w:rsidRPr="00161F30" w:rsidRDefault="00161F30" w:rsidP="00D31BD8">
      <w:pPr>
        <w:pStyle w:val="Heading6"/>
        <w:numPr>
          <w:ilvl w:val="0"/>
          <w:numId w:val="0"/>
        </w:numPr>
        <w:ind w:left="1134"/>
      </w:pPr>
      <w:r>
        <w:t xml:space="preserve">Uchádzač zároveň predkladá aj dokumenty preukazujúce splnenie podmienok účasti osobného postavenia </w:t>
      </w:r>
      <w:r w:rsidR="0001030F">
        <w:t xml:space="preserve">a </w:t>
      </w:r>
      <w:r w:rsidR="004107AA">
        <w:t>neexistenciu</w:t>
      </w:r>
      <w:r w:rsidRPr="00161F30">
        <w:t xml:space="preserve"> dôvod</w:t>
      </w:r>
      <w:r w:rsidR="004107AA">
        <w:t>ov</w:t>
      </w:r>
      <w:r w:rsidRPr="00161F30">
        <w:t xml:space="preserve"> na vylúčenie podľa § 40 ods. 6 písm. a) až h) a ods.</w:t>
      </w:r>
      <w:r w:rsidR="004107AA">
        <w:t xml:space="preserve"> 7 ZVO za navrhovaných subdodávateľov</w:t>
      </w:r>
      <w:r w:rsidR="00254B4C">
        <w:t xml:space="preserve"> v súlade s požiadavkou podľa bodu </w:t>
      </w:r>
      <w:r w:rsidR="00254B4C">
        <w:fldChar w:fldCharType="begin"/>
      </w:r>
      <w:r w:rsidR="00254B4C">
        <w:instrText xml:space="preserve"> REF _Ref34825894 \n \h </w:instrText>
      </w:r>
      <w:r w:rsidR="00254B4C">
        <w:fldChar w:fldCharType="separate"/>
      </w:r>
      <w:r w:rsidR="00254B4C">
        <w:t>27.7</w:t>
      </w:r>
      <w:r w:rsidR="00254B4C">
        <w:fldChar w:fldCharType="end"/>
      </w:r>
      <w:r w:rsidR="00254B4C">
        <w:t xml:space="preserve"> tejto časti súťažných podkladov</w:t>
      </w:r>
      <w:r w:rsidR="004107AA">
        <w:t>.</w:t>
      </w:r>
    </w:p>
    <w:p w14:paraId="55169190" w14:textId="77F4314B" w:rsidR="00DA0CD5" w:rsidRPr="00D10BF0" w:rsidRDefault="00B31663" w:rsidP="00283EDF">
      <w:pPr>
        <w:pStyle w:val="Heading6"/>
      </w:pPr>
      <w:r w:rsidRPr="00D10BF0">
        <w:t xml:space="preserve">Návrh Zmluvy vypracovaný podľa Prílohy č. </w:t>
      </w:r>
      <w:r w:rsidR="00B87223" w:rsidRPr="00D10BF0">
        <w:t>D.1</w:t>
      </w:r>
      <w:r w:rsidRPr="00D10BF0">
        <w:t xml:space="preserve"> týchto súťažných </w:t>
      </w:r>
      <w:proofErr w:type="spellStart"/>
      <w:r w:rsidRPr="00D10BF0">
        <w:t>podkladov</w:t>
      </w:r>
      <w:r w:rsidR="00203079" w:rsidRPr="00D10BF0">
        <w:t>spolu</w:t>
      </w:r>
      <w:proofErr w:type="spellEnd"/>
      <w:r w:rsidR="00203079" w:rsidRPr="00D10BF0">
        <w:t xml:space="preserve"> s prílohami, ako je tam bližšie uvedené</w:t>
      </w:r>
      <w:r w:rsidRPr="00D10BF0">
        <w:t xml:space="preserve">. Ostatné prílohy Zmluvy budú do Zmluvy doplnené podľa ponuky uchádzača v rámci postupu pred uzatvorením Zmluvy podľa bodu </w:t>
      </w:r>
      <w:r w:rsidR="00696E11" w:rsidRPr="00D10BF0">
        <w:fldChar w:fldCharType="begin"/>
      </w:r>
      <w:r w:rsidR="00696E11" w:rsidRPr="00D10BF0">
        <w:instrText xml:space="preserve"> REF _Ref4422467 \n \h </w:instrText>
      </w:r>
      <w:r w:rsidR="008501A8" w:rsidRPr="00D10BF0">
        <w:instrText xml:space="preserve"> \* MERGEFORMAT </w:instrText>
      </w:r>
      <w:r w:rsidR="00696E11" w:rsidRPr="00D10BF0">
        <w:fldChar w:fldCharType="separate"/>
      </w:r>
      <w:r w:rsidR="00171596">
        <w:t>27</w:t>
      </w:r>
      <w:r w:rsidR="00696E11" w:rsidRPr="00D10BF0">
        <w:fldChar w:fldCharType="end"/>
      </w:r>
      <w:r w:rsidRPr="00D10BF0">
        <w:t xml:space="preserve"> tejto časti súťažných podkladov</w:t>
      </w:r>
      <w:r w:rsidR="0025355A" w:rsidRPr="00D10BF0">
        <w:t>.</w:t>
      </w:r>
    </w:p>
    <w:p w14:paraId="4EE6574B" w14:textId="115D757A" w:rsidR="009E22BB" w:rsidRPr="00D10BF0" w:rsidRDefault="009E22BB" w:rsidP="00283EDF">
      <w:pPr>
        <w:pStyle w:val="Heading6"/>
        <w:rPr>
          <w:szCs w:val="20"/>
        </w:rPr>
      </w:pPr>
      <w:bookmarkStart w:id="70" w:name="_Ref4422691"/>
      <w:bookmarkStart w:id="71" w:name="_Ref524522702"/>
      <w:bookmarkStart w:id="72" w:name="_Ref524523889"/>
      <w:r w:rsidRPr="00D10BF0">
        <w:t xml:space="preserve">Doklad o zložení zábezpeky podľa bodu </w:t>
      </w:r>
      <w:r w:rsidR="008B7062">
        <w:fldChar w:fldCharType="begin"/>
      </w:r>
      <w:r w:rsidR="008B7062">
        <w:instrText xml:space="preserve"> REF _Ref33624296 \n \h </w:instrText>
      </w:r>
      <w:r w:rsidR="008B7062">
        <w:fldChar w:fldCharType="separate"/>
      </w:r>
      <w:r w:rsidR="00171596">
        <w:t>16</w:t>
      </w:r>
      <w:r w:rsidR="008B7062">
        <w:fldChar w:fldCharType="end"/>
      </w:r>
      <w:r w:rsidR="008B7062">
        <w:t xml:space="preserve"> </w:t>
      </w:r>
      <w:r w:rsidRPr="00D10BF0">
        <w:t xml:space="preserve">tejto časti súťažných podkladov vo forme </w:t>
      </w:r>
      <w:r w:rsidRPr="00D10BF0">
        <w:rPr>
          <w:szCs w:val="20"/>
        </w:rPr>
        <w:t xml:space="preserve">ustanovenej v bode </w:t>
      </w:r>
      <w:r w:rsidR="008B7062">
        <w:rPr>
          <w:szCs w:val="20"/>
        </w:rPr>
        <w:fldChar w:fldCharType="begin"/>
      </w:r>
      <w:r w:rsidR="008B7062">
        <w:rPr>
          <w:szCs w:val="20"/>
        </w:rPr>
        <w:instrText xml:space="preserve"> REF _Ref534358796 \n \h </w:instrText>
      </w:r>
      <w:r w:rsidR="008B7062">
        <w:rPr>
          <w:szCs w:val="20"/>
        </w:rPr>
      </w:r>
      <w:r w:rsidR="008B7062">
        <w:rPr>
          <w:szCs w:val="20"/>
        </w:rPr>
        <w:fldChar w:fldCharType="separate"/>
      </w:r>
      <w:r w:rsidR="00171596">
        <w:rPr>
          <w:szCs w:val="20"/>
        </w:rPr>
        <w:t>8.5</w:t>
      </w:r>
      <w:r w:rsidR="008B7062">
        <w:rPr>
          <w:szCs w:val="20"/>
        </w:rPr>
        <w:fldChar w:fldCharType="end"/>
      </w:r>
      <w:r w:rsidR="008B7062">
        <w:rPr>
          <w:szCs w:val="20"/>
        </w:rPr>
        <w:t xml:space="preserve"> </w:t>
      </w:r>
      <w:r w:rsidRPr="00D10BF0">
        <w:rPr>
          <w:szCs w:val="20"/>
        </w:rPr>
        <w:t>tejto časti súťažných podkladov.</w:t>
      </w:r>
      <w:bookmarkEnd w:id="70"/>
      <w:r w:rsidRPr="00D10BF0">
        <w:rPr>
          <w:szCs w:val="20"/>
        </w:rPr>
        <w:t xml:space="preserve"> </w:t>
      </w:r>
      <w:bookmarkEnd w:id="71"/>
    </w:p>
    <w:bookmarkEnd w:id="72"/>
    <w:p w14:paraId="17DC7686" w14:textId="0872BA1F" w:rsidR="00915293" w:rsidRPr="00D10BF0" w:rsidRDefault="00915293" w:rsidP="00283EDF">
      <w:pPr>
        <w:pStyle w:val="Heading6"/>
      </w:pPr>
      <w:r w:rsidRPr="00D10BF0">
        <w:t xml:space="preserve">Čestné vyhlásenie uchádzača o súhlase s podmienkami Verejnej súťaže obsahujúci </w:t>
      </w:r>
      <w:r w:rsidRPr="00D10BF0">
        <w:rPr>
          <w:szCs w:val="20"/>
        </w:rPr>
        <w:t>identifikáciu</w:t>
      </w:r>
      <w:r w:rsidRPr="00D10BF0">
        <w:t xml:space="preserve"> osoby, </w:t>
      </w:r>
      <w:r w:rsidRPr="00D10BF0">
        <w:rPr>
          <w:rFonts w:cs="Times New Roman"/>
          <w:bCs/>
        </w:rPr>
        <w:t xml:space="preserve">ktorej služby alebo podklady využil pri jej vypracovaní (ak ponuku </w:t>
      </w:r>
      <w:r w:rsidRPr="00D10BF0">
        <w:t>uchádzač</w:t>
      </w:r>
      <w:r w:rsidRPr="00D10BF0">
        <w:rPr>
          <w:rFonts w:cs="Times New Roman"/>
          <w:bCs/>
        </w:rPr>
        <w:t xml:space="preserve"> nevypracoval sám), </w:t>
      </w:r>
      <w:r w:rsidRPr="00D10BF0">
        <w:t xml:space="preserve">zoznam subdodávateľov a podiel zákazky, ktorý má v úmysle zadať subdodávateľom, navrhovaných subdodávateľov a </w:t>
      </w:r>
      <w:r w:rsidR="00FE0405" w:rsidRPr="00D10BF0">
        <w:t>predmety subdodávok, a vyhlásenie uchádzača o</w:t>
      </w:r>
      <w:r w:rsidR="00FE0405" w:rsidRPr="00D10BF0">
        <w:rPr>
          <w:rFonts w:cs="Calibri"/>
        </w:rPr>
        <w:t> </w:t>
      </w:r>
      <w:r w:rsidR="00FE0405" w:rsidRPr="00D10BF0">
        <w:t>pravdivosti a</w:t>
      </w:r>
      <w:r w:rsidR="00FE0405" w:rsidRPr="00D10BF0">
        <w:rPr>
          <w:rFonts w:cs="Calibri"/>
        </w:rPr>
        <w:t> </w:t>
      </w:r>
      <w:r w:rsidR="00FE0405" w:rsidRPr="00D10BF0">
        <w:t>úplnosti všetkých dokladov a údajov uvedených v</w:t>
      </w:r>
      <w:r w:rsidR="00FE0405" w:rsidRPr="00D10BF0">
        <w:rPr>
          <w:rFonts w:cs="Calibri"/>
        </w:rPr>
        <w:t> </w:t>
      </w:r>
      <w:r w:rsidR="00FE0405" w:rsidRPr="00D10BF0">
        <w:rPr>
          <w:szCs w:val="20"/>
        </w:rPr>
        <w:t>ponuke,</w:t>
      </w:r>
      <w:r w:rsidR="00FE0405" w:rsidRPr="00D10BF0">
        <w:t xml:space="preserve"> ktorého vzor tvorí Prílohu č. A.2 týchto súťažných podkladov</w:t>
      </w:r>
      <w:r w:rsidRPr="00D10BF0">
        <w:t>.</w:t>
      </w:r>
    </w:p>
    <w:p w14:paraId="3C69AB4A" w14:textId="7C172847" w:rsidR="00915293" w:rsidRPr="00D10BF0" w:rsidRDefault="00915293" w:rsidP="00283EDF">
      <w:pPr>
        <w:pStyle w:val="Heading6"/>
      </w:pPr>
      <w:r w:rsidRPr="00D10BF0">
        <w:rPr>
          <w:szCs w:val="20"/>
        </w:rPr>
        <w:t>Čestné vyhlásenie uchádzača o</w:t>
      </w:r>
      <w:r w:rsidRPr="00D10BF0">
        <w:rPr>
          <w:rFonts w:cs="Calibri"/>
          <w:szCs w:val="20"/>
        </w:rPr>
        <w:t> </w:t>
      </w:r>
      <w:r w:rsidRPr="00D10BF0">
        <w:rPr>
          <w:szCs w:val="20"/>
        </w:rPr>
        <w:t xml:space="preserve">neprítomnosti konfliktu záujmov vypracované podľa </w:t>
      </w:r>
      <w:r w:rsidRPr="00D10BF0">
        <w:t xml:space="preserve">Prílohy č. </w:t>
      </w:r>
      <w:r w:rsidR="00B87223" w:rsidRPr="00D10BF0">
        <w:t>A.3</w:t>
      </w:r>
      <w:r w:rsidRPr="00D10BF0">
        <w:t xml:space="preserve"> týchto súťažných podkladov a v súlade s bodom </w:t>
      </w:r>
      <w:r w:rsidR="00696E11" w:rsidRPr="00D10BF0">
        <w:fldChar w:fldCharType="begin"/>
      </w:r>
      <w:r w:rsidR="00696E11" w:rsidRPr="00D10BF0">
        <w:instrText xml:space="preserve"> REF _Ref4422488 \n \h </w:instrText>
      </w:r>
      <w:r w:rsidR="008501A8" w:rsidRPr="00D10BF0">
        <w:instrText xml:space="preserve"> \* MERGEFORMAT </w:instrText>
      </w:r>
      <w:r w:rsidR="00696E11" w:rsidRPr="00D10BF0">
        <w:fldChar w:fldCharType="separate"/>
      </w:r>
      <w:r w:rsidR="00171596">
        <w:t>19</w:t>
      </w:r>
      <w:r w:rsidR="00696E11" w:rsidRPr="00D10BF0">
        <w:fldChar w:fldCharType="end"/>
      </w:r>
      <w:r w:rsidRPr="00D10BF0">
        <w:t xml:space="preserve"> tejto časti súťažných podkladov.</w:t>
      </w:r>
    </w:p>
    <w:p w14:paraId="3CDD144B" w14:textId="524D376B" w:rsidR="00915293" w:rsidRPr="00D10BF0" w:rsidRDefault="00915293" w:rsidP="00283EDF">
      <w:pPr>
        <w:pStyle w:val="Heading6"/>
      </w:pPr>
      <w:bookmarkStart w:id="73" w:name="_Hlk519775982"/>
      <w:r w:rsidRPr="00D10BF0">
        <w:t>Ak ponuku predkladá Skupina dodávateľov</w:t>
      </w:r>
      <w:r w:rsidR="00075B80" w:rsidRPr="00D10BF0">
        <w:t>,</w:t>
      </w:r>
      <w:r w:rsidRPr="00D10BF0">
        <w:t xml:space="preserve"> tak </w:t>
      </w:r>
      <w:bookmarkEnd w:id="73"/>
      <w:r w:rsidRPr="00D10BF0">
        <w:t xml:space="preserve">zmluvu podľa bodu </w:t>
      </w:r>
      <w:r w:rsidR="00696E11" w:rsidRPr="00D10BF0">
        <w:fldChar w:fldCharType="begin"/>
      </w:r>
      <w:r w:rsidR="00696E11" w:rsidRPr="00D10BF0">
        <w:instrText xml:space="preserve"> REF _Ref4422270 \n \h </w:instrText>
      </w:r>
      <w:r w:rsidR="008501A8" w:rsidRPr="00D10BF0">
        <w:instrText xml:space="preserve"> \* MERGEFORMAT </w:instrText>
      </w:r>
      <w:r w:rsidR="00696E11" w:rsidRPr="00D10BF0">
        <w:fldChar w:fldCharType="separate"/>
      </w:r>
      <w:r w:rsidR="00171596">
        <w:t>7.4</w:t>
      </w:r>
      <w:r w:rsidR="00696E11" w:rsidRPr="00D10BF0">
        <w:fldChar w:fldCharType="end"/>
      </w:r>
      <w:r w:rsidR="00696E11" w:rsidRPr="00D10BF0">
        <w:t xml:space="preserve"> </w:t>
      </w:r>
      <w:r w:rsidRPr="00D10BF0">
        <w:t xml:space="preserve">tejto časti súťažných podkladov alebo čestné vyhlásenie o vytvorení Skupiny dodávateľov, ktorého vzor tvorí Prílohu č. </w:t>
      </w:r>
      <w:r w:rsidR="00F376A8" w:rsidRPr="00D10BF0">
        <w:t>A.4</w:t>
      </w:r>
      <w:r w:rsidRPr="00D10BF0">
        <w:t xml:space="preserve"> týchto súťažných podkladov súčasne s plnomocenstvom vedúceho člena Skupiny dodávateľov s obsahovými náležitosťami podľa Prílohy č. </w:t>
      </w:r>
      <w:r w:rsidR="00F376A8" w:rsidRPr="00D10BF0">
        <w:t>A.5</w:t>
      </w:r>
      <w:r w:rsidRPr="00D10BF0">
        <w:t xml:space="preserve"> týchto súťažných podkladov.</w:t>
      </w:r>
    </w:p>
    <w:p w14:paraId="086055FE" w14:textId="73D588FF" w:rsidR="00915293" w:rsidRPr="00D10BF0" w:rsidRDefault="00915293" w:rsidP="00283EDF">
      <w:pPr>
        <w:pStyle w:val="Heading6"/>
      </w:pPr>
      <w:bookmarkStart w:id="74" w:name="_Ref20736936"/>
      <w:r w:rsidRPr="00D10BF0">
        <w:t xml:space="preserve">Návrh na plnenie kritérií predložený formou vyplnených tabuliek podľa vzoru v Prílohe č. </w:t>
      </w:r>
      <w:r w:rsidR="00F376A8" w:rsidRPr="00D10BF0">
        <w:t>C.</w:t>
      </w:r>
      <w:r w:rsidRPr="00D10BF0">
        <w:t>1 Návrh na plnenie kritérií týchto súťažných podkladov</w:t>
      </w:r>
      <w:r w:rsidR="00E14711" w:rsidRPr="00D10BF0">
        <w:t xml:space="preserve"> a Prílohy č </w:t>
      </w:r>
      <w:r w:rsidR="00166646" w:rsidRPr="00D10BF0">
        <w:t>C.2</w:t>
      </w:r>
      <w:r w:rsidR="00E14711" w:rsidRPr="00D10BF0">
        <w:t xml:space="preserve"> </w:t>
      </w:r>
      <w:r w:rsidR="00166646" w:rsidRPr="00D10BF0">
        <w:t>–</w:t>
      </w:r>
      <w:r w:rsidR="00E14711" w:rsidRPr="00D10BF0">
        <w:t xml:space="preserve"> </w:t>
      </w:r>
      <w:r w:rsidR="00166646" w:rsidRPr="00D10BF0">
        <w:t>Rozpočet zmluvnej ceny</w:t>
      </w:r>
      <w:r w:rsidRPr="00D10BF0">
        <w:t>.</w:t>
      </w:r>
      <w:bookmarkEnd w:id="74"/>
    </w:p>
    <w:p w14:paraId="1767E679" w14:textId="386199B4" w:rsidR="00192888" w:rsidRPr="00D10BF0" w:rsidRDefault="00192888" w:rsidP="00283EDF">
      <w:pPr>
        <w:pStyle w:val="Heading6"/>
      </w:pPr>
      <w:r w:rsidRPr="00D10BF0">
        <w:t>Plná moc (poverenie)</w:t>
      </w:r>
      <w:r w:rsidR="00C6226B" w:rsidRPr="00D10BF0">
        <w:t>,</w:t>
      </w:r>
      <w:bookmarkStart w:id="75" w:name="_Hlk7774823"/>
      <w:r w:rsidR="00EF565F" w:rsidRPr="00D10BF0">
        <w:t xml:space="preserve"> </w:t>
      </w:r>
      <w:bookmarkStart w:id="76" w:name="_Hlk7775221"/>
      <w:r w:rsidR="00EF565F" w:rsidRPr="00D10BF0">
        <w:t>z ktorej bude vyplývať oprávnenie konajúcej osoby na zastupovanie uchádzača</w:t>
      </w:r>
      <w:bookmarkEnd w:id="76"/>
      <w:r w:rsidR="00EF565F" w:rsidRPr="00D10BF0">
        <w:t>,</w:t>
      </w:r>
      <w:bookmarkEnd w:id="75"/>
      <w:r w:rsidRPr="00D10BF0">
        <w:t xml:space="preserve"> ak uchádzač poverí svojho zamestnanca alebo inú osobu ako je štatutárny orgán uchádzača konať navonok v jeho mene pri podpise a predložení ponuky, uzavretí </w:t>
      </w:r>
      <w:r w:rsidR="00C6226B" w:rsidRPr="00D10BF0">
        <w:t>Z</w:t>
      </w:r>
      <w:r w:rsidRPr="00D10BF0">
        <w:t>mluvy a pri ostatných úkonoch súvisiacich s týmto verejným obstarávaním.</w:t>
      </w:r>
    </w:p>
    <w:p w14:paraId="63B8AB8E" w14:textId="5415C837" w:rsidR="003D02B1" w:rsidRPr="00D10BF0" w:rsidRDefault="00B35C6A" w:rsidP="001E5CF9">
      <w:pPr>
        <w:pStyle w:val="Heading4"/>
      </w:pPr>
      <w:bookmarkStart w:id="77" w:name="_Ref4422785"/>
      <w:bookmarkStart w:id="78" w:name="_Hlk522551112"/>
      <w:r w:rsidRPr="00D10BF0">
        <w:t xml:space="preserve">Každý dokument </w:t>
      </w:r>
      <w:r w:rsidR="003D02B1" w:rsidRPr="00D10BF0">
        <w:t xml:space="preserve">z vyššie uvedených častí ponuky (pokiaľ z bodov </w:t>
      </w:r>
      <w:r w:rsidR="008B7062">
        <w:fldChar w:fldCharType="begin"/>
      </w:r>
      <w:r w:rsidR="008B7062">
        <w:instrText xml:space="preserve"> REF _Ref4422514 \n \h </w:instrText>
      </w:r>
      <w:r w:rsidR="008B7062">
        <w:fldChar w:fldCharType="separate"/>
      </w:r>
      <w:r w:rsidR="00171596">
        <w:t>8.4</w:t>
      </w:r>
      <w:r w:rsidR="008B7062">
        <w:fldChar w:fldCharType="end"/>
      </w:r>
      <w:r w:rsidR="00696E11" w:rsidRPr="00D10BF0">
        <w:t xml:space="preserve"> </w:t>
      </w:r>
      <w:r w:rsidR="003D02B1" w:rsidRPr="00D10BF0">
        <w:t xml:space="preserve">alebo </w:t>
      </w:r>
      <w:r w:rsidR="008B7062">
        <w:fldChar w:fldCharType="begin"/>
      </w:r>
      <w:r w:rsidR="008B7062">
        <w:instrText xml:space="preserve"> REF _Ref534358796 \n \h </w:instrText>
      </w:r>
      <w:r w:rsidR="008B7062">
        <w:fldChar w:fldCharType="separate"/>
      </w:r>
      <w:r w:rsidR="00171596">
        <w:t>8.5</w:t>
      </w:r>
      <w:r w:rsidR="008B7062">
        <w:fldChar w:fldCharType="end"/>
      </w:r>
      <w:r w:rsidR="00696E11" w:rsidRPr="00D10BF0">
        <w:t xml:space="preserve"> </w:t>
      </w:r>
      <w:r w:rsidR="003D02B1" w:rsidRPr="00D10BF0">
        <w:t>tejto časti súťažných podkladov nevyplýva inak) musí byť:</w:t>
      </w:r>
      <w:bookmarkEnd w:id="77"/>
    </w:p>
    <w:p w14:paraId="3E9A5182" w14:textId="42240DA0" w:rsidR="003D02B1" w:rsidRPr="00D10BF0" w:rsidRDefault="00B35C6A" w:rsidP="00283EDF">
      <w:pPr>
        <w:pStyle w:val="Heading6"/>
      </w:pPr>
      <w:r w:rsidRPr="00D10BF0">
        <w:lastRenderedPageBreak/>
        <w:t>podpísaný</w:t>
      </w:r>
      <w:r w:rsidR="003D02B1" w:rsidRPr="00D10BF0">
        <w:t>, pričom</w:t>
      </w:r>
    </w:p>
    <w:p w14:paraId="4135C9C9" w14:textId="2DDA10C2" w:rsidR="003D02B1" w:rsidRPr="00D10BF0" w:rsidRDefault="003D02B1" w:rsidP="00236805">
      <w:pPr>
        <w:pStyle w:val="Heading7"/>
      </w:pPr>
      <w:r w:rsidRPr="00D10BF0">
        <w:t>v prípade dokumentu vydaného uchádzačom</w:t>
      </w:r>
      <w:r w:rsidR="00B35C6A" w:rsidRPr="00D10BF0">
        <w:t xml:space="preserve"> musí byť tento dokument</w:t>
      </w:r>
      <w:r w:rsidRPr="00D10BF0">
        <w:t xml:space="preserve"> </w:t>
      </w:r>
      <w:r w:rsidR="00B35C6A" w:rsidRPr="00D10BF0">
        <w:rPr>
          <w:b/>
          <w:u w:val="single"/>
        </w:rPr>
        <w:t xml:space="preserve">podpísaný </w:t>
      </w:r>
      <w:r w:rsidRPr="00D10BF0">
        <w:rPr>
          <w:b/>
          <w:u w:val="single"/>
        </w:rPr>
        <w:t>uchádzačom</w:t>
      </w:r>
      <w:r w:rsidRPr="00D10BF0">
        <w:t>, jeho štatutárnym zástupcom alebo iným písomne splnomocneným zástupcom uchádzača, ktorý je oprávnený konať za uchádzača v potrebnom rozsahu; a</w:t>
      </w:r>
    </w:p>
    <w:p w14:paraId="478AEA87" w14:textId="18378A03" w:rsidR="003D02B1" w:rsidRPr="00D10BF0" w:rsidRDefault="003D02B1" w:rsidP="00236805">
      <w:pPr>
        <w:pStyle w:val="Heading7"/>
      </w:pPr>
      <w:r w:rsidRPr="00D10BF0">
        <w:t>v prípade dokumentu, ktorý uchádzač nevydáva a</w:t>
      </w:r>
      <w:r w:rsidRPr="00D10BF0">
        <w:rPr>
          <w:rFonts w:cs="Calibri"/>
        </w:rPr>
        <w:t> </w:t>
      </w:r>
      <w:r w:rsidRPr="00D10BF0">
        <w:t>nejedn</w:t>
      </w:r>
      <w:r w:rsidRPr="00D10BF0">
        <w:rPr>
          <w:rFonts w:cs="Proba Pro"/>
        </w:rPr>
        <w:t>á</w:t>
      </w:r>
      <w:r w:rsidRPr="00D10BF0">
        <w:t xml:space="preserve"> sa o doklad uvedený v bode </w:t>
      </w:r>
      <w:r w:rsidR="008B7062">
        <w:fldChar w:fldCharType="begin"/>
      </w:r>
      <w:r w:rsidR="008B7062">
        <w:instrText xml:space="preserve"> REF _Ref4422667 \r \h </w:instrText>
      </w:r>
      <w:r w:rsidR="008B7062">
        <w:fldChar w:fldCharType="separate"/>
      </w:r>
      <w:r w:rsidR="00171596">
        <w:t>8.2c)</w:t>
      </w:r>
      <w:r w:rsidR="008B7062">
        <w:fldChar w:fldCharType="end"/>
      </w:r>
      <w:r w:rsidR="00581FEC" w:rsidRPr="00D10BF0">
        <w:t xml:space="preserve"> </w:t>
      </w:r>
      <w:r w:rsidRPr="00D10BF0">
        <w:t xml:space="preserve">tejto časti súťažných podkladov, určený na preukázanie splnenia podmienok účasti osobného postavenia podľa § 32 ZVO alebo doklad uvedený v bode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171596">
        <w:t>8.2e)</w:t>
      </w:r>
      <w:r w:rsidR="006149E7" w:rsidRPr="00D10BF0">
        <w:fldChar w:fldCharType="end"/>
      </w:r>
      <w:r w:rsidR="006149E7" w:rsidRPr="00D10BF0">
        <w:t xml:space="preserve"> </w:t>
      </w:r>
      <w:r w:rsidRPr="00D10BF0">
        <w:t>tejto časti súťažných podkladov</w:t>
      </w:r>
      <w:r w:rsidR="00B35C6A" w:rsidRPr="00D10BF0">
        <w:t>, musí byť dokument</w:t>
      </w:r>
      <w:r w:rsidRPr="00D10BF0">
        <w:t xml:space="preserve"> </w:t>
      </w:r>
      <w:r w:rsidRPr="00D10BF0">
        <w:rPr>
          <w:b/>
          <w:u w:val="single"/>
        </w:rPr>
        <w:t>podpísan</w:t>
      </w:r>
      <w:r w:rsidR="00B35C6A" w:rsidRPr="00D10BF0">
        <w:rPr>
          <w:b/>
          <w:u w:val="single"/>
        </w:rPr>
        <w:t>ý</w:t>
      </w:r>
      <w:r w:rsidRPr="00D10BF0">
        <w:rPr>
          <w:b/>
          <w:u w:val="single"/>
        </w:rPr>
        <w:t xml:space="preserve"> treťou osobou</w:t>
      </w:r>
      <w:r w:rsidRPr="00D10BF0">
        <w:t>, ktorá ho vydáva, resp.  jej štatutárnym zástupcom alebo iným ňou splnomocneným zástupcom.</w:t>
      </w:r>
    </w:p>
    <w:p w14:paraId="375413F6" w14:textId="41607868" w:rsidR="003D02B1" w:rsidRPr="00D10BF0" w:rsidRDefault="00B35C6A" w:rsidP="00283EDF">
      <w:pPr>
        <w:pStyle w:val="Heading6"/>
      </w:pPr>
      <w:r w:rsidRPr="00D10BF0">
        <w:rPr>
          <w:b/>
          <w:u w:val="single"/>
        </w:rPr>
        <w:t>naskenovaný</w:t>
      </w:r>
      <w:r w:rsidRPr="00D10BF0">
        <w:rPr>
          <w:b/>
        </w:rPr>
        <w:t xml:space="preserve"> </w:t>
      </w:r>
      <w:r w:rsidR="003D02B1" w:rsidRPr="00D10BF0">
        <w:t xml:space="preserve">(odporúčaný formát je „PDF“), </w:t>
      </w:r>
    </w:p>
    <w:p w14:paraId="2F8E92D2" w14:textId="17D847C5" w:rsidR="003D02B1" w:rsidRPr="00D10BF0" w:rsidRDefault="00B35C6A" w:rsidP="00283EDF">
      <w:pPr>
        <w:pStyle w:val="Heading6"/>
      </w:pPr>
      <w:r w:rsidRPr="00D10BF0">
        <w:rPr>
          <w:b/>
          <w:u w:val="single"/>
        </w:rPr>
        <w:t>vložený</w:t>
      </w:r>
      <w:r w:rsidRPr="00D10BF0">
        <w:t xml:space="preserve"> </w:t>
      </w:r>
      <w:r w:rsidR="003D02B1" w:rsidRPr="00D10BF0">
        <w:t xml:space="preserve">do systému JOSEPHINE spôsobom uvedeným v bode </w:t>
      </w:r>
      <w:r w:rsidR="008B7062">
        <w:fldChar w:fldCharType="begin"/>
      </w:r>
      <w:r w:rsidR="008B7062">
        <w:instrText xml:space="preserve"> REF _Ref33624364 \n \h </w:instrText>
      </w:r>
      <w:r w:rsidR="008B7062">
        <w:fldChar w:fldCharType="separate"/>
      </w:r>
      <w:r w:rsidR="00171596">
        <w:t>20</w:t>
      </w:r>
      <w:r w:rsidR="008B7062">
        <w:fldChar w:fldCharType="end"/>
      </w:r>
      <w:r w:rsidR="006149E7" w:rsidRPr="00D10BF0">
        <w:t xml:space="preserve"> </w:t>
      </w:r>
      <w:r w:rsidR="003D02B1" w:rsidRPr="00D10BF0">
        <w:t>tejto časti súťažných podkladov.</w:t>
      </w:r>
    </w:p>
    <w:p w14:paraId="0BA33C96" w14:textId="6A3EE053" w:rsidR="003D02B1" w:rsidRPr="00D10BF0" w:rsidRDefault="003D02B1" w:rsidP="001E5CF9">
      <w:pPr>
        <w:pStyle w:val="Heading4"/>
      </w:pPr>
      <w:bookmarkStart w:id="79" w:name="_Ref4422514"/>
      <w:r w:rsidRPr="00D10BF0">
        <w:t xml:space="preserve">Doklady a dokumenty uvedené v bode </w:t>
      </w:r>
      <w:r w:rsidR="006149E7" w:rsidRPr="00D10BF0">
        <w:fldChar w:fldCharType="begin"/>
      </w:r>
      <w:r w:rsidR="006149E7" w:rsidRPr="00D10BF0">
        <w:instrText xml:space="preserve"> REF _Ref4422667 \r \h </w:instrText>
      </w:r>
      <w:r w:rsidR="008501A8" w:rsidRPr="00D10BF0">
        <w:instrText xml:space="preserve"> \* MERGEFORMAT </w:instrText>
      </w:r>
      <w:r w:rsidR="006149E7" w:rsidRPr="00D10BF0">
        <w:fldChar w:fldCharType="separate"/>
      </w:r>
      <w:r w:rsidR="00171596">
        <w:t>8.2c)</w:t>
      </w:r>
      <w:r w:rsidR="006149E7" w:rsidRPr="00D10BF0">
        <w:fldChar w:fldCharType="end"/>
      </w:r>
      <w:r w:rsidR="006149E7" w:rsidRPr="00D10BF0">
        <w:t xml:space="preserve"> </w:t>
      </w:r>
      <w:r w:rsidRPr="00D10BF0">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79"/>
    </w:p>
    <w:p w14:paraId="1058061C" w14:textId="77777777" w:rsidR="003D02B1" w:rsidRPr="00D10BF0" w:rsidRDefault="003D02B1" w:rsidP="00283EDF">
      <w:pPr>
        <w:pStyle w:val="Heading6"/>
      </w:pPr>
      <w:r w:rsidRPr="00D10BF0">
        <w:t xml:space="preserve">ako doklady obsahujúce kvalifikovaný </w:t>
      </w:r>
      <w:r w:rsidRPr="00D10BF0">
        <w:rPr>
          <w:szCs w:val="20"/>
        </w:rPr>
        <w:t>elektronický</w:t>
      </w:r>
      <w:r w:rsidRPr="00D10BF0">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D10BF0">
        <w:rPr>
          <w:b/>
        </w:rPr>
        <w:t xml:space="preserve">nariadenie </w:t>
      </w:r>
      <w:proofErr w:type="spellStart"/>
      <w:r w:rsidRPr="00D10BF0">
        <w:rPr>
          <w:b/>
        </w:rPr>
        <w:t>eIDAS</w:t>
      </w:r>
      <w:proofErr w:type="spellEnd"/>
      <w:r w:rsidRPr="00D10BF0">
        <w:t xml:space="preserve">“) subjektu, ktorý taký doklad vydal; alebo </w:t>
      </w:r>
    </w:p>
    <w:p w14:paraId="1BEF1BD1" w14:textId="77777777" w:rsidR="003D02B1" w:rsidRPr="00D10BF0" w:rsidRDefault="003D02B1" w:rsidP="00283EDF">
      <w:pPr>
        <w:pStyle w:val="Heading6"/>
      </w:pPr>
      <w:r w:rsidRPr="00D10BF0">
        <w:t xml:space="preserve">v prípade, ak nie sú vydávané v elektronickej forme s kvalifikovaným elektronickým podpisom podľa nariadenia </w:t>
      </w:r>
      <w:proofErr w:type="spellStart"/>
      <w:r w:rsidRPr="00D10BF0">
        <w:t>eIDAS</w:t>
      </w:r>
      <w:proofErr w:type="spellEnd"/>
      <w:r w:rsidRPr="00D10BF0">
        <w:t>, tak vo forme elektronického dokumentu vytvoreného zaručenou konverziou pôvodného originálu dokumentu podľa zákona č. 305/2013 Z. z. o e-</w:t>
      </w:r>
      <w:proofErr w:type="spellStart"/>
      <w:r w:rsidRPr="00D10BF0">
        <w:t>Governmente</w:t>
      </w:r>
      <w:proofErr w:type="spellEnd"/>
      <w:r w:rsidRPr="00D10BF0">
        <w:t xml:space="preserve"> v znení neskorších predpisov.</w:t>
      </w:r>
    </w:p>
    <w:p w14:paraId="3F0AEAE1" w14:textId="5B1CCAD1" w:rsidR="003D02B1" w:rsidRPr="00D10BF0" w:rsidRDefault="003D02B1" w:rsidP="001E5CF9">
      <w:pPr>
        <w:pStyle w:val="Heading4"/>
      </w:pPr>
      <w:bookmarkStart w:id="80" w:name="_Ref534358796"/>
      <w:r w:rsidRPr="00D10BF0">
        <w:t xml:space="preserve">V prípade poskytnutia zábezpeky formou bankovej záruky alebo poistenia záruky, uchádzač predloží doklad o zložení bankovej záruky alebo doklad o poistení záruky podľa bodu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171596">
        <w:t>8.2e)</w:t>
      </w:r>
      <w:r w:rsidR="006149E7" w:rsidRPr="00D10BF0">
        <w:fldChar w:fldCharType="end"/>
      </w:r>
      <w:r w:rsidR="006149E7" w:rsidRPr="00D10BF0">
        <w:t xml:space="preserve"> </w:t>
      </w:r>
      <w:r w:rsidRPr="00D10BF0">
        <w:t>tejto časti súťažných podkladov buď</w:t>
      </w:r>
      <w:bookmarkEnd w:id="80"/>
      <w:r w:rsidRPr="00D10BF0">
        <w:t xml:space="preserve"> </w:t>
      </w:r>
    </w:p>
    <w:p w14:paraId="20E19E4B" w14:textId="1DCF6FB5" w:rsidR="003D02B1" w:rsidRPr="00D10BF0" w:rsidRDefault="003D02B1" w:rsidP="00283EDF">
      <w:pPr>
        <w:pStyle w:val="Heading6"/>
      </w:pPr>
      <w:r w:rsidRPr="00D10BF0">
        <w:t>v ponuke vo forme elektronického dokumentu s kvalifikovaným elektronickým podpisom banky</w:t>
      </w:r>
      <w:r w:rsidR="00B97917" w:rsidRPr="00D10BF0">
        <w:t>,</w:t>
      </w:r>
      <w:r w:rsidRPr="00D10BF0">
        <w:t xml:space="preserve"> </w:t>
      </w:r>
      <w:r w:rsidR="00AA0E4D" w:rsidRPr="00D10BF0">
        <w:t xml:space="preserve">resp. poisťovne </w:t>
      </w:r>
      <w:r w:rsidRPr="00D10BF0">
        <w:t xml:space="preserve">v súlade s nariadením </w:t>
      </w:r>
      <w:proofErr w:type="spellStart"/>
      <w:r w:rsidRPr="00D10BF0">
        <w:t>eIDAS</w:t>
      </w:r>
      <w:proofErr w:type="spellEnd"/>
      <w:r w:rsidRPr="00D10BF0">
        <w:t xml:space="preserve"> v prípade, ak banka</w:t>
      </w:r>
      <w:r w:rsidR="00B97917" w:rsidRPr="00D10BF0">
        <w:t>,</w:t>
      </w:r>
      <w:r w:rsidR="00AA0E4D" w:rsidRPr="00D10BF0">
        <w:t xml:space="preserve"> resp. poisťovňa</w:t>
      </w:r>
      <w:r w:rsidRPr="00D10BF0">
        <w:t xml:space="preserve"> uchádzača takúto formu vystavenia bankovej záruky</w:t>
      </w:r>
      <w:r w:rsidR="00B97917" w:rsidRPr="00D10BF0">
        <w:t>,</w:t>
      </w:r>
      <w:r w:rsidRPr="00D10BF0">
        <w:t xml:space="preserve"> </w:t>
      </w:r>
      <w:r w:rsidR="00AA0E4D" w:rsidRPr="00D10BF0">
        <w:t xml:space="preserve">resp. poistenia záruky </w:t>
      </w:r>
      <w:r w:rsidRPr="00D10BF0">
        <w:t>pripúšťa. V takom prípade nesmie byť uplatnenie bankovej záruky</w:t>
      </w:r>
      <w:r w:rsidR="00B97917" w:rsidRPr="00D10BF0">
        <w:t>,</w:t>
      </w:r>
      <w:r w:rsidRPr="00D10BF0">
        <w:t xml:space="preserve"> </w:t>
      </w:r>
      <w:r w:rsidR="00AA0E4D" w:rsidRPr="00D10BF0">
        <w:t xml:space="preserve">resp. poistenia záruky </w:t>
      </w:r>
      <w:r w:rsidRPr="00D10BF0">
        <w:t>zo strany verejného obstarávateľa spojené so žiadnou prekážkou vyplývajúcou z elektronickej formy bankovej záruky</w:t>
      </w:r>
      <w:r w:rsidR="00B97917" w:rsidRPr="00D10BF0">
        <w:t>,</w:t>
      </w:r>
      <w:r w:rsidR="00AA0E4D" w:rsidRPr="00D10BF0">
        <w:t xml:space="preserve"> resp. poistenia záruky</w:t>
      </w:r>
      <w:r w:rsidRPr="00D10BF0">
        <w:t xml:space="preserve"> oproti uplatneniu plnenia z písomnej bankovej záruky</w:t>
      </w:r>
      <w:r w:rsidR="00B97917" w:rsidRPr="00D10BF0">
        <w:t>,</w:t>
      </w:r>
      <w:r w:rsidR="00AA0E4D" w:rsidRPr="00D10BF0">
        <w:t xml:space="preserve"> resp. poistenia záruky</w:t>
      </w:r>
      <w:r w:rsidRPr="00D10BF0">
        <w:t xml:space="preserve">; alebo </w:t>
      </w:r>
    </w:p>
    <w:p w14:paraId="18493218" w14:textId="1B5DF3F3" w:rsidR="007E65F6" w:rsidRPr="00D10BF0" w:rsidRDefault="003D02B1" w:rsidP="00283EDF">
      <w:pPr>
        <w:pStyle w:val="Heading6"/>
      </w:pPr>
      <w:bookmarkStart w:id="81" w:name="_Ref4422822"/>
      <w:r w:rsidRPr="00D10BF0">
        <w:t>v ponuke vo forme prostej kópie bankovej záruky</w:t>
      </w:r>
      <w:r w:rsidR="00C9476B" w:rsidRPr="00D10BF0">
        <w:t>,</w:t>
      </w:r>
      <w:r w:rsidR="00AA0E4D" w:rsidRPr="00D10BF0">
        <w:t xml:space="preserve"> resp. poistenia záruky</w:t>
      </w:r>
      <w:r w:rsidRPr="00D10BF0">
        <w:t xml:space="preserve">, pričom v takom prípade uchádzač okrem </w:t>
      </w:r>
      <w:proofErr w:type="spellStart"/>
      <w:r w:rsidRPr="00D10BF0">
        <w:t>scanu</w:t>
      </w:r>
      <w:proofErr w:type="spellEnd"/>
      <w:r w:rsidRPr="00D10BF0">
        <w:t xml:space="preserve"> vloženého do systému JOSEPHINE tiež zároveň samostatne doručí </w:t>
      </w:r>
      <w:r w:rsidRPr="00D10BF0">
        <w:rPr>
          <w:b/>
          <w:u w:val="single"/>
        </w:rPr>
        <w:t>originál záručnej listiny</w:t>
      </w:r>
      <w:r w:rsidR="00C9476B" w:rsidRPr="00D10BF0">
        <w:rPr>
          <w:b/>
          <w:u w:val="single"/>
        </w:rPr>
        <w:t>,</w:t>
      </w:r>
      <w:r w:rsidRPr="00D10BF0">
        <w:rPr>
          <w:b/>
          <w:u w:val="single"/>
        </w:rPr>
        <w:t xml:space="preserve"> resp. poistenia záruky</w:t>
      </w:r>
      <w:r w:rsidRPr="00D10BF0">
        <w:t xml:space="preserve"> (notársky overená kópia nie je postačujúca) na adresu </w:t>
      </w:r>
      <w:r w:rsidRPr="00D10BF0">
        <w:rPr>
          <w:b/>
        </w:rPr>
        <w:t xml:space="preserve">Tatra Tender </w:t>
      </w:r>
      <w:proofErr w:type="spellStart"/>
      <w:r w:rsidRPr="00D10BF0">
        <w:rPr>
          <w:b/>
        </w:rPr>
        <w:t>s.r.o</w:t>
      </w:r>
      <w:proofErr w:type="spellEnd"/>
      <w:r w:rsidRPr="00D10BF0">
        <w:rPr>
          <w:b/>
        </w:rPr>
        <w:t xml:space="preserve">., Krčméryho 16, 811 04 Bratislava v súlade s bodom </w:t>
      </w:r>
      <w:r w:rsidR="006149E7" w:rsidRPr="00D10BF0">
        <w:rPr>
          <w:b/>
        </w:rPr>
        <w:fldChar w:fldCharType="begin"/>
      </w:r>
      <w:r w:rsidR="006149E7" w:rsidRPr="00D10BF0">
        <w:rPr>
          <w:b/>
        </w:rPr>
        <w:instrText xml:space="preserve"> REF _Ref4422770 \n \h </w:instrText>
      </w:r>
      <w:r w:rsidR="008501A8" w:rsidRPr="00D10BF0">
        <w:rPr>
          <w:b/>
        </w:rPr>
        <w:instrText xml:space="preserve"> \* MERGEFORMAT </w:instrText>
      </w:r>
      <w:r w:rsidR="006149E7" w:rsidRPr="00D10BF0">
        <w:rPr>
          <w:b/>
        </w:rPr>
      </w:r>
      <w:r w:rsidR="006149E7" w:rsidRPr="00D10BF0">
        <w:rPr>
          <w:b/>
        </w:rPr>
        <w:fldChar w:fldCharType="separate"/>
      </w:r>
      <w:r w:rsidR="00171596">
        <w:rPr>
          <w:b/>
        </w:rPr>
        <w:t>21</w:t>
      </w:r>
      <w:r w:rsidR="006149E7" w:rsidRPr="00D10BF0">
        <w:rPr>
          <w:b/>
        </w:rPr>
        <w:fldChar w:fldCharType="end"/>
      </w:r>
      <w:r w:rsidRPr="00D10BF0">
        <w:rPr>
          <w:b/>
        </w:rPr>
        <w:t xml:space="preserve"> tejto časti súťažných podkladov</w:t>
      </w:r>
      <w:r w:rsidRPr="00D10BF0">
        <w:t>.</w:t>
      </w:r>
      <w:bookmarkEnd w:id="81"/>
      <w:r w:rsidRPr="00D10BF0">
        <w:t xml:space="preserve"> </w:t>
      </w:r>
    </w:p>
    <w:p w14:paraId="49A6D671" w14:textId="5A7B5C5B" w:rsidR="003D02B1" w:rsidRPr="00D10BF0" w:rsidRDefault="003D02B1" w:rsidP="001E5CF9">
      <w:pPr>
        <w:pStyle w:val="Heading4"/>
      </w:pPr>
      <w:r w:rsidRPr="00D10BF0">
        <w:t xml:space="preserve">V prípade zloženia finančných prostriedkov na bankový účet </w:t>
      </w:r>
      <w:r w:rsidR="00C9476B" w:rsidRPr="00D10BF0">
        <w:t xml:space="preserve">Verejného </w:t>
      </w:r>
      <w:r w:rsidRPr="00D10BF0">
        <w:t xml:space="preserve">obstarávateľa sa odporúča, aby uchádzač predložil výpis z bankového účtu, resp. iné vyjadrenie uchádzača potvrdzujúce skutočnosť, že finančné prostriedky budú pripísané na účet </w:t>
      </w:r>
      <w:r w:rsidR="00C9476B" w:rsidRPr="00D10BF0">
        <w:t xml:space="preserve">Verejného </w:t>
      </w:r>
      <w:r w:rsidRPr="00D10BF0">
        <w:t>obstarávateľa najneskôr v deň uplynutia lehoty na predkladanie ponúk.</w:t>
      </w:r>
    </w:p>
    <w:p w14:paraId="0B36A44C" w14:textId="77777777" w:rsidR="003D02B1" w:rsidRPr="00D10BF0" w:rsidRDefault="003D02B1" w:rsidP="001E5CF9">
      <w:pPr>
        <w:pStyle w:val="Heading4"/>
      </w:pPr>
      <w:r w:rsidRPr="00D10BF0">
        <w:t>Všetky doklady a dokumenty tvoriace obsah ponuky, požadované v týchto súťažných podkladoch, musia byť k termínu predloženia ponuky platné a aktuálne.</w:t>
      </w:r>
    </w:p>
    <w:p w14:paraId="4A49A4A4" w14:textId="25B64EDD" w:rsidR="003D02B1" w:rsidRPr="00D10BF0" w:rsidRDefault="003D02B1" w:rsidP="001E5CF9">
      <w:pPr>
        <w:pStyle w:val="Heading4"/>
      </w:pPr>
      <w:r w:rsidRPr="00D10BF0">
        <w:t xml:space="preserve">V prípade, ak sa vyskytnú pochybnosti o pravosti alebo pravdivosti dokumentov predložených v ponuke vo forme </w:t>
      </w:r>
      <w:proofErr w:type="spellStart"/>
      <w:r w:rsidRPr="00D10BF0">
        <w:t>skenu</w:t>
      </w:r>
      <w:proofErr w:type="spellEnd"/>
      <w:r w:rsidRPr="00D10BF0">
        <w:t xml:space="preserve"> podľa bodu </w:t>
      </w:r>
      <w:r w:rsidR="006149E7" w:rsidRPr="00D10BF0">
        <w:fldChar w:fldCharType="begin"/>
      </w:r>
      <w:r w:rsidR="006149E7" w:rsidRPr="00D10BF0">
        <w:instrText xml:space="preserve"> REF _Ref4422785 \n \h </w:instrText>
      </w:r>
      <w:r w:rsidR="008501A8" w:rsidRPr="00D10BF0">
        <w:instrText xml:space="preserve"> \* MERGEFORMAT </w:instrText>
      </w:r>
      <w:r w:rsidR="006149E7" w:rsidRPr="00D10BF0">
        <w:fldChar w:fldCharType="separate"/>
      </w:r>
      <w:r w:rsidR="00171596">
        <w:t>8.3</w:t>
      </w:r>
      <w:r w:rsidR="006149E7" w:rsidRPr="00D10BF0">
        <w:fldChar w:fldCharType="end"/>
      </w:r>
      <w:r w:rsidRPr="00D10BF0">
        <w:t xml:space="preserve">, vyhradzuje si </w:t>
      </w:r>
      <w:r w:rsidR="00C9476B" w:rsidRPr="00D10BF0">
        <w:t xml:space="preserve">Verejný </w:t>
      </w:r>
      <w:r w:rsidRPr="00D10BF0">
        <w:t>obstarávateľ právo požadovať od uchádzača požadovať ich dodatočné predloženie vo forme obsahujúcej kvalifikovaný elektronický podpis</w:t>
      </w:r>
      <w:r w:rsidR="00C9476B" w:rsidRPr="00D10BF0">
        <w:t>,</w:t>
      </w:r>
      <w:r w:rsidRPr="00D10BF0">
        <w:t xml:space="preserve"> resp. vo forme zaručenej elektronickej konverzie podľa bodu </w:t>
      </w:r>
      <w:r w:rsidR="006149E7" w:rsidRPr="00D10BF0">
        <w:fldChar w:fldCharType="begin"/>
      </w:r>
      <w:r w:rsidR="006149E7" w:rsidRPr="00D10BF0">
        <w:instrText xml:space="preserve"> REF _Ref4422514 \n \h </w:instrText>
      </w:r>
      <w:r w:rsidR="008501A8" w:rsidRPr="00D10BF0">
        <w:instrText xml:space="preserve"> \* MERGEFORMAT </w:instrText>
      </w:r>
      <w:r w:rsidR="006149E7" w:rsidRPr="00D10BF0">
        <w:fldChar w:fldCharType="separate"/>
      </w:r>
      <w:r w:rsidR="00171596">
        <w:t>8.4</w:t>
      </w:r>
      <w:r w:rsidR="006149E7" w:rsidRPr="00D10BF0">
        <w:fldChar w:fldCharType="end"/>
      </w:r>
      <w:r w:rsidR="00C9476B" w:rsidRPr="00D10BF0">
        <w:t>,</w:t>
      </w:r>
      <w:r w:rsidR="006149E7" w:rsidRPr="00D10BF0">
        <w:t xml:space="preserve"> </w:t>
      </w:r>
      <w:r w:rsidRPr="00D10BF0">
        <w:t xml:space="preserve">resp. vo </w:t>
      </w:r>
      <w:r w:rsidRPr="00D10BF0">
        <w:lastRenderedPageBreak/>
        <w:t xml:space="preserve">forme listinného originálu </w:t>
      </w:r>
      <w:r w:rsidR="00B90714" w:rsidRPr="00D10BF0">
        <w:t xml:space="preserve">alebo vo forme notársky overenej fotokópie </w:t>
      </w:r>
      <w:r w:rsidRPr="00D10BF0">
        <w:t xml:space="preserve">obdobne, ako je uvedené v bode </w:t>
      </w:r>
      <w:r w:rsidR="00EA3F88">
        <w:fldChar w:fldCharType="begin"/>
      </w:r>
      <w:r w:rsidR="00EA3F88">
        <w:instrText xml:space="preserve"> REF _Ref534358796 \n \h </w:instrText>
      </w:r>
      <w:r w:rsidR="00EA3F88">
        <w:fldChar w:fldCharType="separate"/>
      </w:r>
      <w:r w:rsidR="00EA3F88">
        <w:t>8.5</w:t>
      </w:r>
      <w:r w:rsidR="00EA3F88">
        <w:fldChar w:fldCharType="end"/>
      </w:r>
      <w:r w:rsidR="006149E7" w:rsidRPr="00D10BF0">
        <w:fldChar w:fldCharType="begin"/>
      </w:r>
      <w:r w:rsidR="006149E7" w:rsidRPr="00D10BF0">
        <w:instrText xml:space="preserve"> REF _Ref4422822 \r \h </w:instrText>
      </w:r>
      <w:r w:rsidR="008501A8" w:rsidRPr="00D10BF0">
        <w:instrText xml:space="preserve"> \* MERGEFORMAT </w:instrText>
      </w:r>
      <w:r w:rsidR="006149E7" w:rsidRPr="00D10BF0">
        <w:fldChar w:fldCharType="separate"/>
      </w:r>
      <w:r w:rsidR="00171596">
        <w:t>b)</w:t>
      </w:r>
      <w:r w:rsidR="006149E7" w:rsidRPr="00D10BF0">
        <w:fldChar w:fldCharType="end"/>
      </w:r>
      <w:r w:rsidR="006149E7" w:rsidRPr="00D10BF0">
        <w:t xml:space="preserve"> </w:t>
      </w:r>
      <w:r w:rsidRPr="00D10BF0">
        <w:t>tejto časti súťažných podkladov.</w:t>
      </w:r>
    </w:p>
    <w:p w14:paraId="46949B35" w14:textId="16DA7117" w:rsidR="00014396" w:rsidRPr="00D10BF0" w:rsidRDefault="003D02B1" w:rsidP="001E5CF9">
      <w:pPr>
        <w:pStyle w:val="Heading4"/>
      </w:pPr>
      <w:r w:rsidRPr="00D10BF0">
        <w:t>Verejný obstarávateľ je povinný zachovávať mlčanlivosť o informáciách označených ako dôverné, ktoré im uchádzač poskytol; na tento účel uchádzač označí, ktoré skutočnosti považuje za dôverné</w:t>
      </w:r>
      <w:r w:rsidR="00014396" w:rsidRPr="00D10BF0">
        <w:t>.</w:t>
      </w:r>
    </w:p>
    <w:p w14:paraId="1AF667DA" w14:textId="3F97C47D" w:rsidR="00414230" w:rsidRPr="00D10BF0" w:rsidRDefault="00414230" w:rsidP="00DB3EC1">
      <w:pPr>
        <w:pStyle w:val="Heading3"/>
      </w:pPr>
      <w:bookmarkStart w:id="82" w:name="_Toc522635383"/>
      <w:bookmarkStart w:id="83" w:name="_Toc525293197"/>
      <w:bookmarkStart w:id="84" w:name="_Toc522635384"/>
      <w:bookmarkStart w:id="85" w:name="_Toc525293198"/>
      <w:bookmarkStart w:id="86" w:name="_Toc522635385"/>
      <w:bookmarkStart w:id="87" w:name="_Toc525293199"/>
      <w:bookmarkStart w:id="88" w:name="_Toc447725750"/>
      <w:bookmarkStart w:id="89" w:name="_Toc4416612"/>
      <w:bookmarkStart w:id="90" w:name="_Toc4416906"/>
      <w:bookmarkStart w:id="91" w:name="_Toc4416955"/>
      <w:bookmarkStart w:id="92" w:name="_Toc34734217"/>
      <w:bookmarkEnd w:id="78"/>
      <w:bookmarkEnd w:id="82"/>
      <w:bookmarkEnd w:id="83"/>
      <w:bookmarkEnd w:id="84"/>
      <w:bookmarkEnd w:id="85"/>
      <w:bookmarkEnd w:id="86"/>
      <w:bookmarkEnd w:id="87"/>
      <w:r w:rsidRPr="00D10BF0">
        <w:t>Variantné riešenie</w:t>
      </w:r>
      <w:bookmarkEnd w:id="88"/>
      <w:bookmarkEnd w:id="89"/>
      <w:bookmarkEnd w:id="90"/>
      <w:bookmarkEnd w:id="91"/>
      <w:bookmarkEnd w:id="92"/>
    </w:p>
    <w:p w14:paraId="79FAE4A4" w14:textId="77777777" w:rsidR="00414230" w:rsidRPr="00D10BF0" w:rsidRDefault="00414230" w:rsidP="001E5CF9">
      <w:pPr>
        <w:pStyle w:val="Heading4"/>
      </w:pPr>
      <w:r w:rsidRPr="00D10BF0">
        <w:t>Neumožňuje sa predložiť variantné riešenie.</w:t>
      </w:r>
    </w:p>
    <w:p w14:paraId="29226E9A" w14:textId="3C97F5F1" w:rsidR="00414230" w:rsidRPr="00D10BF0" w:rsidRDefault="00414230" w:rsidP="00DB3EC1">
      <w:pPr>
        <w:pStyle w:val="Heading3"/>
      </w:pPr>
      <w:bookmarkStart w:id="93" w:name="_Toc447725751"/>
      <w:bookmarkStart w:id="94" w:name="_Toc4416613"/>
      <w:bookmarkStart w:id="95" w:name="_Toc4416907"/>
      <w:bookmarkStart w:id="96" w:name="_Toc4416956"/>
      <w:bookmarkStart w:id="97" w:name="_Toc34734218"/>
      <w:r w:rsidRPr="00D10BF0">
        <w:t>Platnosť ponúk</w:t>
      </w:r>
      <w:bookmarkEnd w:id="93"/>
      <w:bookmarkEnd w:id="94"/>
      <w:bookmarkEnd w:id="95"/>
      <w:bookmarkEnd w:id="96"/>
      <w:bookmarkEnd w:id="97"/>
    </w:p>
    <w:p w14:paraId="28F9C9B6" w14:textId="4932B208" w:rsidR="00414230" w:rsidRPr="00D10BF0" w:rsidRDefault="00414230" w:rsidP="001E5CF9">
      <w:pPr>
        <w:pStyle w:val="Heading4"/>
      </w:pPr>
      <w:r w:rsidRPr="00D10BF0">
        <w:t xml:space="preserve">Ponuky zostávajú platné počas lehoty viazanosti ponúk stanovenej do </w:t>
      </w:r>
      <w:r w:rsidR="006065AB" w:rsidRPr="00F540DD">
        <w:rPr>
          <w:b/>
          <w:bCs/>
        </w:rPr>
        <w:t>31.12.2020</w:t>
      </w:r>
      <w:r w:rsidR="006065AB" w:rsidRPr="00D10BF0">
        <w:t>.</w:t>
      </w:r>
    </w:p>
    <w:p w14:paraId="4A050BA7" w14:textId="054A8F26" w:rsidR="00FC3739" w:rsidRPr="00D10BF0" w:rsidRDefault="00414230" w:rsidP="001E5CF9">
      <w:pPr>
        <w:pStyle w:val="Heading4"/>
      </w:pPr>
      <w:r w:rsidRPr="00D10BF0">
        <w:t xml:space="preserve">V prípade podania </w:t>
      </w:r>
      <w:r w:rsidR="00073CB2" w:rsidRPr="00D10BF0">
        <w:t xml:space="preserve">námietok </w:t>
      </w:r>
      <w:r w:rsidRPr="00D10BF0">
        <w:t xml:space="preserve">proti postupu </w:t>
      </w:r>
      <w:r w:rsidR="005F4C3F" w:rsidRPr="00D10BF0">
        <w:t>Verejn</w:t>
      </w:r>
      <w:r w:rsidRPr="00D10BF0">
        <w:t xml:space="preserve">ého obstarávateľa, alebo v prípade predĺženia procesu </w:t>
      </w:r>
      <w:r w:rsidR="005F4C3F" w:rsidRPr="00D10BF0">
        <w:t>Verejn</w:t>
      </w:r>
      <w:r w:rsidRPr="00D10BF0">
        <w:t>ého obstarávania z iných objektívnych dôvodov, sa uchádzačom oznámi predpokladané predĺženie lehoty viazanosti ponúk.</w:t>
      </w:r>
    </w:p>
    <w:p w14:paraId="0D8A82FE" w14:textId="617F0C29" w:rsidR="001F5494" w:rsidRPr="00D10BF0" w:rsidRDefault="001F5494" w:rsidP="001E5CF9">
      <w:pPr>
        <w:pStyle w:val="Heading4"/>
      </w:pPr>
      <w:r w:rsidRPr="00D10BF0">
        <w:t>Lehota viazanosti ponúk nepresiahne 12 mesiacov od uplynutia lehoty na predkladanie ponúk.</w:t>
      </w:r>
    </w:p>
    <w:p w14:paraId="7772D8BD" w14:textId="52BB8357" w:rsidR="00414230" w:rsidRPr="00D10BF0" w:rsidRDefault="00414230" w:rsidP="00DB3EC1">
      <w:pPr>
        <w:pStyle w:val="Heading3"/>
      </w:pPr>
      <w:bookmarkStart w:id="98" w:name="_Toc447725752"/>
      <w:bookmarkStart w:id="99" w:name="_Toc4416614"/>
      <w:bookmarkStart w:id="100" w:name="_Toc4416908"/>
      <w:bookmarkStart w:id="101" w:name="_Toc4416957"/>
      <w:bookmarkStart w:id="102" w:name="_Toc34734219"/>
      <w:r w:rsidRPr="00D10BF0">
        <w:t>Náklady na ponuky</w:t>
      </w:r>
      <w:bookmarkEnd w:id="98"/>
      <w:bookmarkEnd w:id="99"/>
      <w:bookmarkEnd w:id="100"/>
      <w:bookmarkEnd w:id="101"/>
      <w:bookmarkEnd w:id="102"/>
    </w:p>
    <w:p w14:paraId="552948B9" w14:textId="77777777" w:rsidR="0055100E" w:rsidRPr="00D10BF0" w:rsidRDefault="00414230" w:rsidP="001E5CF9">
      <w:pPr>
        <w:pStyle w:val="Heading4"/>
      </w:pPr>
      <w:r w:rsidRPr="00D10BF0">
        <w:t xml:space="preserve">Všetky výdavky spojené s prípravou a predložením ponúk znášajú uchádzači bez finančného nároku voči </w:t>
      </w:r>
      <w:r w:rsidR="00A04C69" w:rsidRPr="00D10BF0">
        <w:t>Verejn</w:t>
      </w:r>
      <w:r w:rsidRPr="00D10BF0">
        <w:t xml:space="preserve">ému obstarávateľovi. </w:t>
      </w:r>
    </w:p>
    <w:p w14:paraId="40967EA5" w14:textId="56C51832" w:rsidR="00414230" w:rsidRPr="00D10BF0" w:rsidRDefault="00414230" w:rsidP="00370DE5">
      <w:pPr>
        <w:pStyle w:val="Heading2"/>
      </w:pPr>
      <w:bookmarkStart w:id="103" w:name="_Toc4416497"/>
      <w:bookmarkStart w:id="104" w:name="_Toc4416615"/>
      <w:bookmarkStart w:id="105" w:name="_Toc4416909"/>
      <w:bookmarkStart w:id="106" w:name="_Toc4416958"/>
      <w:bookmarkStart w:id="107" w:name="_Toc34734220"/>
      <w:r w:rsidRPr="00D10BF0">
        <w:t xml:space="preserve">Dorozumievanie medzi </w:t>
      </w:r>
      <w:r w:rsidR="00A04C69" w:rsidRPr="00D10BF0">
        <w:t>Verejn</w:t>
      </w:r>
      <w:r w:rsidRPr="00D10BF0">
        <w:t>ým obstarávateľom a</w:t>
      </w:r>
      <w:r w:rsidRPr="00D10BF0">
        <w:rPr>
          <w:rFonts w:cs="Calibri"/>
        </w:rPr>
        <w:t> </w:t>
      </w:r>
      <w:r w:rsidRPr="00D10BF0">
        <w:t>uch</w:t>
      </w:r>
      <w:r w:rsidRPr="00D10BF0">
        <w:rPr>
          <w:rFonts w:cs="Proba Pro"/>
        </w:rPr>
        <w:t>á</w:t>
      </w:r>
      <w:r w:rsidRPr="00D10BF0">
        <w:t>dza</w:t>
      </w:r>
      <w:r w:rsidRPr="00D10BF0">
        <w:rPr>
          <w:rFonts w:cs="Proba Pro"/>
        </w:rPr>
        <w:t>č</w:t>
      </w:r>
      <w:r w:rsidRPr="00D10BF0">
        <w:t>mi alebo z</w:t>
      </w:r>
      <w:r w:rsidRPr="00D10BF0">
        <w:rPr>
          <w:rFonts w:cs="Proba Pro"/>
        </w:rPr>
        <w:t>á</w:t>
      </w:r>
      <w:r w:rsidRPr="00D10BF0">
        <w:t>ujemcami</w:t>
      </w:r>
      <w:bookmarkEnd w:id="103"/>
      <w:bookmarkEnd w:id="104"/>
      <w:bookmarkEnd w:id="105"/>
      <w:bookmarkEnd w:id="106"/>
      <w:bookmarkEnd w:id="107"/>
    </w:p>
    <w:p w14:paraId="6885611F" w14:textId="32D71BD8" w:rsidR="00414230" w:rsidRPr="00D10BF0" w:rsidRDefault="00414230" w:rsidP="00DB3EC1">
      <w:pPr>
        <w:pStyle w:val="Heading3"/>
      </w:pPr>
      <w:bookmarkStart w:id="108" w:name="_Toc444084946"/>
      <w:bookmarkStart w:id="109" w:name="_Toc4416616"/>
      <w:bookmarkStart w:id="110" w:name="_Toc4416910"/>
      <w:bookmarkStart w:id="111" w:name="_Toc4416959"/>
      <w:bookmarkStart w:id="112" w:name="_Toc34734221"/>
      <w:r w:rsidRPr="00D10BF0">
        <w:t xml:space="preserve">Dorozumievanie medzi </w:t>
      </w:r>
      <w:r w:rsidR="00A04C69" w:rsidRPr="00D10BF0">
        <w:t>Verejn</w:t>
      </w:r>
      <w:r w:rsidRPr="00D10BF0">
        <w:t>ým obstarávateľom a uchádzačmi alebo záujemcami</w:t>
      </w:r>
      <w:bookmarkEnd w:id="108"/>
      <w:bookmarkEnd w:id="109"/>
      <w:bookmarkEnd w:id="110"/>
      <w:bookmarkEnd w:id="111"/>
      <w:bookmarkEnd w:id="112"/>
    </w:p>
    <w:p w14:paraId="2D047946" w14:textId="6DD49763" w:rsidR="00AA4123" w:rsidRPr="00D10BF0" w:rsidRDefault="00AA4123" w:rsidP="001E5CF9">
      <w:pPr>
        <w:pStyle w:val="Heading4"/>
      </w:pPr>
      <w:bookmarkStart w:id="113" w:name="_Hlk522551224"/>
      <w:r w:rsidRPr="00D10BF0">
        <w:t>Verejný obstarávateľ bude pri komunikácii s</w:t>
      </w:r>
      <w:r w:rsidR="005E6FFC" w:rsidRPr="00D10BF0">
        <w:t> </w:t>
      </w:r>
      <w:r w:rsidRPr="00D10BF0">
        <w:t>uchádzačmi</w:t>
      </w:r>
      <w:r w:rsidR="005E6FFC" w:rsidRPr="00D10BF0">
        <w:t>,</w:t>
      </w:r>
      <w:r w:rsidRPr="00D10BF0">
        <w:t xml:space="preserve"> resp. záujemcami postupovať v zmysle § 20 zákona o verejnom obstarávaní prostredníctvom komunikačného rozhrania systému JOSEPHINE, </w:t>
      </w:r>
      <w:r w:rsidR="001F5494" w:rsidRPr="00D10BF0">
        <w:t xml:space="preserve">ak ZVO </w:t>
      </w:r>
      <w:proofErr w:type="spellStart"/>
      <w:r w:rsidR="001F5494" w:rsidRPr="00D10BF0">
        <w:t>neustanoveuje</w:t>
      </w:r>
      <w:proofErr w:type="spellEnd"/>
      <w:r w:rsidR="001F5494" w:rsidRPr="00D10BF0">
        <w:t xml:space="preserve"> inak. T</w:t>
      </w:r>
      <w:r w:rsidRPr="00D10BF0">
        <w:t xml:space="preserve">ento spôsob komunikácie sa týka akejkoľvek komunikácie a podaní medzi </w:t>
      </w:r>
      <w:r w:rsidR="005E6FFC" w:rsidRPr="00D10BF0">
        <w:t xml:space="preserve">Verejným </w:t>
      </w:r>
      <w:r w:rsidRPr="00D10BF0">
        <w:t xml:space="preserve">obstarávateľom a uchádzačmi počas celého procesu verejného obstarávania. Komunikácia bude prebiehať v slovenskom jazyku. </w:t>
      </w:r>
    </w:p>
    <w:p w14:paraId="1FAD3EA2" w14:textId="38CBF611" w:rsidR="00AA4123" w:rsidRPr="00D10BF0" w:rsidRDefault="00AA4123" w:rsidP="001E5CF9">
      <w:pPr>
        <w:pStyle w:val="Heading4"/>
      </w:pPr>
      <w:r w:rsidRPr="00D10BF0">
        <w:t xml:space="preserve">JOSEPHINE je na účely tohto verejného obstarávania softvér pre elektronizáciu zadávania verejných zákaziek. JOSEPHINE je webová aplikácia na doméne </w:t>
      </w:r>
      <w:hyperlink r:id="rId15" w:history="1">
        <w:r w:rsidRPr="00D10BF0">
          <w:t>https://josephine.proebiz.com</w:t>
        </w:r>
      </w:hyperlink>
    </w:p>
    <w:p w14:paraId="54489C46" w14:textId="03ABBE53" w:rsidR="00AA4123" w:rsidRPr="00D10BF0" w:rsidRDefault="00AA4123" w:rsidP="001E5CF9">
      <w:pPr>
        <w:pStyle w:val="Heading4"/>
      </w:pPr>
      <w:r w:rsidRPr="00D10BF0">
        <w:t>Návod na používanie systému je dostupný na webovom sídle portálu JOSEPHINE (</w:t>
      </w:r>
      <w:hyperlink r:id="rId16" w:history="1">
        <w:r w:rsidRPr="00D10BF0">
          <w:t>http://files.nar.cz/docs/josephine/sk/Skrateny_navod_ucastnik.pdf</w:t>
        </w:r>
      </w:hyperlink>
      <w:r w:rsidRPr="00D10BF0">
        <w:t xml:space="preserve">). </w:t>
      </w:r>
    </w:p>
    <w:p w14:paraId="00A017F4" w14:textId="6EB128F4" w:rsidR="00AA4123" w:rsidRPr="00D10BF0" w:rsidRDefault="00AA4123" w:rsidP="001E5CF9">
      <w:pPr>
        <w:pStyle w:val="Heading4"/>
      </w:pPr>
      <w:r w:rsidRPr="00D10BF0">
        <w:t>Minimálne technické požiadavky na používanie systému sú dostupné na webovom sídle portálu JOSEPHINE (</w:t>
      </w:r>
      <w:hyperlink r:id="rId17" w:history="1">
        <w:r w:rsidRPr="00D10BF0">
          <w:t>http://files.nar.cz/docs/josephine/sk/Technicke_poziadavky_sw_JOSEPHINE.pdf</w:t>
        </w:r>
      </w:hyperlink>
      <w:r w:rsidRPr="00D10BF0">
        <w:t>).</w:t>
      </w:r>
    </w:p>
    <w:p w14:paraId="18C39C0C" w14:textId="77777777" w:rsidR="00AA4123" w:rsidRPr="00D10BF0" w:rsidRDefault="00AA4123" w:rsidP="001E5CF9">
      <w:pPr>
        <w:pStyle w:val="Heading4"/>
      </w:pPr>
      <w:r w:rsidRPr="00D10BF0">
        <w:t xml:space="preserve">Na bezproblémové používanie systému JOSEPHINE je nutné používať jeden z podporovaných internetových prehliadačov: </w:t>
      </w:r>
    </w:p>
    <w:p w14:paraId="234638E0" w14:textId="6FFE6DE5" w:rsidR="00AA4123" w:rsidRPr="00D10BF0" w:rsidRDefault="00AA4123" w:rsidP="00B65642">
      <w:pPr>
        <w:ind w:left="993" w:hanging="284"/>
      </w:pPr>
      <w:r w:rsidRPr="00D10BF0">
        <w:t xml:space="preserve">- </w:t>
      </w:r>
      <w:r w:rsidR="00B65642" w:rsidRPr="00D10BF0">
        <w:tab/>
      </w:r>
      <w:r w:rsidRPr="00D10BF0">
        <w:t xml:space="preserve">Microsoft Internet Explorer verzia 11.0 a vyššia, </w:t>
      </w:r>
    </w:p>
    <w:p w14:paraId="5800B769" w14:textId="0ECADA4A" w:rsidR="00AA4123" w:rsidRPr="00D10BF0" w:rsidRDefault="00AA4123" w:rsidP="00B65642">
      <w:pPr>
        <w:ind w:left="993" w:hanging="284"/>
      </w:pPr>
      <w:r w:rsidRPr="00D10BF0">
        <w:t xml:space="preserve">- </w:t>
      </w:r>
      <w:r w:rsidR="00B65642" w:rsidRPr="00D10BF0">
        <w:tab/>
      </w:r>
      <w:proofErr w:type="spellStart"/>
      <w:r w:rsidRPr="00D10BF0">
        <w:t>Mozilla</w:t>
      </w:r>
      <w:proofErr w:type="spellEnd"/>
      <w:r w:rsidRPr="00D10BF0">
        <w:t xml:space="preserve"> Firefox verzia 13.0 a vyššia,</w:t>
      </w:r>
    </w:p>
    <w:p w14:paraId="2E892B06" w14:textId="3A263EC8" w:rsidR="00AA4123" w:rsidRPr="00D10BF0" w:rsidRDefault="00AA4123" w:rsidP="00B65642">
      <w:pPr>
        <w:ind w:left="993" w:hanging="284"/>
      </w:pPr>
      <w:r w:rsidRPr="00D10BF0">
        <w:t xml:space="preserve">- </w:t>
      </w:r>
      <w:r w:rsidR="00B65642" w:rsidRPr="00D10BF0">
        <w:tab/>
      </w:r>
      <w:r w:rsidRPr="00D10BF0">
        <w:t xml:space="preserve">Google Chrome, alebo </w:t>
      </w:r>
    </w:p>
    <w:p w14:paraId="5F444850" w14:textId="078CA86E" w:rsidR="00AA4123" w:rsidRPr="00D10BF0" w:rsidRDefault="00AA4123" w:rsidP="00B65642">
      <w:pPr>
        <w:ind w:left="993" w:hanging="284"/>
      </w:pPr>
      <w:r w:rsidRPr="00D10BF0">
        <w:t xml:space="preserve">- </w:t>
      </w:r>
      <w:r w:rsidR="00B65642" w:rsidRPr="00D10BF0">
        <w:tab/>
      </w:r>
      <w:r w:rsidRPr="00D10BF0">
        <w:t xml:space="preserve">Microsoft </w:t>
      </w:r>
      <w:proofErr w:type="spellStart"/>
      <w:r w:rsidRPr="00D10BF0">
        <w:t>Edge</w:t>
      </w:r>
      <w:proofErr w:type="spellEnd"/>
      <w:r w:rsidRPr="00D10BF0">
        <w:t>.</w:t>
      </w:r>
    </w:p>
    <w:p w14:paraId="6E968F8B" w14:textId="77777777" w:rsidR="001F5494" w:rsidRPr="00D10BF0" w:rsidRDefault="001F5494" w:rsidP="001E5CF9">
      <w:pPr>
        <w:pStyle w:val="Heading4"/>
      </w:pPr>
      <w:r w:rsidRPr="00D10BF0">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0FC0A867" w:rsidR="001F5494" w:rsidRPr="00D10BF0" w:rsidRDefault="001F5494" w:rsidP="001E5CF9">
      <w:pPr>
        <w:pStyle w:val="Heading4"/>
      </w:pPr>
      <w:r w:rsidRPr="00D10BF0">
        <w:t xml:space="preserve">Ak je odosielateľom zásielky </w:t>
      </w:r>
      <w:r w:rsidR="005E6FFC" w:rsidRPr="00D10BF0">
        <w:t xml:space="preserve">Verejný </w:t>
      </w:r>
      <w:r w:rsidRPr="00D10BF0">
        <w:t xml:space="preserve">obstarávateľ, tak uchádzačovi, resp. záujemcovi,  bude na ním určený kontaktný email (zadaný pri registrácii do systému JOSEPHINE) bezodkladne </w:t>
      </w:r>
      <w:r w:rsidRPr="00D10BF0">
        <w:lastRenderedPageBreak/>
        <w:t>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D10BF0" w:rsidRDefault="001F5494" w:rsidP="001E5CF9">
      <w:pPr>
        <w:pStyle w:val="Heading4"/>
      </w:pPr>
      <w:r w:rsidRPr="00D10BF0">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6D093F92" w:rsidR="001F5494" w:rsidRPr="00D10BF0" w:rsidRDefault="001F5494" w:rsidP="001E5CF9">
      <w:pPr>
        <w:pStyle w:val="Heading4"/>
      </w:pPr>
      <w:r w:rsidRPr="00D10BF0">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rsidR="000368AE" w:rsidRPr="00D10BF0">
        <w:t>. V profile</w:t>
      </w:r>
      <w:r w:rsidRPr="00D10BF0">
        <w:t xml:space="preserve"> </w:t>
      </w:r>
      <w:r w:rsidR="005E6FFC" w:rsidRPr="00D10BF0">
        <w:t xml:space="preserve">Verejného </w:t>
      </w:r>
      <w:r w:rsidRPr="00D10BF0">
        <w:t xml:space="preserve">obstarávateľa zriadenom v elektronickom úložisku na webovej stránke Úradu pre verejné obstarávanie </w:t>
      </w:r>
      <w:r w:rsidR="00842F6D" w:rsidRPr="00D10BF0">
        <w:t xml:space="preserve">sa bude nachádzať </w:t>
      </w:r>
      <w:r w:rsidR="004E1197" w:rsidRPr="00D10BF0">
        <w:t xml:space="preserve">iba </w:t>
      </w:r>
      <w:r w:rsidRPr="00D10BF0">
        <w:t>odkaz na systém JOSEPHINE</w:t>
      </w:r>
      <w:r w:rsidR="004E1197" w:rsidRPr="00D10BF0">
        <w:t>, kde budú dokumenty uverejnené</w:t>
      </w:r>
      <w:r w:rsidRPr="00D10BF0">
        <w:t>.</w:t>
      </w:r>
    </w:p>
    <w:p w14:paraId="6ECC67FB" w14:textId="16D8C12C" w:rsidR="00AA4123" w:rsidRPr="00D10BF0" w:rsidRDefault="001F5494" w:rsidP="001E5CF9">
      <w:pPr>
        <w:pStyle w:val="Heading4"/>
      </w:pPr>
      <w:r w:rsidRPr="00D10BF0">
        <w:t xml:space="preserve">Podania a dokumenty súvisiace s uplatnením revíznych postupov sú medzi </w:t>
      </w:r>
      <w:r w:rsidR="005E6FFC" w:rsidRPr="00D10BF0">
        <w:t xml:space="preserve">Verejným </w:t>
      </w:r>
      <w:r w:rsidRPr="00D10BF0">
        <w:t xml:space="preserve">obstarávateľom a záujemcami/uchádzačmi doručené v súlade </w:t>
      </w:r>
      <w:r w:rsidR="00B35C6A" w:rsidRPr="00D10BF0">
        <w:t>s príslušnými ustanoveniami ZVO</w:t>
      </w:r>
      <w:r w:rsidRPr="00D10BF0">
        <w:t>.</w:t>
      </w:r>
    </w:p>
    <w:p w14:paraId="4D0E3D4C" w14:textId="1061DC90" w:rsidR="003E395A" w:rsidRPr="00D10BF0" w:rsidRDefault="005E6FFC" w:rsidP="00DB3EC1">
      <w:pPr>
        <w:pStyle w:val="Heading3"/>
      </w:pPr>
      <w:bookmarkStart w:id="114" w:name="_Toc522635391"/>
      <w:bookmarkStart w:id="115" w:name="_Toc525293205"/>
      <w:bookmarkStart w:id="116" w:name="_Toc522635392"/>
      <w:bookmarkStart w:id="117" w:name="_Toc525293206"/>
      <w:bookmarkStart w:id="118" w:name="_Toc522635393"/>
      <w:bookmarkStart w:id="119" w:name="_Toc525293207"/>
      <w:bookmarkStart w:id="120" w:name="_Toc522635394"/>
      <w:bookmarkStart w:id="121" w:name="_Toc525293208"/>
      <w:bookmarkStart w:id="122" w:name="_Toc522635395"/>
      <w:bookmarkStart w:id="123" w:name="_Toc525293209"/>
      <w:bookmarkStart w:id="124" w:name="_Toc522635396"/>
      <w:bookmarkStart w:id="125" w:name="_Toc525293210"/>
      <w:bookmarkStart w:id="126" w:name="_Toc522635397"/>
      <w:bookmarkStart w:id="127" w:name="_Toc525293211"/>
      <w:bookmarkStart w:id="128" w:name="_Toc522635398"/>
      <w:bookmarkStart w:id="129" w:name="_Toc525293212"/>
      <w:bookmarkStart w:id="130" w:name="_Toc522635399"/>
      <w:bookmarkStart w:id="131" w:name="_Toc525293213"/>
      <w:bookmarkStart w:id="132" w:name="_Toc522635400"/>
      <w:bookmarkStart w:id="133" w:name="_Toc525293214"/>
      <w:bookmarkStart w:id="134" w:name="_Toc522635401"/>
      <w:bookmarkStart w:id="135" w:name="_Toc525293215"/>
      <w:bookmarkStart w:id="136" w:name="_Toc522635402"/>
      <w:bookmarkStart w:id="137" w:name="_Toc525293216"/>
      <w:bookmarkStart w:id="138" w:name="_Toc522635403"/>
      <w:bookmarkStart w:id="139" w:name="_Toc525293217"/>
      <w:bookmarkStart w:id="140" w:name="_Toc522635404"/>
      <w:bookmarkStart w:id="141" w:name="_Toc525293218"/>
      <w:bookmarkStart w:id="142" w:name="_Toc444084947"/>
      <w:bookmarkStart w:id="143" w:name="_Toc4416617"/>
      <w:bookmarkStart w:id="144" w:name="_Toc4416911"/>
      <w:bookmarkStart w:id="145" w:name="_Toc4416960"/>
      <w:bookmarkStart w:id="146" w:name="_Toc3473422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D10BF0">
        <w:t xml:space="preserve">Dostupnosť súťažných podkladov, </w:t>
      </w:r>
      <w:r w:rsidR="003E395A" w:rsidRPr="00D10BF0">
        <w:t>Vysvetľovanie a doplnenie súťažných podkladov</w:t>
      </w:r>
      <w:bookmarkEnd w:id="142"/>
      <w:bookmarkEnd w:id="143"/>
      <w:bookmarkEnd w:id="144"/>
      <w:bookmarkEnd w:id="145"/>
      <w:bookmarkEnd w:id="146"/>
    </w:p>
    <w:p w14:paraId="509936A0" w14:textId="2A300983" w:rsidR="00AA4123" w:rsidRPr="00D10BF0" w:rsidRDefault="00AA4123" w:rsidP="001E5CF9">
      <w:pPr>
        <w:pStyle w:val="Heading4"/>
      </w:pPr>
      <w:bookmarkStart w:id="147" w:name="_Hlk522551241"/>
      <w:r w:rsidRPr="00D10BF0">
        <w:t>Adresa stránky, kde je možný prístup k dokumentáci</w:t>
      </w:r>
      <w:r w:rsidR="0032604B" w:rsidRPr="00D10BF0">
        <w:t>i</w:t>
      </w:r>
      <w:r w:rsidRPr="00D10BF0">
        <w:t xml:space="preserve"> verejného obstarávania: https://josephine.proebiz.com/</w:t>
      </w:r>
    </w:p>
    <w:p w14:paraId="0F04AFDC" w14:textId="4933FD82" w:rsidR="008E67C5" w:rsidRPr="00D10BF0" w:rsidRDefault="00D61ABB" w:rsidP="001E5CF9">
      <w:pPr>
        <w:pStyle w:val="Heading4"/>
      </w:pPr>
      <w:r w:rsidRPr="00D10BF0">
        <w:t>V profile Verejného obstarávateľa zriadenom v elektronickom úložisku na webovej stránke Úradu pre verejné obstarávanie sa bude nachádzať odkaz na verejný portál systému JOSEPHINE, kde sú všetky informácie verejne k dispozícii</w:t>
      </w:r>
      <w:r w:rsidR="008E67C5" w:rsidRPr="00D10BF0">
        <w:t>.</w:t>
      </w:r>
      <w:r w:rsidR="008E67C5" w:rsidRPr="00D10BF0" w:rsidDel="000A67EA">
        <w:t xml:space="preserve"> </w:t>
      </w:r>
    </w:p>
    <w:p w14:paraId="1F3F35A4" w14:textId="77777777" w:rsidR="00AA4123" w:rsidRPr="00D10BF0" w:rsidRDefault="00AA4123" w:rsidP="001E5CF9">
      <w:pPr>
        <w:pStyle w:val="Heading4"/>
      </w:pPr>
      <w:r w:rsidRPr="00D10BF0">
        <w:t>V prípade nejasností alebo potreby objasnenia akýchkoľvek poskytnutých informácií v lehote na predkladanie ponúk, môže ktorýkoľvek zo záujemcov požiadať prostredníctvom komunikačného rozhrania systému JOSEPHINE podľa vyššie</w:t>
      </w:r>
      <w:bookmarkStart w:id="148" w:name="_GoBack"/>
      <w:bookmarkEnd w:id="148"/>
      <w:r w:rsidRPr="00D10BF0">
        <w:t xml:space="preserv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49FFE208" w:rsidR="003E395A" w:rsidRPr="00D10BF0" w:rsidRDefault="003E395A" w:rsidP="00DB3EC1">
      <w:pPr>
        <w:pStyle w:val="Heading3"/>
      </w:pPr>
      <w:bookmarkStart w:id="149" w:name="_Toc534377202"/>
      <w:bookmarkStart w:id="150" w:name="_Toc522635406"/>
      <w:bookmarkStart w:id="151" w:name="_Toc525293220"/>
      <w:bookmarkStart w:id="152" w:name="_Toc522635407"/>
      <w:bookmarkStart w:id="153" w:name="_Toc525293221"/>
      <w:bookmarkStart w:id="154" w:name="_Toc444084948"/>
      <w:bookmarkStart w:id="155" w:name="_Toc4416618"/>
      <w:bookmarkStart w:id="156" w:name="_Toc4416912"/>
      <w:bookmarkStart w:id="157" w:name="_Toc4416961"/>
      <w:bookmarkStart w:id="158" w:name="_Toc34734223"/>
      <w:bookmarkEnd w:id="147"/>
      <w:bookmarkEnd w:id="149"/>
      <w:bookmarkEnd w:id="150"/>
      <w:bookmarkEnd w:id="151"/>
      <w:bookmarkEnd w:id="152"/>
      <w:bookmarkEnd w:id="153"/>
      <w:r w:rsidRPr="00D10BF0">
        <w:t xml:space="preserve">Obhliadka miesta dodania </w:t>
      </w:r>
      <w:r w:rsidR="007D674D" w:rsidRPr="00D10BF0">
        <w:t>Predmet</w:t>
      </w:r>
      <w:r w:rsidRPr="00D10BF0">
        <w:t>u zákazky</w:t>
      </w:r>
      <w:bookmarkEnd w:id="154"/>
      <w:bookmarkEnd w:id="155"/>
      <w:bookmarkEnd w:id="156"/>
      <w:bookmarkEnd w:id="157"/>
      <w:bookmarkEnd w:id="158"/>
    </w:p>
    <w:p w14:paraId="1BB38B5A" w14:textId="1B572010" w:rsidR="00B01A56" w:rsidRPr="00586E98" w:rsidRDefault="00E850BB" w:rsidP="00E850BB">
      <w:pPr>
        <w:pStyle w:val="Heading4"/>
        <w:rPr>
          <w:color w:val="FF0000"/>
        </w:rPr>
      </w:pPr>
      <w:r w:rsidRPr="00586E98">
        <w:rPr>
          <w:color w:val="FF0000"/>
        </w:rPr>
        <w:t>O</w:t>
      </w:r>
      <w:r w:rsidR="00EA7F9F" w:rsidRPr="00586E98">
        <w:rPr>
          <w:color w:val="FF0000"/>
        </w:rPr>
        <w:t>bhliadka</w:t>
      </w:r>
      <w:r w:rsidR="007D6338" w:rsidRPr="00586E98">
        <w:rPr>
          <w:color w:val="FF0000"/>
        </w:rPr>
        <w:t xml:space="preserve"> miesta realizácie predmetu zákazky </w:t>
      </w:r>
      <w:r w:rsidR="00EA7F9F" w:rsidRPr="00586E98">
        <w:rPr>
          <w:color w:val="FF0000"/>
        </w:rPr>
        <w:t xml:space="preserve">sa </w:t>
      </w:r>
      <w:r w:rsidRPr="00586E98">
        <w:rPr>
          <w:color w:val="FF0000"/>
        </w:rPr>
        <w:t xml:space="preserve">zo strany Verejného obstarávateľa </w:t>
      </w:r>
      <w:r w:rsidR="00EA7F9F" w:rsidRPr="00586E98">
        <w:rPr>
          <w:color w:val="FF0000"/>
        </w:rPr>
        <w:t>nerealizuje</w:t>
      </w:r>
      <w:r w:rsidR="007D6338" w:rsidRPr="00586E98">
        <w:rPr>
          <w:color w:val="FF0000"/>
        </w:rPr>
        <w:t>.</w:t>
      </w:r>
      <w:r w:rsidR="00EA7F9F" w:rsidRPr="00586E98">
        <w:rPr>
          <w:color w:val="FF0000"/>
        </w:rPr>
        <w:t xml:space="preserve"> Záujemcom je k dispozícii projektová dokumentácia diela a obhliadku miesta realizácie predmetu zákazky </w:t>
      </w:r>
      <w:r w:rsidRPr="00586E98">
        <w:rPr>
          <w:color w:val="FF0000"/>
        </w:rPr>
        <w:t>môžu podľa nej vykonať samostatne.</w:t>
      </w:r>
    </w:p>
    <w:p w14:paraId="6B3A92EC" w14:textId="151C0877" w:rsidR="00F46482" w:rsidRPr="00D10BF0" w:rsidRDefault="00F46482" w:rsidP="00370DE5">
      <w:pPr>
        <w:pStyle w:val="Heading2"/>
      </w:pPr>
      <w:bookmarkStart w:id="159" w:name="_Toc4416498"/>
      <w:bookmarkStart w:id="160" w:name="_Toc4416619"/>
      <w:bookmarkStart w:id="161" w:name="_Toc4416913"/>
      <w:bookmarkStart w:id="162" w:name="_Toc4416962"/>
      <w:bookmarkStart w:id="163" w:name="_Toc34734224"/>
      <w:r w:rsidRPr="00D10BF0">
        <w:t>Príprava ponuky</w:t>
      </w:r>
      <w:bookmarkEnd w:id="159"/>
      <w:bookmarkEnd w:id="160"/>
      <w:bookmarkEnd w:id="161"/>
      <w:bookmarkEnd w:id="162"/>
      <w:bookmarkEnd w:id="163"/>
    </w:p>
    <w:p w14:paraId="41235DAC" w14:textId="1D35FF10" w:rsidR="00B25D70" w:rsidRPr="00D10BF0" w:rsidRDefault="00B25D70" w:rsidP="00DB3EC1">
      <w:pPr>
        <w:pStyle w:val="Heading3"/>
      </w:pPr>
      <w:bookmarkStart w:id="164" w:name="_Toc444084950"/>
      <w:bookmarkStart w:id="165" w:name="_Toc4416620"/>
      <w:bookmarkStart w:id="166" w:name="_Toc4416914"/>
      <w:bookmarkStart w:id="167" w:name="_Toc4416963"/>
      <w:bookmarkStart w:id="168" w:name="_Toc34734225"/>
      <w:r w:rsidRPr="00D10BF0">
        <w:t>Jazyk ponúk</w:t>
      </w:r>
      <w:bookmarkEnd w:id="164"/>
      <w:bookmarkEnd w:id="165"/>
      <w:bookmarkEnd w:id="166"/>
      <w:bookmarkEnd w:id="167"/>
      <w:bookmarkEnd w:id="168"/>
    </w:p>
    <w:p w14:paraId="2AC2FF94" w14:textId="3B410FF0" w:rsidR="0033293A" w:rsidRPr="00D10BF0" w:rsidRDefault="00B25D70" w:rsidP="001E5CF9">
      <w:pPr>
        <w:pStyle w:val="Heading4"/>
      </w:pPr>
      <w:r w:rsidRPr="00D10BF0">
        <w:t xml:space="preserve">Ponuky, doklady a dokumenty v nich predložené sa predkladajú v štátnom jazyku Slovenskej republiky. </w:t>
      </w:r>
      <w:bookmarkStart w:id="169" w:name="jazyky"/>
      <w:bookmarkEnd w:id="169"/>
    </w:p>
    <w:p w14:paraId="7301851D" w14:textId="0315416E" w:rsidR="0033293A" w:rsidRPr="00D10BF0" w:rsidRDefault="00B25D70" w:rsidP="001E5CF9">
      <w:pPr>
        <w:pStyle w:val="Heading4"/>
      </w:pPr>
      <w:r w:rsidRPr="00D10BF0">
        <w:t xml:space="preserve">Ak je doklad alebo dokument vyhotovený v cudzom jazyku, predkladá sa spolu s jeho </w:t>
      </w:r>
      <w:r w:rsidR="00826B07" w:rsidRPr="00D10BF0">
        <w:t xml:space="preserve">úradným </w:t>
      </w:r>
      <w:r w:rsidRPr="00D10BF0">
        <w:t xml:space="preserve">prekladom do štátneho jazyka; to neplatí pre ponuky, návrhy, doklady a dokumenty vyhotovené v českom jazyku. Ak sa zistí rozdiel v ich obsahu, rozhodujúci je úradný preklad do štátneho jazyka. </w:t>
      </w:r>
    </w:p>
    <w:p w14:paraId="4897AB4A" w14:textId="707736CD" w:rsidR="00F46482" w:rsidRPr="00D10BF0" w:rsidRDefault="00F46482" w:rsidP="00DB3EC1">
      <w:pPr>
        <w:pStyle w:val="Heading3"/>
      </w:pPr>
      <w:bookmarkStart w:id="170" w:name="_Toc400006275"/>
      <w:bookmarkStart w:id="171" w:name="_Toc444084951"/>
      <w:bookmarkStart w:id="172" w:name="_Toc4416621"/>
      <w:bookmarkStart w:id="173" w:name="_Toc4416915"/>
      <w:bookmarkStart w:id="174" w:name="_Toc4416964"/>
      <w:bookmarkStart w:id="175" w:name="_Ref33624296"/>
      <w:bookmarkStart w:id="176" w:name="_Toc34734226"/>
      <w:r w:rsidRPr="00D10BF0">
        <w:t>Zábezpeka</w:t>
      </w:r>
      <w:bookmarkEnd w:id="170"/>
      <w:bookmarkEnd w:id="171"/>
      <w:bookmarkEnd w:id="172"/>
      <w:bookmarkEnd w:id="173"/>
      <w:bookmarkEnd w:id="174"/>
      <w:bookmarkEnd w:id="175"/>
      <w:bookmarkEnd w:id="176"/>
    </w:p>
    <w:p w14:paraId="3813543C" w14:textId="08F22B66" w:rsidR="00AB238B" w:rsidRPr="00D10BF0" w:rsidRDefault="00A04C69" w:rsidP="001E5CF9">
      <w:pPr>
        <w:pStyle w:val="Heading4"/>
      </w:pPr>
      <w:r w:rsidRPr="00D10BF0">
        <w:t>Verejn</w:t>
      </w:r>
      <w:r w:rsidR="00AB238B" w:rsidRPr="00D10BF0">
        <w:t xml:space="preserve">ý obstarávateľ vyžaduje na zabezpečenie ponuky zloženie zábezpeky vo výške </w:t>
      </w:r>
      <w:r w:rsidR="006065AB">
        <w:t>300.000</w:t>
      </w:r>
      <w:r w:rsidR="006065AB" w:rsidRPr="00D10BF0">
        <w:t>,-</w:t>
      </w:r>
      <w:r w:rsidR="00AB238B" w:rsidRPr="00D10BF0">
        <w:lastRenderedPageBreak/>
        <w:t xml:space="preserve">EUR (slovom </w:t>
      </w:r>
      <w:r w:rsidR="006065AB">
        <w:t>tristotisíc euro</w:t>
      </w:r>
      <w:r w:rsidR="00AB238B" w:rsidRPr="00D10BF0">
        <w:t>)</w:t>
      </w:r>
      <w:r w:rsidR="00D8755F" w:rsidRPr="00D10BF0">
        <w:t>.</w:t>
      </w:r>
    </w:p>
    <w:p w14:paraId="136AEE0A" w14:textId="0C02CB01" w:rsidR="00DB3EC1" w:rsidRPr="00D10BF0" w:rsidRDefault="00AB238B" w:rsidP="001E5CF9">
      <w:pPr>
        <w:pStyle w:val="Heading4"/>
      </w:pPr>
      <w:bookmarkStart w:id="177" w:name="_Ref34734307"/>
      <w:r w:rsidRPr="00D10BF0">
        <w:t>Zábezpeku je možné zložiť:</w:t>
      </w:r>
      <w:bookmarkEnd w:id="177"/>
    </w:p>
    <w:p w14:paraId="25359029" w14:textId="77777777" w:rsidR="00AB238B" w:rsidRPr="00D10BF0" w:rsidRDefault="00AB238B" w:rsidP="00F540DD">
      <w:pPr>
        <w:pStyle w:val="Heading6"/>
      </w:pPr>
      <w:r w:rsidRPr="00D10BF0">
        <w:t>Poskytnutím bankovej záruky za uchádzača</w:t>
      </w:r>
    </w:p>
    <w:p w14:paraId="5A228EB7" w14:textId="0CF33C7B" w:rsidR="00425530" w:rsidRPr="00D10BF0" w:rsidRDefault="00AB238B" w:rsidP="00F540DD">
      <w:pPr>
        <w:pStyle w:val="Heading7"/>
        <w:rPr>
          <w:rFonts w:eastAsia="Times New Roman"/>
          <w:lang w:eastAsia="sk-SK"/>
        </w:rPr>
      </w:pPr>
      <w:r w:rsidRPr="00D10BF0">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w:t>
      </w:r>
      <w:proofErr w:type="spellStart"/>
      <w:r w:rsidRPr="00D10BF0">
        <w:rPr>
          <w:rFonts w:eastAsia="Times New Roman"/>
          <w:lang w:eastAsia="sk-SK"/>
        </w:rPr>
        <w:t>t.j</w:t>
      </w:r>
      <w:proofErr w:type="spellEnd"/>
      <w:r w:rsidRPr="00D10BF0">
        <w:rPr>
          <w:rFonts w:eastAsia="Times New Roman"/>
          <w:lang w:eastAsia="sk-SK"/>
        </w:rPr>
        <w:t xml:space="preserve">. </w:t>
      </w:r>
      <w:r w:rsidR="00FD751C" w:rsidRPr="00D10BF0">
        <w:rPr>
          <w:rFonts w:eastAsia="Times New Roman"/>
          <w:lang w:eastAsia="sk-SK"/>
        </w:rPr>
        <w:t xml:space="preserve">minimálne do </w:t>
      </w:r>
      <w:r w:rsidR="006065AB" w:rsidRPr="00F820FC">
        <w:rPr>
          <w:b/>
          <w:bCs/>
        </w:rPr>
        <w:t>31.12.2020</w:t>
      </w:r>
      <w:r w:rsidR="001524F8" w:rsidRPr="00D10BF0">
        <w:rPr>
          <w:rFonts w:eastAsia="Times New Roman"/>
          <w:lang w:eastAsia="sk-SK"/>
        </w:rPr>
        <w:t xml:space="preserve">. </w:t>
      </w:r>
      <w:r w:rsidRPr="00D10BF0">
        <w:rPr>
          <w:rFonts w:eastAsia="Times New Roman"/>
          <w:lang w:eastAsia="sk-SK"/>
        </w:rPr>
        <w:t>Z bankovej záruky vystavenej bankou musí ďalej vyplývať, že banka uspokojí veriteľa (</w:t>
      </w:r>
      <w:r w:rsidR="00A04C69" w:rsidRPr="00D10BF0">
        <w:rPr>
          <w:rFonts w:eastAsia="Times New Roman"/>
          <w:lang w:eastAsia="sk-SK"/>
        </w:rPr>
        <w:t>Verejn</w:t>
      </w:r>
      <w:r w:rsidRPr="00D10BF0">
        <w:rPr>
          <w:rFonts w:eastAsia="Times New Roman"/>
          <w:lang w:eastAsia="sk-SK"/>
        </w:rPr>
        <w:t xml:space="preserve">ého obstarávateľa) za dlžníka (uchádzača) v prípade prepadnutia jeho zábezpeky v prospech </w:t>
      </w:r>
      <w:r w:rsidR="00A04C69" w:rsidRPr="00D10BF0">
        <w:rPr>
          <w:rFonts w:eastAsia="Times New Roman"/>
          <w:lang w:eastAsia="sk-SK"/>
        </w:rPr>
        <w:t>Verejn</w:t>
      </w:r>
      <w:r w:rsidRPr="00D10BF0">
        <w:rPr>
          <w:rFonts w:eastAsia="Times New Roman"/>
          <w:lang w:eastAsia="sk-SK"/>
        </w:rPr>
        <w:t>ého obstarávateľa</w:t>
      </w:r>
      <w:r w:rsidR="00AA4DCA" w:rsidRPr="00D10BF0">
        <w:t xml:space="preserve"> v tejto Verejnej súťaži</w:t>
      </w:r>
      <w:bookmarkStart w:id="178" w:name="_Hlk7774963"/>
      <w:r w:rsidR="00FA7637" w:rsidRPr="00D10BF0">
        <w:t xml:space="preserve"> (banková záruka musí obsahovať identifik</w:t>
      </w:r>
      <w:r w:rsidR="00217EC3" w:rsidRPr="00D10BF0">
        <w:t>áciu tejto Verejnej súťaže)</w:t>
      </w:r>
      <w:bookmarkEnd w:id="178"/>
      <w:r w:rsidRPr="00D10BF0">
        <w:rPr>
          <w:rFonts w:eastAsia="Times New Roman"/>
          <w:lang w:eastAsia="sk-SK"/>
        </w:rPr>
        <w:t xml:space="preserve">. Banka sa musí bezpodmienečne zaviazať zaplatiť na účet </w:t>
      </w:r>
      <w:r w:rsidR="00A04C69" w:rsidRPr="00D10BF0">
        <w:rPr>
          <w:rFonts w:eastAsia="Times New Roman"/>
          <w:lang w:eastAsia="sk-SK"/>
        </w:rPr>
        <w:t>Verejn</w:t>
      </w:r>
      <w:r w:rsidRPr="00D10BF0">
        <w:rPr>
          <w:rFonts w:eastAsia="Times New Roman"/>
          <w:lang w:eastAsia="sk-SK"/>
        </w:rPr>
        <w:t xml:space="preserve">ého obstarávateľa pohľadávku krytú bankovou zárukou do 7 dní po doručení výzvy </w:t>
      </w:r>
      <w:r w:rsidR="00A04C69" w:rsidRPr="00D10BF0">
        <w:rPr>
          <w:rFonts w:eastAsia="Times New Roman"/>
          <w:lang w:eastAsia="sk-SK"/>
        </w:rPr>
        <w:t>Verejn</w:t>
      </w:r>
      <w:r w:rsidRPr="00D10BF0">
        <w:rPr>
          <w:rFonts w:eastAsia="Times New Roman"/>
          <w:lang w:eastAsia="sk-SK"/>
        </w:rPr>
        <w:t xml:space="preserve">ého obstarávateľa na jej zaplatenie. Banková záruka vzniká dňom písomného vyhlásenia banky a zábezpeka vzniká doručením záručnej listiny </w:t>
      </w:r>
      <w:r w:rsidR="00A04C69" w:rsidRPr="00D10BF0">
        <w:rPr>
          <w:rFonts w:eastAsia="Times New Roman"/>
          <w:lang w:eastAsia="sk-SK"/>
        </w:rPr>
        <w:t>Verejn</w:t>
      </w:r>
      <w:r w:rsidRPr="00D10BF0">
        <w:rPr>
          <w:rFonts w:eastAsia="Times New Roman"/>
          <w:lang w:eastAsia="sk-SK"/>
        </w:rPr>
        <w:t xml:space="preserve">ému obstarávateľovi. </w:t>
      </w:r>
      <w:bookmarkStart w:id="179" w:name="_Hlk522551263"/>
    </w:p>
    <w:p w14:paraId="12E839D5" w14:textId="15F5E9B6" w:rsidR="00AB238B" w:rsidRPr="00D10BF0" w:rsidRDefault="00425530" w:rsidP="00171596">
      <w:pPr>
        <w:pStyle w:val="Heading7"/>
        <w:rPr>
          <w:rFonts w:eastAsia="Times New Roman" w:cs="Arial"/>
          <w:lang w:eastAsia="sk-SK"/>
        </w:rPr>
      </w:pPr>
      <w:r w:rsidRPr="00D10BF0">
        <w:rPr>
          <w:rFonts w:eastAsia="Times New Roman"/>
          <w:lang w:eastAsia="sk-SK"/>
        </w:rPr>
        <w:t>V</w:t>
      </w:r>
      <w:r w:rsidRPr="00D10BF0">
        <w:t xml:space="preserve"> pr</w:t>
      </w:r>
      <w:r w:rsidRPr="00D10BF0">
        <w:rPr>
          <w:rFonts w:cs="Proba Pro"/>
        </w:rPr>
        <w:t>í</w:t>
      </w:r>
      <w:r w:rsidRPr="00D10BF0">
        <w:t>pade poskytnutia z</w:t>
      </w:r>
      <w:r w:rsidRPr="00D10BF0">
        <w:rPr>
          <w:rFonts w:cs="Proba Pro"/>
        </w:rPr>
        <w:t>á</w:t>
      </w:r>
      <w:r w:rsidRPr="00D10BF0">
        <w:t>bezpeky formou bankovej z</w:t>
      </w:r>
      <w:r w:rsidRPr="00D10BF0">
        <w:rPr>
          <w:rFonts w:cs="Proba Pro"/>
        </w:rPr>
        <w:t>á</w:t>
      </w:r>
      <w:r w:rsidRPr="00D10BF0">
        <w:t>ruky, uch</w:t>
      </w:r>
      <w:r w:rsidRPr="00D10BF0">
        <w:rPr>
          <w:rFonts w:cs="Proba Pro"/>
        </w:rPr>
        <w:t>á</w:t>
      </w:r>
      <w:r w:rsidRPr="00D10BF0">
        <w:t>dza</w:t>
      </w:r>
      <w:r w:rsidRPr="00D10BF0">
        <w:rPr>
          <w:rFonts w:cs="Proba Pro"/>
        </w:rPr>
        <w:t>č</w:t>
      </w:r>
      <w:r w:rsidRPr="00D10BF0">
        <w:t xml:space="preserve"> predlo</w:t>
      </w:r>
      <w:r w:rsidRPr="00D10BF0">
        <w:rPr>
          <w:rFonts w:cs="Proba Pro"/>
        </w:rPr>
        <w:t>ží</w:t>
      </w:r>
      <w:r w:rsidRPr="00D10BF0">
        <w:t xml:space="preserve"> bankovú záruku vo forme a spôsobom uvedeným v ustanovení bodu</w:t>
      </w:r>
      <w:r w:rsidR="00AA4DCA" w:rsidRPr="00D10BF0">
        <w:t xml:space="preserve"> </w:t>
      </w:r>
      <w:r w:rsidR="006149E7" w:rsidRPr="00D10BF0">
        <w:fldChar w:fldCharType="begin"/>
      </w:r>
      <w:r w:rsidR="006149E7" w:rsidRPr="00D10BF0">
        <w:instrText xml:space="preserve"> REF _Ref534358796 \n \h </w:instrText>
      </w:r>
      <w:r w:rsidR="008501A8" w:rsidRPr="00D10BF0">
        <w:instrText xml:space="preserve"> \* MERGEFORMAT </w:instrText>
      </w:r>
      <w:r w:rsidR="006149E7" w:rsidRPr="00D10BF0">
        <w:fldChar w:fldCharType="separate"/>
      </w:r>
      <w:r w:rsidR="00171596">
        <w:t>8.5</w:t>
      </w:r>
      <w:r w:rsidR="006149E7" w:rsidRPr="00D10BF0">
        <w:fldChar w:fldCharType="end"/>
      </w:r>
      <w:r w:rsidR="006149E7" w:rsidRPr="00D10BF0">
        <w:t xml:space="preserve"> </w:t>
      </w:r>
      <w:r w:rsidRPr="00D10BF0">
        <w:t>tejto časti súťažných podkladov</w:t>
      </w:r>
      <w:bookmarkEnd w:id="179"/>
      <w:r w:rsidR="00AB238B" w:rsidRPr="00D10BF0">
        <w:rPr>
          <w:rFonts w:eastAsia="Times New Roman" w:cs="Arial"/>
          <w:lang w:eastAsia="sk-SK"/>
        </w:rPr>
        <w:t xml:space="preserve">. </w:t>
      </w:r>
    </w:p>
    <w:p w14:paraId="7375043C" w14:textId="77777777" w:rsidR="00AA4DCA" w:rsidRPr="00D10BF0" w:rsidRDefault="00AA4DCA" w:rsidP="00F540DD">
      <w:pPr>
        <w:pStyle w:val="Heading6"/>
      </w:pPr>
      <w:r w:rsidRPr="00D10BF0">
        <w:t>Poskytnutím poistenia záruky za uchádzača</w:t>
      </w:r>
    </w:p>
    <w:p w14:paraId="3B440B24" w14:textId="19688241" w:rsidR="002D0834" w:rsidRPr="00D10BF0" w:rsidRDefault="00AA4DCA" w:rsidP="00F540DD">
      <w:pPr>
        <w:pStyle w:val="Heading7"/>
      </w:pPr>
      <w:r w:rsidRPr="00D10BF0">
        <w:t>Poskytnutie poistenia záruky nesmie byť v rozpore s ustanoveniami zákona č. 39/2015 Z. z. o poisťovníctve a o zmene a doplnení niektorých zákonov, v platnom znení. Poistná zmluva musí byť uzatvorená tak, že poisteným je uchádzač a</w:t>
      </w:r>
      <w:r w:rsidRPr="00D10BF0">
        <w:rPr>
          <w:rFonts w:cs="Calibri"/>
        </w:rPr>
        <w:t> </w:t>
      </w:r>
      <w:r w:rsidRPr="00D10BF0">
        <w:t>oprávnenou osobou z</w:t>
      </w:r>
      <w:r w:rsidRPr="00D10BF0">
        <w:rPr>
          <w:rFonts w:cs="Calibri"/>
        </w:rPr>
        <w:t> </w:t>
      </w:r>
      <w:r w:rsidRPr="00D10BF0">
        <w:t>poistnej zmluvy je verejný obstarávateľ. Doba platnosti poistenia záruky musí byť určená v</w:t>
      </w:r>
      <w:r w:rsidRPr="00D10BF0">
        <w:rPr>
          <w:rFonts w:cs="Calibri"/>
        </w:rPr>
        <w:t> </w:t>
      </w:r>
      <w:r w:rsidRPr="00D10BF0">
        <w:t>poistenej zmluve, ako aj v</w:t>
      </w:r>
      <w:r w:rsidRPr="00D10BF0">
        <w:rPr>
          <w:rFonts w:cs="Calibri"/>
        </w:rPr>
        <w:t> </w:t>
      </w:r>
      <w:r w:rsidRPr="00D10BF0">
        <w:t xml:space="preserve">doklade </w:t>
      </w:r>
      <w:r w:rsidRPr="00D10BF0">
        <w:rPr>
          <w:rFonts w:eastAsia="Times New Roman"/>
          <w:lang w:eastAsia="sk-SK"/>
        </w:rPr>
        <w:t>vystavenom</w:t>
      </w:r>
      <w:r w:rsidRPr="00D10BF0">
        <w:t xml:space="preserve"> poisťovňou o</w:t>
      </w:r>
      <w:r w:rsidRPr="00D10BF0">
        <w:rPr>
          <w:rFonts w:cs="Calibri"/>
        </w:rPr>
        <w:t> </w:t>
      </w:r>
      <w:r w:rsidRPr="00D10BF0">
        <w:t xml:space="preserve">existencii poistenia záruky, </w:t>
      </w:r>
      <w:r w:rsidRPr="00D10BF0">
        <w:rPr>
          <w:rFonts w:eastAsia="Times New Roman"/>
          <w:lang w:eastAsia="sk-SK"/>
        </w:rPr>
        <w:t xml:space="preserve">minimálne do skončenia lehoty viazanosti ponúk, </w:t>
      </w:r>
      <w:proofErr w:type="spellStart"/>
      <w:r w:rsidRPr="00D10BF0">
        <w:rPr>
          <w:rFonts w:eastAsia="Times New Roman"/>
          <w:lang w:eastAsia="sk-SK"/>
        </w:rPr>
        <w:t>t.j</w:t>
      </w:r>
      <w:proofErr w:type="spellEnd"/>
      <w:r w:rsidRPr="00D10BF0">
        <w:rPr>
          <w:rFonts w:eastAsia="Times New Roman"/>
          <w:lang w:eastAsia="sk-SK"/>
        </w:rPr>
        <w:t xml:space="preserve">. minimálne do </w:t>
      </w:r>
      <w:r w:rsidR="006065AB" w:rsidRPr="00F820FC">
        <w:rPr>
          <w:b/>
          <w:bCs/>
        </w:rPr>
        <w:t>31.12.2020</w:t>
      </w:r>
      <w:r w:rsidRPr="00D10BF0">
        <w:t>. Z</w:t>
      </w:r>
      <w:r w:rsidRPr="00D10BF0">
        <w:rPr>
          <w:rFonts w:cs="Calibri"/>
        </w:rPr>
        <w:t> </w:t>
      </w:r>
      <w:r w:rsidRPr="00D10BF0">
        <w:t>dokladu vystaveného poisťovňou musí ďalej vyplývať, že poisťovňa uspokojí oprávnenú osobu (Verejného obstarávateľa) za poisteného (uchádzača) v prípade prepadnutia jeho zábezpeky v prospech Verejného obstarávateľa v tejto Verejnej súťaži</w:t>
      </w:r>
      <w:bookmarkStart w:id="180" w:name="_Hlk7774971"/>
      <w:r w:rsidR="0026519E" w:rsidRPr="00D10BF0">
        <w:t xml:space="preserve"> (poistenie záruky musí obsahovať identifikáciu tejto Verejnej súťaže)</w:t>
      </w:r>
      <w:bookmarkEnd w:id="180"/>
      <w:r w:rsidRPr="00D10BF0">
        <w:t>. Poisťovňa sa musí bezpodmienečne zaviazať zaplatiť na účet Verejného obstarávateľa pohľadávku krytú poistením záruky do 7 (siedmich) dní po doručení výzvy Verejného obstarávateľa na jej zaplatenie. Poistenie záruky vzniká dňom uzavretia poistnej zmluvy medzi poisťovňou a</w:t>
      </w:r>
      <w:r w:rsidRPr="00D10BF0">
        <w:rPr>
          <w:rFonts w:cs="Calibri"/>
        </w:rPr>
        <w:t> </w:t>
      </w:r>
      <w:r w:rsidRPr="00D10BF0">
        <w:t>poisteným (uchádzačom) a zábezpeka vzniká doručením dokladu vystaveného poisťovňou o</w:t>
      </w:r>
      <w:r w:rsidRPr="00D10BF0">
        <w:rPr>
          <w:rFonts w:cs="Calibri"/>
        </w:rPr>
        <w:t> </w:t>
      </w:r>
      <w:r w:rsidRPr="00D10BF0">
        <w:t xml:space="preserve">poistení záruky Verejnému obstarávateľovi. </w:t>
      </w:r>
    </w:p>
    <w:p w14:paraId="6B30627D" w14:textId="0C7DFEF3" w:rsidR="00AA4DCA" w:rsidRPr="00D10BF0" w:rsidRDefault="00AA4DCA" w:rsidP="00171596">
      <w:pPr>
        <w:pStyle w:val="Heading7"/>
      </w:pPr>
      <w:r w:rsidRPr="00D10BF0">
        <w:t>V prípade poskytnutia zábezpeky formou poistenia záruky, uchádzač predloží doklad vystavený poisťovňou vo forme a</w:t>
      </w:r>
      <w:r w:rsidRPr="00D10BF0">
        <w:rPr>
          <w:rFonts w:cs="Calibri"/>
        </w:rPr>
        <w:t> </w:t>
      </w:r>
      <w:r w:rsidRPr="00D10BF0">
        <w:t>sp</w:t>
      </w:r>
      <w:r w:rsidRPr="00D10BF0">
        <w:rPr>
          <w:rFonts w:cs="Proba Pro"/>
        </w:rPr>
        <w:t>ô</w:t>
      </w:r>
      <w:r w:rsidRPr="00D10BF0">
        <w:t>sobom uveden</w:t>
      </w:r>
      <w:r w:rsidRPr="00D10BF0">
        <w:rPr>
          <w:rFonts w:cs="Proba Pro"/>
        </w:rPr>
        <w:t>ý</w:t>
      </w:r>
      <w:r w:rsidRPr="00D10BF0">
        <w:t>m v</w:t>
      </w:r>
      <w:r w:rsidRPr="00D10BF0">
        <w:rPr>
          <w:rFonts w:cs="Calibri"/>
        </w:rPr>
        <w:t> </w:t>
      </w:r>
      <w:r w:rsidRPr="00D10BF0">
        <w:t>ustanoven</w:t>
      </w:r>
      <w:r w:rsidRPr="00D10BF0">
        <w:rPr>
          <w:rFonts w:cs="Proba Pro"/>
        </w:rPr>
        <w:t>í</w:t>
      </w:r>
      <w:r w:rsidRPr="00D10BF0">
        <w:t xml:space="preserve">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tejto časti súťažných podkladov.</w:t>
      </w:r>
    </w:p>
    <w:p w14:paraId="2D23B1CF" w14:textId="647F5561" w:rsidR="00AB238B" w:rsidRPr="00D10BF0" w:rsidRDefault="00AB238B" w:rsidP="00F540DD">
      <w:pPr>
        <w:pStyle w:val="Heading6"/>
      </w:pPr>
      <w:bookmarkStart w:id="181" w:name="_Ref4422903"/>
      <w:r w:rsidRPr="00D10BF0">
        <w:t xml:space="preserve">Zložením finančných prostriedkov na bankový účet </w:t>
      </w:r>
      <w:r w:rsidR="00A04C69" w:rsidRPr="00D10BF0">
        <w:t>Verejn</w:t>
      </w:r>
      <w:r w:rsidRPr="00D10BF0">
        <w:t>ého obstarávateľa</w:t>
      </w:r>
      <w:bookmarkEnd w:id="181"/>
    </w:p>
    <w:p w14:paraId="4D6917CF" w14:textId="6E373A7B" w:rsidR="00AB238B" w:rsidRPr="00D10BF0" w:rsidRDefault="00AB238B" w:rsidP="00F540DD">
      <w:pPr>
        <w:pStyle w:val="Heading7"/>
        <w:rPr>
          <w:rFonts w:eastAsia="Times New Roman"/>
          <w:lang w:eastAsia="sk-SK"/>
        </w:rPr>
      </w:pPr>
      <w:r w:rsidRPr="00D10BF0">
        <w:rPr>
          <w:rFonts w:eastAsia="Times New Roman"/>
          <w:lang w:eastAsia="sk-SK"/>
        </w:rPr>
        <w:t xml:space="preserve">V </w:t>
      </w:r>
      <w:r w:rsidRPr="00D10BF0">
        <w:t>prípade</w:t>
      </w:r>
      <w:r w:rsidRPr="00D10BF0">
        <w:rPr>
          <w:rFonts w:eastAsia="Times New Roman"/>
          <w:lang w:eastAsia="sk-SK"/>
        </w:rPr>
        <w:t xml:space="preserve"> zloženia finančných prostriedkov na bankový účet </w:t>
      </w:r>
      <w:r w:rsidR="00A04C69" w:rsidRPr="00D10BF0">
        <w:rPr>
          <w:rFonts w:eastAsia="Times New Roman"/>
          <w:lang w:eastAsia="sk-SK"/>
        </w:rPr>
        <w:t>Verejn</w:t>
      </w:r>
      <w:r w:rsidRPr="00D10BF0">
        <w:rPr>
          <w:rFonts w:eastAsia="Times New Roman"/>
          <w:lang w:eastAsia="sk-SK"/>
        </w:rPr>
        <w:t xml:space="preserve">ého obstarávateľa musia byť zložené na účet: </w:t>
      </w:r>
    </w:p>
    <w:p w14:paraId="48865D91" w14:textId="0506C823" w:rsidR="003B1650" w:rsidRPr="00D10BF0" w:rsidRDefault="00D22E34" w:rsidP="00F540DD">
      <w:pPr>
        <w:pStyle w:val="Heading7"/>
        <w:numPr>
          <w:ilvl w:val="0"/>
          <w:numId w:val="0"/>
        </w:numPr>
        <w:ind w:left="1559"/>
      </w:pPr>
      <w:r w:rsidRPr="00D10BF0">
        <w:t>Názov</w:t>
      </w:r>
      <w:r w:rsidRPr="00D10BF0">
        <w:rPr>
          <w:rFonts w:eastAsia="Times New Roman"/>
          <w:lang w:eastAsia="sk-SK"/>
        </w:rPr>
        <w:t xml:space="preserve"> b</w:t>
      </w:r>
      <w:r w:rsidR="00AB238B" w:rsidRPr="00D10BF0">
        <w:rPr>
          <w:rFonts w:eastAsia="Times New Roman"/>
          <w:lang w:eastAsia="sk-SK"/>
        </w:rPr>
        <w:t>ank</w:t>
      </w:r>
      <w:r w:rsidRPr="00D10BF0">
        <w:rPr>
          <w:rFonts w:eastAsia="Times New Roman"/>
          <w:lang w:eastAsia="sk-SK"/>
        </w:rPr>
        <w:t>y</w:t>
      </w:r>
      <w:r w:rsidR="00AB238B" w:rsidRPr="00D10BF0">
        <w:rPr>
          <w:rFonts w:eastAsia="Times New Roman"/>
          <w:lang w:eastAsia="sk-SK"/>
        </w:rPr>
        <w:t xml:space="preserve">: </w:t>
      </w:r>
      <w:r w:rsidR="008B4FD5" w:rsidRPr="008B4FD5">
        <w:t xml:space="preserve">VÚB, </w:t>
      </w:r>
      <w:proofErr w:type="spellStart"/>
      <w:r w:rsidR="008B4FD5" w:rsidRPr="008B4FD5">
        <w:t>a.s</w:t>
      </w:r>
      <w:proofErr w:type="spellEnd"/>
    </w:p>
    <w:p w14:paraId="4BC4D890" w14:textId="344626C3" w:rsidR="00D22E34" w:rsidRPr="00D10BF0" w:rsidRDefault="00D22E34" w:rsidP="00F540DD">
      <w:pPr>
        <w:pStyle w:val="Heading7"/>
        <w:numPr>
          <w:ilvl w:val="0"/>
          <w:numId w:val="0"/>
        </w:numPr>
        <w:ind w:left="1559"/>
      </w:pPr>
      <w:r w:rsidRPr="00D10BF0">
        <w:t xml:space="preserve">IBAN: </w:t>
      </w:r>
      <w:r w:rsidR="007B57A4" w:rsidRPr="007B57A4">
        <w:t>SK82 0200 0000 0042 6975 1358</w:t>
      </w:r>
    </w:p>
    <w:p w14:paraId="74C3ABC3" w14:textId="5DB043E7" w:rsidR="00D22E34" w:rsidRPr="00D10BF0" w:rsidRDefault="00AB238B" w:rsidP="00F540DD">
      <w:pPr>
        <w:pStyle w:val="Heading7"/>
        <w:numPr>
          <w:ilvl w:val="0"/>
          <w:numId w:val="0"/>
        </w:numPr>
        <w:ind w:left="1559"/>
      </w:pPr>
      <w:proofErr w:type="spellStart"/>
      <w:r w:rsidRPr="00F540DD">
        <w:rPr>
          <w:rFonts w:eastAsia="Times New Roman"/>
          <w:lang w:eastAsia="sk-SK"/>
        </w:rPr>
        <w:t>SWIFTová</w:t>
      </w:r>
      <w:proofErr w:type="spellEnd"/>
      <w:r w:rsidRPr="00D10BF0">
        <w:t xml:space="preserve"> adresa banky: </w:t>
      </w:r>
      <w:r w:rsidR="008B4FD5" w:rsidRPr="008B4FD5">
        <w:t>SUBASKBX</w:t>
      </w:r>
    </w:p>
    <w:p w14:paraId="61029886" w14:textId="59CD6E9B" w:rsidR="00AB238B" w:rsidRPr="00D10BF0" w:rsidRDefault="00AB238B" w:rsidP="00F540DD">
      <w:pPr>
        <w:pStyle w:val="Heading7"/>
        <w:numPr>
          <w:ilvl w:val="0"/>
          <w:numId w:val="0"/>
        </w:numPr>
        <w:ind w:left="1559"/>
        <w:rPr>
          <w:rFonts w:eastAsia="Times New Roman" w:cs="Arial"/>
          <w:szCs w:val="20"/>
          <w:lang w:eastAsia="sk-SK"/>
        </w:rPr>
      </w:pPr>
      <w:r w:rsidRPr="00F540DD">
        <w:rPr>
          <w:rFonts w:eastAsia="Times New Roman"/>
          <w:lang w:eastAsia="sk-SK"/>
        </w:rPr>
        <w:t>Variabilný</w:t>
      </w:r>
      <w:r w:rsidRPr="00D10BF0">
        <w:rPr>
          <w:rFonts w:eastAsia="Times New Roman" w:cs="Arial"/>
          <w:szCs w:val="20"/>
          <w:lang w:eastAsia="sk-SK"/>
        </w:rPr>
        <w:t xml:space="preserve"> symbol: </w:t>
      </w:r>
      <w:r w:rsidR="008B4FD5">
        <w:t>2020001</w:t>
      </w:r>
    </w:p>
    <w:p w14:paraId="5BF9DBE5" w14:textId="1244C660" w:rsidR="00D22E34" w:rsidRPr="00D10BF0" w:rsidRDefault="00D22E34" w:rsidP="00F540DD">
      <w:pPr>
        <w:pStyle w:val="Heading7"/>
        <w:numPr>
          <w:ilvl w:val="0"/>
          <w:numId w:val="0"/>
        </w:numPr>
        <w:ind w:left="1559"/>
        <w:rPr>
          <w:rFonts w:eastAsia="Times New Roman" w:cs="Arial"/>
          <w:szCs w:val="20"/>
          <w:lang w:eastAsia="sk-SK"/>
        </w:rPr>
      </w:pPr>
      <w:r w:rsidRPr="00F540DD">
        <w:rPr>
          <w:rFonts w:eastAsia="Times New Roman"/>
          <w:lang w:eastAsia="sk-SK"/>
        </w:rPr>
        <w:t>Špecifický</w:t>
      </w:r>
      <w:r w:rsidRPr="00D10BF0">
        <w:rPr>
          <w:rFonts w:eastAsia="Times New Roman" w:cs="Arial"/>
          <w:szCs w:val="20"/>
          <w:lang w:eastAsia="sk-SK"/>
        </w:rPr>
        <w:t xml:space="preserve"> symbol: [</w:t>
      </w:r>
      <w:r w:rsidR="00244C1B" w:rsidRPr="00D10BF0">
        <w:rPr>
          <w:rFonts w:eastAsia="Times New Roman" w:cs="Arial"/>
          <w:i/>
          <w:szCs w:val="20"/>
          <w:highlight w:val="lightGray"/>
          <w:lang w:eastAsia="sk-SK"/>
        </w:rPr>
        <w:t>uchádzač doplní svoje IČO</w:t>
      </w:r>
      <w:r w:rsidRPr="00D10BF0">
        <w:rPr>
          <w:rFonts w:eastAsia="Times New Roman" w:cs="Arial"/>
          <w:szCs w:val="20"/>
          <w:lang w:eastAsia="sk-SK"/>
        </w:rPr>
        <w:t>]</w:t>
      </w:r>
    </w:p>
    <w:p w14:paraId="29179BDA" w14:textId="231A2B00" w:rsidR="00D22E34" w:rsidRPr="00D10BF0" w:rsidRDefault="00244C1B" w:rsidP="00F540DD">
      <w:pPr>
        <w:pStyle w:val="Heading7"/>
        <w:numPr>
          <w:ilvl w:val="0"/>
          <w:numId w:val="0"/>
        </w:numPr>
        <w:ind w:left="1559"/>
        <w:rPr>
          <w:rFonts w:eastAsia="Times New Roman" w:cs="Arial"/>
          <w:szCs w:val="20"/>
          <w:lang w:eastAsia="sk-SK"/>
        </w:rPr>
      </w:pPr>
      <w:r w:rsidRPr="00F540DD">
        <w:rPr>
          <w:rFonts w:eastAsia="Times New Roman"/>
          <w:lang w:eastAsia="sk-SK"/>
        </w:rPr>
        <w:t>Poznámka</w:t>
      </w:r>
      <w:r w:rsidRPr="00D10BF0">
        <w:rPr>
          <w:rFonts w:eastAsia="Times New Roman" w:cs="Arial"/>
          <w:szCs w:val="20"/>
          <w:lang w:eastAsia="sk-SK"/>
        </w:rPr>
        <w:t xml:space="preserve"> pre prijímateľa:</w:t>
      </w:r>
      <w:r w:rsidR="00341329" w:rsidRPr="00D10BF0">
        <w:rPr>
          <w:rFonts w:eastAsia="Times New Roman" w:cs="Arial"/>
          <w:szCs w:val="20"/>
          <w:lang w:eastAsia="sk-SK"/>
        </w:rPr>
        <w:t xml:space="preserve"> </w:t>
      </w:r>
      <w:r w:rsidR="000D05BD">
        <w:t xml:space="preserve">zábezpeka </w:t>
      </w:r>
      <w:proofErr w:type="spellStart"/>
      <w:r w:rsidR="00C9083C">
        <w:t>kanalizacia</w:t>
      </w:r>
      <w:proofErr w:type="spellEnd"/>
      <w:r w:rsidR="00C9083C">
        <w:t xml:space="preserve"> a COV</w:t>
      </w:r>
    </w:p>
    <w:p w14:paraId="3BA243D1" w14:textId="57CB7CEA" w:rsidR="00AB238B" w:rsidRPr="00D10BF0" w:rsidRDefault="00AB238B" w:rsidP="00F540DD">
      <w:pPr>
        <w:pStyle w:val="Heading7"/>
        <w:rPr>
          <w:rFonts w:eastAsia="Times New Roman"/>
          <w:lang w:eastAsia="sk-SK"/>
        </w:rPr>
      </w:pPr>
      <w:r w:rsidRPr="00D10BF0">
        <w:t>Finančné</w:t>
      </w:r>
      <w:r w:rsidRPr="00D10BF0">
        <w:rPr>
          <w:rFonts w:eastAsia="Times New Roman"/>
          <w:lang w:eastAsia="sk-SK"/>
        </w:rPr>
        <w:t xml:space="preserve"> prostriedky musia byť pripísané na účet </w:t>
      </w:r>
      <w:r w:rsidR="00A04C69" w:rsidRPr="00D10BF0">
        <w:rPr>
          <w:rFonts w:eastAsia="Times New Roman"/>
          <w:lang w:eastAsia="sk-SK"/>
        </w:rPr>
        <w:t>Verejn</w:t>
      </w:r>
      <w:r w:rsidRPr="00D10BF0">
        <w:rPr>
          <w:rFonts w:eastAsia="Times New Roman"/>
          <w:lang w:eastAsia="sk-SK"/>
        </w:rPr>
        <w:t xml:space="preserve">ého obstarávateľa najneskôr </w:t>
      </w:r>
      <w:r w:rsidRPr="00D10BF0">
        <w:rPr>
          <w:rFonts w:eastAsia="Times New Roman"/>
          <w:lang w:eastAsia="sk-SK"/>
        </w:rPr>
        <w:lastRenderedPageBreak/>
        <w:t>v deň uplynutia lehoty na predkladanie ponúk.</w:t>
      </w:r>
    </w:p>
    <w:p w14:paraId="5B107B6C" w14:textId="5959C6E3" w:rsidR="00AB238B" w:rsidRPr="00D10BF0" w:rsidRDefault="00AB238B" w:rsidP="001E5CF9">
      <w:pPr>
        <w:pStyle w:val="Heading4"/>
      </w:pPr>
      <w:r w:rsidRPr="00D10BF0">
        <w:t xml:space="preserve">Ak nebude platná banková záruka </w:t>
      </w:r>
      <w:bookmarkStart w:id="182" w:name="_Hlk534372810"/>
      <w:r w:rsidR="00FB1DD2" w:rsidRPr="00D10BF0">
        <w:t>alebo platné poistenie záruky</w:t>
      </w:r>
      <w:bookmarkEnd w:id="182"/>
      <w:r w:rsidR="00FB1DD2" w:rsidRPr="00D10BF0">
        <w:t xml:space="preserve"> </w:t>
      </w:r>
      <w:r w:rsidRPr="00D10BF0">
        <w:t xml:space="preserve">súčasťou ponuky uchádzača, prípadne nebudú zložené finančné prostriedky na účte </w:t>
      </w:r>
      <w:r w:rsidR="00A04C69" w:rsidRPr="00D10BF0">
        <w:t>Verejn</w:t>
      </w:r>
      <w:r w:rsidRPr="00D10BF0">
        <w:t xml:space="preserve">ého obstarávateľa v zmysle bodu </w:t>
      </w:r>
      <w:r w:rsidR="00EA3F88">
        <w:fldChar w:fldCharType="begin"/>
      </w:r>
      <w:r w:rsidR="00EA3F88">
        <w:instrText xml:space="preserve"> REF _Ref34734307 \n \h </w:instrText>
      </w:r>
      <w:r w:rsidR="00EA3F88">
        <w:fldChar w:fldCharType="separate"/>
      </w:r>
      <w:r w:rsidR="00EA3F88">
        <w:t>16.2</w:t>
      </w:r>
      <w:r w:rsidR="00EA3F88">
        <w:fldChar w:fldCharType="end"/>
      </w:r>
      <w:r w:rsidR="00473CD7" w:rsidRPr="00D10BF0">
        <w:fldChar w:fldCharType="begin"/>
      </w:r>
      <w:r w:rsidR="00473CD7" w:rsidRPr="00D10BF0">
        <w:instrText xml:space="preserve"> REF _Ref4422903 \n \h </w:instrText>
      </w:r>
      <w:r w:rsidR="008501A8" w:rsidRPr="00D10BF0">
        <w:instrText xml:space="preserve"> \* MERGEFORMAT </w:instrText>
      </w:r>
      <w:r w:rsidR="00473CD7" w:rsidRPr="00D10BF0">
        <w:fldChar w:fldCharType="separate"/>
      </w:r>
      <w:r w:rsidR="00171596">
        <w:t>c)</w:t>
      </w:r>
      <w:r w:rsidR="00473CD7" w:rsidRPr="00D10BF0">
        <w:fldChar w:fldCharType="end"/>
      </w:r>
      <w:r w:rsidR="00473CD7" w:rsidRPr="00D10BF0">
        <w:t xml:space="preserve"> </w:t>
      </w:r>
      <w:r w:rsidRPr="00D10BF0">
        <w:t xml:space="preserve">vyššie, bude </w:t>
      </w:r>
      <w:r w:rsidR="005515EB" w:rsidRPr="00D10BF0">
        <w:t xml:space="preserve">ponuka </w:t>
      </w:r>
      <w:r w:rsidRPr="00D10BF0">
        <w:t>uchádzač</w:t>
      </w:r>
      <w:r w:rsidR="005515EB" w:rsidRPr="00D10BF0">
        <w:t>a</w:t>
      </w:r>
      <w:r w:rsidRPr="00D10BF0">
        <w:t xml:space="preserve"> z</w:t>
      </w:r>
      <w:r w:rsidR="007A7414" w:rsidRPr="00D10BF0">
        <w:t> </w:t>
      </w:r>
      <w:r w:rsidR="00A04C69" w:rsidRPr="00D10BF0">
        <w:t>Verejn</w:t>
      </w:r>
      <w:r w:rsidR="007A7414" w:rsidRPr="00D10BF0">
        <w:t xml:space="preserve">ej súťaže </w:t>
      </w:r>
      <w:r w:rsidRPr="00D10BF0">
        <w:t>vylúčen</w:t>
      </w:r>
      <w:r w:rsidR="005515EB" w:rsidRPr="00D10BF0">
        <w:t>á</w:t>
      </w:r>
      <w:r w:rsidRPr="00D10BF0">
        <w:t xml:space="preserve"> v súlade s § 53 ods. 5 písm. a) ZVO. Uchádzač bude písomne upovedomený o vylúčení jeho ponuky z </w:t>
      </w:r>
      <w:r w:rsidR="00A04C69" w:rsidRPr="00D10BF0">
        <w:t>Verejn</w:t>
      </w:r>
      <w:r w:rsidRPr="00D10BF0">
        <w:t>ej súťaže s uvedením dôvodu vylúčenia a lehoty, v ktorej môžu byť doručené námietky podľa § 170 ods. 3 písm. d) ZVO.</w:t>
      </w:r>
    </w:p>
    <w:p w14:paraId="225BB78D" w14:textId="2B7FE6DF" w:rsidR="00AB238B" w:rsidRPr="00D10BF0" w:rsidRDefault="00A04C69" w:rsidP="001E5CF9">
      <w:pPr>
        <w:pStyle w:val="Heading4"/>
      </w:pPr>
      <w:r w:rsidRPr="00D10BF0">
        <w:t>Verejn</w:t>
      </w:r>
      <w:r w:rsidR="00AB238B" w:rsidRPr="00D10BF0">
        <w:t>ý obstarávateľ uvoľní alebo vráti uchádzačovi zábezpeku do siedmich dní odo dňa</w:t>
      </w:r>
      <w:r w:rsidR="003C6C25" w:rsidRPr="00D10BF0">
        <w:t xml:space="preserve"> (podľa okolností)</w:t>
      </w:r>
      <w:r w:rsidR="00AB238B" w:rsidRPr="00D10BF0">
        <w:t>:</w:t>
      </w:r>
    </w:p>
    <w:p w14:paraId="2F60FAE5" w14:textId="73A13A49" w:rsidR="00BD1089" w:rsidRPr="00D10BF0" w:rsidRDefault="00BD1089" w:rsidP="00283EDF">
      <w:pPr>
        <w:pStyle w:val="Heading6"/>
      </w:pPr>
      <w:bookmarkStart w:id="183" w:name="_Hlk534372822"/>
      <w:r w:rsidRPr="00D10BF0">
        <w:t>uplynutia lehoty viazanosti ponúk</w:t>
      </w:r>
      <w:bookmarkEnd w:id="183"/>
      <w:r w:rsidRPr="00D10BF0">
        <w:t xml:space="preserve">, </w:t>
      </w:r>
    </w:p>
    <w:p w14:paraId="339D637B" w14:textId="4D6A774F" w:rsidR="00AB238B" w:rsidRPr="00D10BF0" w:rsidRDefault="00AD13D0" w:rsidP="00283EDF">
      <w:pPr>
        <w:pStyle w:val="Heading6"/>
      </w:pPr>
      <w:r w:rsidRPr="00D10BF0">
        <w:t>márneho uplynutia lehoty na doručenie námietky, ak ho Verejný obstarávateľ vylúčil z verejného obstarávania alebo ak Verejný obstarávateľ zruší použitý postup zadávania zákazky</w:t>
      </w:r>
      <w:r w:rsidR="00AB238B" w:rsidRPr="00D10BF0">
        <w:t xml:space="preserve">, </w:t>
      </w:r>
      <w:r w:rsidR="00012714" w:rsidRPr="00D10BF0">
        <w:t xml:space="preserve">alebo </w:t>
      </w:r>
    </w:p>
    <w:p w14:paraId="37FE358F" w14:textId="36C4B95B" w:rsidR="00AB238B" w:rsidRPr="00D10BF0" w:rsidRDefault="00AB238B" w:rsidP="00283EDF">
      <w:pPr>
        <w:pStyle w:val="Heading6"/>
      </w:pPr>
      <w:r w:rsidRPr="00D10BF0">
        <w:t xml:space="preserve">uzavretia </w:t>
      </w:r>
      <w:r w:rsidR="00876192" w:rsidRPr="00D10BF0">
        <w:t>Zmluv</w:t>
      </w:r>
      <w:r w:rsidRPr="00D10BF0">
        <w:t>y.</w:t>
      </w:r>
    </w:p>
    <w:p w14:paraId="2E597A8E" w14:textId="6DAF5DFA" w:rsidR="00AB238B" w:rsidRPr="00D10BF0" w:rsidRDefault="00AB238B" w:rsidP="001E5CF9">
      <w:pPr>
        <w:pStyle w:val="Heading4"/>
      </w:pPr>
      <w:r w:rsidRPr="00D10BF0">
        <w:t xml:space="preserve">Zábezpeka prepadne v prospech </w:t>
      </w:r>
      <w:r w:rsidR="00A04C69" w:rsidRPr="00D10BF0">
        <w:t>Verejn</w:t>
      </w:r>
      <w:r w:rsidRPr="00D10BF0">
        <w:t>ého obstarávateľa</w:t>
      </w:r>
      <w:r w:rsidR="003C6C25" w:rsidRPr="00D10BF0">
        <w:t xml:space="preserve"> (podľa okolností)</w:t>
      </w:r>
      <w:r w:rsidR="000F09ED" w:rsidRPr="00D10BF0">
        <w:t>, ak uchádzač v lehote viazanosti ponúk</w:t>
      </w:r>
      <w:r w:rsidRPr="00D10BF0">
        <w:t xml:space="preserve">: </w:t>
      </w:r>
    </w:p>
    <w:p w14:paraId="39BF57A1" w14:textId="470DF16D" w:rsidR="00AB238B" w:rsidRPr="00D10BF0" w:rsidRDefault="00AB238B" w:rsidP="00283EDF">
      <w:pPr>
        <w:pStyle w:val="Heading6"/>
      </w:pPr>
      <w:r w:rsidRPr="00D10BF0">
        <w:t>odstúpi od svojej ponuky</w:t>
      </w:r>
      <w:r w:rsidR="000F09ED" w:rsidRPr="00D10BF0">
        <w:t>;</w:t>
      </w:r>
      <w:r w:rsidRPr="00D10BF0">
        <w:t xml:space="preserve"> alebo</w:t>
      </w:r>
    </w:p>
    <w:p w14:paraId="7C917E3F" w14:textId="7CF3CDF7" w:rsidR="00AB238B" w:rsidRPr="00D10BF0" w:rsidRDefault="00AB238B" w:rsidP="00283EDF">
      <w:pPr>
        <w:pStyle w:val="Heading6"/>
      </w:pPr>
      <w:r w:rsidRPr="00D10BF0">
        <w:t xml:space="preserve">neposkytne súčinnosť alebo odmietne uzavrieť </w:t>
      </w:r>
      <w:r w:rsidR="00876192" w:rsidRPr="00D10BF0">
        <w:t>Zmluv</w:t>
      </w:r>
      <w:r w:rsidRPr="00D10BF0">
        <w:t xml:space="preserve">u v súlade s § 56 ods. </w:t>
      </w:r>
      <w:r w:rsidR="007A7414" w:rsidRPr="00D10BF0">
        <w:t xml:space="preserve">8 </w:t>
      </w:r>
      <w:r w:rsidRPr="00D10BF0">
        <w:t xml:space="preserve">až </w:t>
      </w:r>
      <w:r w:rsidR="001B7ED9" w:rsidRPr="00D10BF0">
        <w:t xml:space="preserve">15 </w:t>
      </w:r>
      <w:r w:rsidRPr="00D10BF0">
        <w:t>ZVO.</w:t>
      </w:r>
    </w:p>
    <w:p w14:paraId="74A53104" w14:textId="46DB7E97" w:rsidR="00AB238B" w:rsidRPr="00D10BF0" w:rsidRDefault="00AB238B" w:rsidP="00DB3EC1">
      <w:pPr>
        <w:pStyle w:val="Heading3"/>
      </w:pPr>
      <w:bookmarkStart w:id="184" w:name="_Toc462050409"/>
      <w:bookmarkStart w:id="185" w:name="_Toc4416622"/>
      <w:bookmarkStart w:id="186" w:name="_Toc4416916"/>
      <w:bookmarkStart w:id="187" w:name="_Toc4416965"/>
      <w:bookmarkStart w:id="188" w:name="_Toc34734227"/>
      <w:r w:rsidRPr="00D10BF0">
        <w:t>Mena a ceny uvádzané v ponukách</w:t>
      </w:r>
      <w:bookmarkEnd w:id="184"/>
      <w:bookmarkEnd w:id="185"/>
      <w:bookmarkEnd w:id="186"/>
      <w:bookmarkEnd w:id="187"/>
      <w:bookmarkEnd w:id="188"/>
    </w:p>
    <w:p w14:paraId="7474B54D" w14:textId="1336BC54" w:rsidR="003064EE" w:rsidRPr="00D10BF0" w:rsidRDefault="00AB238B" w:rsidP="001E5CF9">
      <w:pPr>
        <w:pStyle w:val="Heading4"/>
      </w:pPr>
      <w:r w:rsidRPr="00D10BF0">
        <w:t>Navrhovaná zmluvná cena musí byť stanovená podľa § 3 zákona č. 18/1996 Z. z. o cenách, v platnom znení</w:t>
      </w:r>
      <w:r w:rsidR="005369F0" w:rsidRPr="00D10BF0">
        <w:t xml:space="preserve"> a</w:t>
      </w:r>
      <w:r w:rsidR="003064EE" w:rsidRPr="00D10BF0">
        <w:t xml:space="preserve"> vyhlášky MF SR č.87/1996 Z. z.</w:t>
      </w:r>
      <w:r w:rsidR="005369F0" w:rsidRPr="00D10BF0">
        <w:t xml:space="preserve">, </w:t>
      </w:r>
      <w:r w:rsidR="003064EE" w:rsidRPr="00D10BF0">
        <w:t xml:space="preserve">ktorou sa vykonáva zákon o cenách. Navrhovaná zmluvná cena musí obsahovať cenu </w:t>
      </w:r>
      <w:r w:rsidR="005369F0" w:rsidRPr="00D10BF0">
        <w:t xml:space="preserve">a náklady </w:t>
      </w:r>
      <w:r w:rsidR="003064EE" w:rsidRPr="00D10BF0">
        <w:t xml:space="preserve">za celý </w:t>
      </w:r>
      <w:r w:rsidR="007D674D" w:rsidRPr="00D10BF0">
        <w:t>Predmet</w:t>
      </w:r>
      <w:r w:rsidR="003064EE" w:rsidRPr="00D10BF0">
        <w:t xml:space="preserve"> zákazky a musí byť v súlade s pokynmi uvedenými v</w:t>
      </w:r>
      <w:r w:rsidR="00101720" w:rsidRPr="00D10BF0">
        <w:t xml:space="preserve"> ostatných </w:t>
      </w:r>
      <w:r w:rsidR="005515EB" w:rsidRPr="00D10BF0">
        <w:t xml:space="preserve">častiach </w:t>
      </w:r>
      <w:r w:rsidR="003064EE" w:rsidRPr="00D10BF0">
        <w:t>súťažných podklado</w:t>
      </w:r>
      <w:r w:rsidR="005515EB" w:rsidRPr="00D10BF0">
        <w:t>v</w:t>
      </w:r>
      <w:r w:rsidR="00101720" w:rsidRPr="00D10BF0">
        <w:t xml:space="preserve">, najmä tak v časti C. Spôsob určenia ceny. </w:t>
      </w:r>
      <w:r w:rsidR="003055FA" w:rsidRPr="00D10BF0">
        <w:t>Uchádzač</w:t>
      </w:r>
      <w:r w:rsidR="003064EE" w:rsidRPr="00D10BF0">
        <w:t xml:space="preserve"> </w:t>
      </w:r>
      <w:r w:rsidR="003055FA" w:rsidRPr="00D10BF0">
        <w:t>ku každej položke uvedie číslo v kladných reálnych číslach. Nula sa za kladné reálne číslo nepovažuje.</w:t>
      </w:r>
    </w:p>
    <w:p w14:paraId="756DF06D" w14:textId="592B4D19" w:rsidR="004E55D1" w:rsidRPr="00D10BF0" w:rsidRDefault="00067328" w:rsidP="001E5CF9">
      <w:pPr>
        <w:pStyle w:val="Heading4"/>
      </w:pPr>
      <w:r w:rsidRPr="00D10BF0">
        <w:t>P</w:t>
      </w:r>
      <w:r w:rsidR="004E55D1" w:rsidRPr="00D10BF0">
        <w:t xml:space="preserve">ovinnosťou uchádzača je dôsledne preskúmať celý obsah súťažných podkladov a návrhu Zmluvy, a na základe ich obsahu stanoviť cenu a náklady za uskutočnenie </w:t>
      </w:r>
      <w:r w:rsidR="007D674D" w:rsidRPr="00D10BF0">
        <w:t>Predmet</w:t>
      </w:r>
      <w:r w:rsidR="004E55D1" w:rsidRPr="00D10BF0">
        <w:t>u zákazky. Uchádzač je vo svojej ponuke povinný zohľadniť všetko, čo je nevyhnutné na úplné a riadne plnenie svojich záväzkov zo Zmluvy, pričom do svojich ponukových cien</w:t>
      </w:r>
      <w:r w:rsidR="00DD37D9" w:rsidRPr="00D10BF0">
        <w:t xml:space="preserve"> a nákladov</w:t>
      </w:r>
      <w:r w:rsidR="004E55D1" w:rsidRPr="00D10BF0">
        <w:t xml:space="preserve"> zahrnie všetky náklady spojené s plnením </w:t>
      </w:r>
      <w:r w:rsidR="007D674D" w:rsidRPr="00D10BF0">
        <w:t>Predmet</w:t>
      </w:r>
      <w:r w:rsidR="004E55D1" w:rsidRPr="00D10BF0">
        <w:t>u zákazky.</w:t>
      </w:r>
    </w:p>
    <w:p w14:paraId="405B5195" w14:textId="483ADF3C" w:rsidR="003D360F" w:rsidRPr="00D10BF0" w:rsidRDefault="00AB238B" w:rsidP="001E5CF9">
      <w:pPr>
        <w:pStyle w:val="Heading4"/>
      </w:pPr>
      <w:r w:rsidRPr="00D10BF0">
        <w:t xml:space="preserve">Uchádzačom navrhovaná zmluvná cena bude vyjadrená v mene EUR. </w:t>
      </w:r>
      <w:r w:rsidR="00A04C69" w:rsidRPr="00D10BF0">
        <w:t>Verejn</w:t>
      </w:r>
      <w:r w:rsidR="008720F0" w:rsidRPr="00D10BF0">
        <w:t xml:space="preserve">ý obstarávateľ upozorňuje, že pokiaľ bude cena uvedená v inej mene ako v mene EUR, bude </w:t>
      </w:r>
      <w:r w:rsidR="00212DF1" w:rsidRPr="00D10BF0">
        <w:t>ponuka uchádzača vylúčená z dôvodu nemožnosti porovnania ponúk uchádzačov</w:t>
      </w:r>
      <w:r w:rsidR="005072E6" w:rsidRPr="00D10BF0">
        <w:t xml:space="preserve">. </w:t>
      </w:r>
      <w:r w:rsidRPr="00D10BF0">
        <w:t xml:space="preserve">Celková cena ako aj každá z položiek </w:t>
      </w:r>
      <w:r w:rsidR="00ED2A9F" w:rsidRPr="00D10BF0">
        <w:t xml:space="preserve">Návrhu na plnenie kritérií </w:t>
      </w:r>
      <w:r w:rsidRPr="00D10BF0">
        <w:t>musí byť vyjadrená ako kladné číslo zaokrúhlené na maximálne dve desatinné miesta.</w:t>
      </w:r>
    </w:p>
    <w:p w14:paraId="7D93187C" w14:textId="7C8846F7" w:rsidR="000F453A" w:rsidRPr="00D10BF0" w:rsidRDefault="00AB238B" w:rsidP="001E5CF9">
      <w:pPr>
        <w:pStyle w:val="Heading4"/>
      </w:pPr>
      <w:r w:rsidRPr="00D10BF0">
        <w:t xml:space="preserve">Časti ponúk uvádzajúce cenu musia obsahovať jednotkovú cenu každej z položiek uvedených v Časti C. Spôsob určenia ceny a celkovú cenu </w:t>
      </w:r>
      <w:r w:rsidR="007D674D" w:rsidRPr="00D10BF0">
        <w:t>Predmet</w:t>
      </w:r>
      <w:r w:rsidRPr="00D10BF0">
        <w:t>u zákazky, t. j. súčet všetkých položiek, ako aj ďalšie tam uvedené náležitosti.</w:t>
      </w:r>
    </w:p>
    <w:p w14:paraId="214102C0" w14:textId="13176101" w:rsidR="00DD37D9" w:rsidRPr="00D10BF0" w:rsidRDefault="00DD37D9" w:rsidP="001E5CF9">
      <w:pPr>
        <w:pStyle w:val="Heading4"/>
      </w:pPr>
      <w:r w:rsidRPr="00D10BF0">
        <w:t xml:space="preserve">Cena musí zahŕňať všetky ekonomicky odôvodnené náklady uchádzača na </w:t>
      </w:r>
      <w:r w:rsidR="007D674D" w:rsidRPr="00D10BF0">
        <w:t>Predmet</w:t>
      </w:r>
      <w:r w:rsidRPr="00D10BF0">
        <w:t xml:space="preserve"> zákazky v rozsahu a za podmienok uvedených v Zmluve a primeraný zisk.</w:t>
      </w:r>
    </w:p>
    <w:p w14:paraId="60D44387" w14:textId="7DF9ED0C" w:rsidR="00C2485B" w:rsidRPr="00D10BF0" w:rsidRDefault="00C2485B" w:rsidP="00DB3EC1">
      <w:pPr>
        <w:pStyle w:val="Heading3"/>
      </w:pPr>
      <w:bookmarkStart w:id="189" w:name="_Toc444084953"/>
      <w:bookmarkStart w:id="190" w:name="_Toc4416623"/>
      <w:bookmarkStart w:id="191" w:name="_Toc4416917"/>
      <w:bookmarkStart w:id="192" w:name="_Toc4416966"/>
      <w:bookmarkStart w:id="193" w:name="_Toc34734228"/>
      <w:r w:rsidRPr="00D10BF0">
        <w:t>Vyhotovenie ponúk</w:t>
      </w:r>
      <w:bookmarkEnd w:id="189"/>
      <w:bookmarkEnd w:id="190"/>
      <w:bookmarkEnd w:id="191"/>
      <w:bookmarkEnd w:id="192"/>
      <w:bookmarkEnd w:id="193"/>
    </w:p>
    <w:p w14:paraId="1B7A6E70" w14:textId="73F7F59D" w:rsidR="00D64850" w:rsidRPr="00D10BF0" w:rsidRDefault="00D64850" w:rsidP="001E5CF9">
      <w:pPr>
        <w:pStyle w:val="Heading4"/>
      </w:pPr>
      <w:bookmarkStart w:id="194" w:name="_Hlk534372852"/>
      <w:bookmarkStart w:id="195" w:name="_Hlk522551303"/>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Pr="00D10BF0">
          <w:t>https://josephine.proebiz.com/</w:t>
        </w:r>
      </w:hyperlink>
      <w:r w:rsidRPr="00D10BF0">
        <w:t>.</w:t>
      </w:r>
    </w:p>
    <w:p w14:paraId="42EB7130" w14:textId="77777777" w:rsidR="00D64850" w:rsidRPr="00D10BF0" w:rsidRDefault="00D64850" w:rsidP="001E5CF9">
      <w:pPr>
        <w:pStyle w:val="Heading4"/>
      </w:pPr>
      <w:r w:rsidRPr="00D10BF0">
        <w:t>Uzavretosť ponuky sa zabezpečí elektronickými prostriedkami komunikačného rozhrania systému JOSEPHINE tak, aby bola zabezpečená neporušiteľnosť a integrita ponuky.</w:t>
      </w:r>
    </w:p>
    <w:p w14:paraId="268124AC" w14:textId="1221CBEA" w:rsidR="00033E4E" w:rsidRPr="00D10BF0" w:rsidRDefault="00D64850" w:rsidP="001E5CF9">
      <w:pPr>
        <w:pStyle w:val="Heading4"/>
      </w:pPr>
      <w:r w:rsidRPr="00D10BF0">
        <w:t xml:space="preserve">Ponuka je do systému JOSEPHINE vložená vo chvíli dokončenia spracovania obálky (priebeh </w:t>
      </w:r>
      <w:r w:rsidRPr="00D10BF0">
        <w:lastRenderedPageBreak/>
        <w:t>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4"/>
      <w:bookmarkEnd w:id="195"/>
    </w:p>
    <w:p w14:paraId="2779FA8E" w14:textId="77777777" w:rsidR="004F27F4" w:rsidRPr="00D10BF0" w:rsidRDefault="00865F5A" w:rsidP="00DB3EC1">
      <w:pPr>
        <w:pStyle w:val="Heading3"/>
      </w:pPr>
      <w:bookmarkStart w:id="196" w:name="_Toc522635414"/>
      <w:bookmarkStart w:id="197" w:name="_Toc525293228"/>
      <w:bookmarkStart w:id="198" w:name="_Toc522635415"/>
      <w:bookmarkStart w:id="199" w:name="_Toc525293229"/>
      <w:bookmarkStart w:id="200" w:name="_Toc522635416"/>
      <w:bookmarkStart w:id="201" w:name="_Toc525293230"/>
      <w:bookmarkStart w:id="202" w:name="_Toc522635417"/>
      <w:bookmarkStart w:id="203" w:name="_Toc525293231"/>
      <w:bookmarkStart w:id="204" w:name="_Toc4416624"/>
      <w:bookmarkStart w:id="205" w:name="_Toc4416918"/>
      <w:bookmarkStart w:id="206" w:name="_Toc4416967"/>
      <w:bookmarkStart w:id="207" w:name="_Ref4422488"/>
      <w:bookmarkStart w:id="208" w:name="_Toc34734229"/>
      <w:bookmarkStart w:id="209" w:name="_Toc444084954"/>
      <w:bookmarkEnd w:id="196"/>
      <w:bookmarkEnd w:id="197"/>
      <w:bookmarkEnd w:id="198"/>
      <w:bookmarkEnd w:id="199"/>
      <w:bookmarkEnd w:id="200"/>
      <w:bookmarkEnd w:id="201"/>
      <w:bookmarkEnd w:id="202"/>
      <w:bookmarkEnd w:id="203"/>
      <w:r w:rsidRPr="00D10BF0">
        <w:t>Konflikt záujmov</w:t>
      </w:r>
      <w:bookmarkEnd w:id="204"/>
      <w:bookmarkEnd w:id="205"/>
      <w:bookmarkEnd w:id="206"/>
      <w:bookmarkEnd w:id="207"/>
      <w:bookmarkEnd w:id="208"/>
    </w:p>
    <w:p w14:paraId="0D8DEC3C" w14:textId="2C1F2089" w:rsidR="00865F5A" w:rsidRPr="00D10BF0" w:rsidRDefault="003B6043" w:rsidP="001E5CF9">
      <w:pPr>
        <w:pStyle w:val="Heading4"/>
      </w:pPr>
      <w:r w:rsidRPr="00D10BF0">
        <w:t xml:space="preserve">Verejný obstarávateľ zabezpečí, </w:t>
      </w:r>
      <w:r w:rsidR="00865F5A" w:rsidRPr="00D10BF0">
        <w:t xml:space="preserve">aby v tomto </w:t>
      </w:r>
      <w:r w:rsidR="00A04C69" w:rsidRPr="00D10BF0">
        <w:t>Verejn</w:t>
      </w:r>
      <w:r w:rsidR="00865F5A" w:rsidRPr="00D10BF0">
        <w:t>om obstarávaní nedošlo ku konfliktu záujmov, ktorý by mohol narušiť alebo obmedziť hospodársku súťaž alebo porušiť princíp transparentnosti a princíp rovnakého zaobchádzania.</w:t>
      </w:r>
    </w:p>
    <w:p w14:paraId="18AC7AB0" w14:textId="454A05B9" w:rsidR="00865F5A" w:rsidRPr="00D10BF0" w:rsidRDefault="00865F5A" w:rsidP="001E5CF9">
      <w:pPr>
        <w:pStyle w:val="Heading4"/>
      </w:pPr>
      <w:r w:rsidRPr="00D10BF0">
        <w:t>Konflikt záujmov zahŕňa najmä situácie</w:t>
      </w:r>
      <w:r w:rsidR="00726E43" w:rsidRPr="00D10BF0">
        <w:t>,</w:t>
      </w:r>
      <w:r w:rsidRPr="00D10BF0">
        <w:t xml:space="preserve"> kedy osoba, ktorá môže ovplyvniť výsledok alebo priebeh </w:t>
      </w:r>
      <w:r w:rsidR="00A04C69" w:rsidRPr="00D10BF0">
        <w:t>Verejn</w:t>
      </w:r>
      <w:r w:rsidRPr="00D10BF0">
        <w:t xml:space="preserve">ého obstarávania (vrátane osoby bez nutnosti formálneho zapojenia do priebehu </w:t>
      </w:r>
      <w:r w:rsidR="00A04C69" w:rsidRPr="00D10BF0">
        <w:t>Verejn</w:t>
      </w:r>
      <w:r w:rsidRPr="00D10BF0">
        <w:t xml:space="preserve">ého obstarávania), má priamy alebo nepriamy finančný záujem, ekonomický záujem alebo iný osobný záujem, ktorý možno považovať za ohrozenie jej nestrannosti a nezávislosti v súvislosti s </w:t>
      </w:r>
      <w:r w:rsidR="00A04C69" w:rsidRPr="00D10BF0">
        <w:t>Verejn</w:t>
      </w:r>
      <w:r w:rsidRPr="00D10BF0">
        <w:t>ým obstarávaním.</w:t>
      </w:r>
    </w:p>
    <w:p w14:paraId="2BEB70F4" w14:textId="0F576023" w:rsidR="00865F5A" w:rsidRPr="00D10BF0" w:rsidRDefault="00865F5A" w:rsidP="001E5CF9">
      <w:pPr>
        <w:pStyle w:val="Heading4"/>
      </w:pPr>
      <w:r w:rsidRPr="00D10BF0">
        <w:t>Verejný obstarávateľ príj</w:t>
      </w:r>
      <w:r w:rsidR="003F6DF0" w:rsidRPr="00D10BF0">
        <w:t>me primerané opatrenia a vykoná</w:t>
      </w:r>
      <w:r w:rsidRPr="00D10BF0">
        <w:t xml:space="preserve"> nápravu, ak zistí konflikt záujmov. Opatreniami podľa prvej vety sú najmä vylúčenie zainteresovanej osoby z procesu prípravy alebo realizácie </w:t>
      </w:r>
      <w:r w:rsidR="00A04C69" w:rsidRPr="00D10BF0">
        <w:t>Verejn</w:t>
      </w:r>
      <w:r w:rsidRPr="00D10BF0">
        <w:t xml:space="preserve">ého obstarávania alebo úprava jej povinností a zodpovednosti s cieľom zabrániť pretrvávaniu konfliktu záujmov. V prípade nemožnosti odstrániť konflikt záujmov inými účinnými opatreniami, vylúči </w:t>
      </w:r>
      <w:r w:rsidR="00A04C69" w:rsidRPr="00D10BF0">
        <w:t>Verejn</w:t>
      </w:r>
      <w:r w:rsidRPr="00D10BF0">
        <w:t xml:space="preserve">ý obstarávateľ v súlade s ustanovením § 40 ods. 6 písm. f) ZVO uchádzača z tohto </w:t>
      </w:r>
      <w:r w:rsidR="00A04C69" w:rsidRPr="00D10BF0">
        <w:t>Verejn</w:t>
      </w:r>
      <w:r w:rsidRPr="00D10BF0">
        <w:t>ého obstarávania.</w:t>
      </w:r>
    </w:p>
    <w:p w14:paraId="02591144" w14:textId="57BA44F6" w:rsidR="00865F5A" w:rsidRPr="00D10BF0" w:rsidRDefault="00865F5A" w:rsidP="001E5CF9">
      <w:pPr>
        <w:pStyle w:val="Heading4"/>
      </w:pPr>
      <w:r w:rsidRPr="00D10BF0">
        <w:t>Verejný obstarávateľ v rámci opatrení podľa predchádzajúceho bodu požaduje</w:t>
      </w:r>
      <w:r w:rsidR="00244C1B" w:rsidRPr="00D10BF0">
        <w:t>,</w:t>
      </w:r>
      <w:r w:rsidRPr="00D10BF0">
        <w:t xml:space="preserve"> aby záujemca / uchádzač / člen </w:t>
      </w:r>
      <w:r w:rsidR="00CE1FB3" w:rsidRPr="00D10BF0">
        <w:t xml:space="preserve">Skupiny </w:t>
      </w:r>
      <w:r w:rsidRPr="00D10BF0">
        <w:t xml:space="preserve">dodávateľov vo všetkých fázach procesu </w:t>
      </w:r>
      <w:r w:rsidR="00A04C69" w:rsidRPr="00D10BF0">
        <w:t>Verejn</w:t>
      </w:r>
      <w:r w:rsidRPr="00D10BF0">
        <w:t>ého obstarávania postupoval tak, aby nedošlo k vzniku konfliktu záujmov. Uchádzač je povinný vo svojej ponuke predložiť čestné vyhlásenie o neprítomnosti konfliktu záujmov (</w:t>
      </w:r>
      <w:r w:rsidR="00A04C69" w:rsidRPr="00D10BF0">
        <w:t>Verejn</w:t>
      </w:r>
      <w:r w:rsidRPr="00D10BF0">
        <w:t>ý obstarávateľ upozorňuje, že bude kontrolovať pravdivosť uchádzačmi predložených vyhlásení týkajúcich sa konfliktu záujmov)</w:t>
      </w:r>
      <w:r w:rsidR="00964ED6" w:rsidRPr="00D10BF0">
        <w:t xml:space="preserve"> spôsobom podľa </w:t>
      </w:r>
      <w:r w:rsidR="00F0494E" w:rsidRPr="00D10BF0">
        <w:t>P</w:t>
      </w:r>
      <w:r w:rsidR="00964ED6" w:rsidRPr="00D10BF0">
        <w:t xml:space="preserve">rílohy č. </w:t>
      </w:r>
      <w:r w:rsidR="00F376A8" w:rsidRPr="00D10BF0">
        <w:t>A.3</w:t>
      </w:r>
      <w:r w:rsidR="002D4AD9" w:rsidRPr="00D10BF0">
        <w:t xml:space="preserve"> </w:t>
      </w:r>
      <w:r w:rsidR="00964ED6" w:rsidRPr="00D10BF0">
        <w:t>týchto súťažných podkladov</w:t>
      </w:r>
      <w:r w:rsidRPr="00D10BF0">
        <w:t>.</w:t>
      </w:r>
    </w:p>
    <w:p w14:paraId="2DF82244" w14:textId="1CF25E66" w:rsidR="00865F5A" w:rsidRPr="00D10BF0" w:rsidRDefault="00865F5A" w:rsidP="001E5CF9">
      <w:pPr>
        <w:pStyle w:val="Heading4"/>
      </w:pPr>
      <w:r w:rsidRPr="00D10BF0">
        <w:t xml:space="preserve">Uchádzač je povinný bezodkladne po tom, ako sa dozvie o konflikte záujmov alebo o možnosti jeho vzniku, informovať o tejto skutočnosti </w:t>
      </w:r>
      <w:r w:rsidR="00A04C69" w:rsidRPr="00D10BF0">
        <w:t>Verejn</w:t>
      </w:r>
      <w:r w:rsidRPr="00D10BF0">
        <w:t>ého obstarávateľa.</w:t>
      </w:r>
    </w:p>
    <w:p w14:paraId="234745E7" w14:textId="2D8F8482" w:rsidR="00C2485B" w:rsidRPr="00D10BF0" w:rsidRDefault="00C2485B" w:rsidP="00370DE5">
      <w:pPr>
        <w:pStyle w:val="Heading2"/>
      </w:pPr>
      <w:bookmarkStart w:id="210" w:name="_Toc4416499"/>
      <w:bookmarkStart w:id="211" w:name="_Toc4416625"/>
      <w:bookmarkStart w:id="212" w:name="_Toc4416919"/>
      <w:bookmarkStart w:id="213" w:name="_Toc4416968"/>
      <w:bookmarkStart w:id="214" w:name="_Toc34734230"/>
      <w:r w:rsidRPr="00D10BF0">
        <w:t>Predkladanie ponúk</w:t>
      </w:r>
      <w:bookmarkEnd w:id="209"/>
      <w:bookmarkEnd w:id="210"/>
      <w:bookmarkEnd w:id="211"/>
      <w:bookmarkEnd w:id="212"/>
      <w:bookmarkEnd w:id="213"/>
      <w:bookmarkEnd w:id="214"/>
    </w:p>
    <w:p w14:paraId="00516612" w14:textId="0BBF1CDA" w:rsidR="00C2485B" w:rsidRPr="00D10BF0" w:rsidRDefault="008D1C77" w:rsidP="00DB3EC1">
      <w:pPr>
        <w:pStyle w:val="Heading3"/>
      </w:pPr>
      <w:bookmarkStart w:id="215" w:name="_Toc4416626"/>
      <w:bookmarkStart w:id="216" w:name="_Toc4416920"/>
      <w:bookmarkStart w:id="217" w:name="_Toc4416969"/>
      <w:bookmarkStart w:id="218" w:name="_Ref4422340"/>
      <w:bookmarkStart w:id="219" w:name="_Ref4422394"/>
      <w:bookmarkStart w:id="220" w:name="_Ref4422409"/>
      <w:bookmarkStart w:id="221" w:name="_Ref4422725"/>
      <w:bookmarkStart w:id="222" w:name="_Ref28688803"/>
      <w:bookmarkStart w:id="223" w:name="_Ref33624358"/>
      <w:bookmarkStart w:id="224" w:name="_Ref33624364"/>
      <w:bookmarkStart w:id="225" w:name="_Toc34734231"/>
      <w:r w:rsidRPr="00D10BF0">
        <w:t>Spôsob predloženia ponuky</w:t>
      </w:r>
      <w:bookmarkEnd w:id="215"/>
      <w:bookmarkEnd w:id="216"/>
      <w:bookmarkEnd w:id="217"/>
      <w:bookmarkEnd w:id="218"/>
      <w:bookmarkEnd w:id="219"/>
      <w:bookmarkEnd w:id="220"/>
      <w:bookmarkEnd w:id="221"/>
      <w:bookmarkEnd w:id="222"/>
      <w:bookmarkEnd w:id="223"/>
      <w:bookmarkEnd w:id="224"/>
      <w:bookmarkEnd w:id="225"/>
    </w:p>
    <w:p w14:paraId="0AF3E671" w14:textId="4F774E52" w:rsidR="00D64850" w:rsidRPr="00D10BF0" w:rsidRDefault="00D64850" w:rsidP="001E5CF9">
      <w:pPr>
        <w:pStyle w:val="Heading4"/>
      </w:pPr>
      <w:bookmarkStart w:id="226" w:name="_Hlk534372883"/>
      <w:bookmarkStart w:id="227" w:name="_Hlk522551330"/>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Pr="00D10BF0">
        <w:t>), Verejný obstarávateľ na ňu nebude prihliadať.</w:t>
      </w:r>
    </w:p>
    <w:p w14:paraId="49DC3792" w14:textId="77777777" w:rsidR="00D64850" w:rsidRPr="00D10BF0" w:rsidRDefault="00D64850" w:rsidP="001E5CF9">
      <w:pPr>
        <w:pStyle w:val="Heading4"/>
      </w:pPr>
      <w:r w:rsidRPr="00D10BF0">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D10BF0" w:rsidRDefault="00D64850" w:rsidP="00283EDF">
      <w:pPr>
        <w:pStyle w:val="Heading6"/>
      </w:pPr>
      <w:r w:rsidRPr="00D10BF0">
        <w:t>nedodržal určený spôsob komunikácie,</w:t>
      </w:r>
    </w:p>
    <w:p w14:paraId="391E3398" w14:textId="77777777" w:rsidR="00D64850" w:rsidRPr="00D10BF0" w:rsidRDefault="00D64850" w:rsidP="00283EDF">
      <w:pPr>
        <w:pStyle w:val="Heading6"/>
      </w:pPr>
      <w:r w:rsidRPr="00D10BF0">
        <w:t>obsah jeho ponuky nie je možné sprístupniť alebo</w:t>
      </w:r>
    </w:p>
    <w:p w14:paraId="56AE194C" w14:textId="77777777" w:rsidR="00D64850" w:rsidRPr="00D10BF0" w:rsidRDefault="00D64850" w:rsidP="00283EDF">
      <w:pPr>
        <w:pStyle w:val="Heading6"/>
      </w:pPr>
      <w:r w:rsidRPr="00D10BF0">
        <w:t>nepredložil ponuku vo vyžadovanom formáte kódovania, ak je potrebný na ďalšie spracovanie pri vyhodnocovaní ponúk.</w:t>
      </w:r>
    </w:p>
    <w:p w14:paraId="700D5298" w14:textId="77777777" w:rsidR="00D64850" w:rsidRPr="00D10BF0" w:rsidRDefault="00D64850" w:rsidP="001E5CF9">
      <w:pPr>
        <w:pStyle w:val="Heading4"/>
      </w:pPr>
      <w:r w:rsidRPr="00D10BF0">
        <w:t>Uchádzač má možnosť registrovať sa do systému JOSEPHINE pomocou hesla i registráciou a prihlásením pomocou občianskeho preukazu s elektronickým čipom a bezpečnostným osobnostným kódom (</w:t>
      </w:r>
      <w:proofErr w:type="spellStart"/>
      <w:r w:rsidRPr="00D10BF0">
        <w:t>eID</w:t>
      </w:r>
      <w:proofErr w:type="spellEnd"/>
      <w:r w:rsidRPr="00D10BF0">
        <w:t>).</w:t>
      </w:r>
    </w:p>
    <w:p w14:paraId="4A269731" w14:textId="77777777" w:rsidR="00D64850" w:rsidRPr="00D10BF0" w:rsidRDefault="00D64850" w:rsidP="001E5CF9">
      <w:pPr>
        <w:pStyle w:val="Heading4"/>
      </w:pPr>
      <w:r w:rsidRPr="00D10BF0">
        <w:t xml:space="preserve">Predkladanie ponúk je umožnené iba autentifikovaným uchádzačom. Autentifikáciu je možné previesť nasledovnými spôsobmi: </w:t>
      </w:r>
    </w:p>
    <w:p w14:paraId="458303F3" w14:textId="77777777" w:rsidR="00D64850" w:rsidRPr="00D10BF0" w:rsidRDefault="00D64850" w:rsidP="00283EDF">
      <w:pPr>
        <w:pStyle w:val="Heading6"/>
        <w:rPr>
          <w:rFonts w:cs="Arial"/>
          <w:color w:val="000000"/>
          <w:szCs w:val="20"/>
        </w:rPr>
      </w:pPr>
      <w:r w:rsidRPr="00D10BF0">
        <w:t xml:space="preserve">v systéme JOSEPHINE registráciou a prihlásením pomocou občianskeho preukazu </w:t>
      </w:r>
      <w:r w:rsidRPr="00D10BF0">
        <w:lastRenderedPageBreak/>
        <w:t>s elektronickým čipom a bezpečnostným osobnostným kódom (</w:t>
      </w:r>
      <w:proofErr w:type="spellStart"/>
      <w:r w:rsidRPr="00D10BF0">
        <w:t>eID</w:t>
      </w:r>
      <w:proofErr w:type="spellEnd"/>
      <w:r w:rsidRPr="00D10BF0">
        <w:t xml:space="preserve">). V systéme je </w:t>
      </w:r>
      <w:r w:rsidRPr="00D10BF0">
        <w:rPr>
          <w:rFonts w:cs="Arial"/>
          <w:color w:val="000000"/>
          <w:szCs w:val="20"/>
        </w:rPr>
        <w:t xml:space="preserve">autentifikovaná spoločnosť, ktorú pomocou </w:t>
      </w:r>
      <w:proofErr w:type="spellStart"/>
      <w:r w:rsidRPr="00D10BF0">
        <w:rPr>
          <w:rFonts w:cs="Arial"/>
          <w:color w:val="000000"/>
          <w:szCs w:val="20"/>
        </w:rPr>
        <w:t>eID</w:t>
      </w:r>
      <w:proofErr w:type="spellEnd"/>
      <w:r w:rsidRPr="00D10BF0">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D10BF0" w:rsidRDefault="00D64850" w:rsidP="00283EDF">
      <w:pPr>
        <w:pStyle w:val="Heading6"/>
      </w:pPr>
      <w:r w:rsidRPr="00D10BF0">
        <w:t xml:space="preserve">nahraním kvalifikovaného elektronického podpisu (napríklad podpisu </w:t>
      </w:r>
      <w:proofErr w:type="spellStart"/>
      <w:r w:rsidRPr="00D10BF0">
        <w:t>eID</w:t>
      </w:r>
      <w:proofErr w:type="spellEnd"/>
      <w:r w:rsidRPr="00D10BF0">
        <w:t>)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D10BF0" w:rsidRDefault="00D64850" w:rsidP="00283EDF">
      <w:pPr>
        <w:pStyle w:val="Heading6"/>
      </w:pPr>
      <w:r w:rsidRPr="00D10BF0">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D10BF0" w:rsidRDefault="00D64850" w:rsidP="00283EDF">
      <w:pPr>
        <w:pStyle w:val="Heading6"/>
      </w:pPr>
      <w:r w:rsidRPr="00D10BF0">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D10BF0" w:rsidRDefault="00D64850" w:rsidP="001E5CF9">
      <w:pPr>
        <w:pStyle w:val="Heading4"/>
      </w:pPr>
      <w:r w:rsidRPr="00D10BF0">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5AA3BCAF" w:rsidR="00D64850" w:rsidRPr="00D10BF0" w:rsidRDefault="00D64850" w:rsidP="001E5CF9">
      <w:pPr>
        <w:pStyle w:val="Heading4"/>
      </w:pPr>
      <w:r w:rsidRPr="00D10BF0">
        <w:t xml:space="preserve">Požiadavka </w:t>
      </w:r>
      <w:r w:rsidR="005515EB" w:rsidRPr="00D10BF0">
        <w:t xml:space="preserve">Verejného </w:t>
      </w:r>
      <w:r w:rsidRPr="00D10BF0">
        <w:t xml:space="preserve">obstarávateľa na doklady, dokumenty a ďalšie písomnosti, ktoré musia byť predložené v ponuke je uvedená v bode </w:t>
      </w:r>
      <w:r w:rsidR="00473CD7" w:rsidRPr="00D10BF0">
        <w:fldChar w:fldCharType="begin"/>
      </w:r>
      <w:r w:rsidR="00473CD7" w:rsidRPr="00D10BF0">
        <w:instrText xml:space="preserve"> REF _Ref4422946 \n \h </w:instrText>
      </w:r>
      <w:r w:rsidR="008501A8" w:rsidRPr="00D10BF0">
        <w:instrText xml:space="preserve"> \* MERGEFORMAT </w:instrText>
      </w:r>
      <w:r w:rsidR="00473CD7" w:rsidRPr="00D10BF0">
        <w:fldChar w:fldCharType="separate"/>
      </w:r>
      <w:r w:rsidR="00171596">
        <w:t>8</w:t>
      </w:r>
      <w:r w:rsidR="00473CD7" w:rsidRPr="00D10BF0">
        <w:fldChar w:fldCharType="end"/>
      </w:r>
      <w:r w:rsidRPr="00D10BF0">
        <w:t xml:space="preserve"> tejto časti súťažných podkladov. Uchádzač pri vkladaní ponuky samostatne vyplní </w:t>
      </w:r>
      <w:proofErr w:type="spellStart"/>
      <w:r w:rsidRPr="00D10BF0">
        <w:t>položkový</w:t>
      </w:r>
      <w:proofErr w:type="spellEnd"/>
      <w:r w:rsidRPr="00D10BF0">
        <w:t xml:space="preserve"> elektronický formulár, ktorý zodpovedá návrhu na plnenie kritérií uvedenom v súťažných podkladoch.</w:t>
      </w:r>
    </w:p>
    <w:p w14:paraId="6BB17258" w14:textId="30318819" w:rsidR="00D64850" w:rsidRPr="00D10BF0" w:rsidRDefault="00D64850" w:rsidP="001E5CF9">
      <w:pPr>
        <w:pStyle w:val="Heading4"/>
      </w:pPr>
      <w:r w:rsidRPr="00D10BF0">
        <w:t xml:space="preserve">Po úspešnom nahraní ponuky do systému JOSEPHINE je uchádzačovi odoslaný notifikačný informatívny e-mail (a to na emailovú adresu užívateľa uchádzača, ktorý ponuku nahral). </w:t>
      </w:r>
    </w:p>
    <w:p w14:paraId="22D9AD70" w14:textId="30094079" w:rsidR="008D1C77" w:rsidRPr="00D10BF0" w:rsidRDefault="00D64850" w:rsidP="001E5CF9">
      <w:pPr>
        <w:pStyle w:val="Heading4"/>
      </w:pPr>
      <w:r w:rsidRPr="00D10BF0">
        <w:t xml:space="preserve">Ak ponuka obsahuje dôverné informácie, uchádzač ich v ponuke viditeľne označí. V prípade, ak uchádzač vyslovene neoznačí časti svojej ponuky ako dôverné, </w:t>
      </w:r>
      <w:r w:rsidR="005515EB" w:rsidRPr="00D10BF0">
        <w:t xml:space="preserve">Verejný </w:t>
      </w:r>
      <w:r w:rsidRPr="00D10BF0">
        <w:t>obstarávateľ je oprávnený zverejniť celú ponuku uchádzača.</w:t>
      </w:r>
      <w:bookmarkEnd w:id="226"/>
    </w:p>
    <w:p w14:paraId="32D61F14" w14:textId="20123C08" w:rsidR="00C2485B" w:rsidRPr="00D10BF0" w:rsidRDefault="00C2485B" w:rsidP="00DB3EC1">
      <w:pPr>
        <w:pStyle w:val="Heading3"/>
      </w:pPr>
      <w:bookmarkStart w:id="228" w:name="_Toc522635421"/>
      <w:bookmarkStart w:id="229" w:name="_Toc525293235"/>
      <w:bookmarkStart w:id="230" w:name="_Toc522635422"/>
      <w:bookmarkStart w:id="231" w:name="_Toc525293236"/>
      <w:bookmarkStart w:id="232" w:name="_Toc522635423"/>
      <w:bookmarkStart w:id="233" w:name="_Toc525293237"/>
      <w:bookmarkStart w:id="234" w:name="_Toc522635424"/>
      <w:bookmarkStart w:id="235" w:name="_Toc525293238"/>
      <w:bookmarkStart w:id="236" w:name="_Toc522635425"/>
      <w:bookmarkStart w:id="237" w:name="_Toc525293239"/>
      <w:bookmarkStart w:id="238" w:name="_Toc522635426"/>
      <w:bookmarkStart w:id="239" w:name="_Toc525293240"/>
      <w:bookmarkStart w:id="240" w:name="_Toc522635427"/>
      <w:bookmarkStart w:id="241" w:name="_Toc525293241"/>
      <w:bookmarkStart w:id="242" w:name="_Toc444084956"/>
      <w:bookmarkStart w:id="243" w:name="_Toc4416627"/>
      <w:bookmarkStart w:id="244" w:name="_Toc4416921"/>
      <w:bookmarkStart w:id="245" w:name="_Toc4416970"/>
      <w:bookmarkStart w:id="246" w:name="_Ref4422424"/>
      <w:bookmarkStart w:id="247" w:name="_Ref4422770"/>
      <w:bookmarkStart w:id="248" w:name="_Toc34734232"/>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D10BF0">
        <w:t>Miesto a lehota na predkladanie ponúk</w:t>
      </w:r>
      <w:bookmarkEnd w:id="242"/>
      <w:bookmarkEnd w:id="243"/>
      <w:bookmarkEnd w:id="244"/>
      <w:bookmarkEnd w:id="245"/>
      <w:bookmarkEnd w:id="246"/>
      <w:bookmarkEnd w:id="247"/>
      <w:bookmarkEnd w:id="248"/>
    </w:p>
    <w:p w14:paraId="0EB4F462" w14:textId="1721C42C" w:rsidR="00133B55" w:rsidRPr="00D10BF0" w:rsidRDefault="00133B55" w:rsidP="001E5CF9">
      <w:pPr>
        <w:pStyle w:val="Heading4"/>
      </w:pPr>
      <w:bookmarkStart w:id="249" w:name="_Ref528145558"/>
      <w:bookmarkStart w:id="250" w:name="_Hlk534372908"/>
      <w:bookmarkStart w:id="251" w:name="_Hlk522551343"/>
      <w:r w:rsidRPr="00D10BF0">
        <w:t xml:space="preserve">Ak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Pr="00D10BF0">
        <w:t xml:space="preserve"> tejto časti súťažných podkladov uvedené, že doklady, dokumenty, iné písomnosti je uchádzač povinný doručiť na adresu: Tatra Tender </w:t>
      </w:r>
      <w:proofErr w:type="spellStart"/>
      <w:r w:rsidRPr="00D10BF0">
        <w:t>s.r.o</w:t>
      </w:r>
      <w:proofErr w:type="spellEnd"/>
      <w:r w:rsidRPr="00D10BF0">
        <w:t>., Krčméryho 16, 811 04 Bratislava, tieto musia byť vložené do samostatného uzatvoreného obalu.</w:t>
      </w:r>
      <w:bookmarkEnd w:id="249"/>
      <w:r w:rsidRPr="00D10BF0">
        <w:t xml:space="preserve"> </w:t>
      </w:r>
    </w:p>
    <w:p w14:paraId="4F0FFBEA" w14:textId="77777777" w:rsidR="00133B55" w:rsidRPr="00D10BF0" w:rsidRDefault="00133B55" w:rsidP="001E5CF9">
      <w:pPr>
        <w:pStyle w:val="Heading4"/>
      </w:pPr>
      <w:r w:rsidRPr="00D10BF0">
        <w:t xml:space="preserve">Obal takej časti ponuky musí obsahovať nasledovné údaje:  </w:t>
      </w:r>
    </w:p>
    <w:p w14:paraId="33400F35" w14:textId="77777777" w:rsidR="00133B55" w:rsidRPr="00D10BF0" w:rsidRDefault="00133B55" w:rsidP="00283EDF">
      <w:pPr>
        <w:pStyle w:val="Heading6"/>
      </w:pPr>
      <w:r w:rsidRPr="00D10BF0">
        <w:t xml:space="preserve">adresu: Tatra Tender </w:t>
      </w:r>
      <w:proofErr w:type="spellStart"/>
      <w:r w:rsidRPr="00D10BF0">
        <w:t>s.r.o</w:t>
      </w:r>
      <w:proofErr w:type="spellEnd"/>
      <w:r w:rsidRPr="00D10BF0">
        <w:t>., Krčméryho 16, 811 04 Bratislava,</w:t>
      </w:r>
    </w:p>
    <w:p w14:paraId="3B943DDE" w14:textId="77777777" w:rsidR="00133B55" w:rsidRPr="00D10BF0" w:rsidRDefault="00133B55" w:rsidP="00283EDF">
      <w:pPr>
        <w:pStyle w:val="Heading6"/>
      </w:pPr>
      <w:r w:rsidRPr="00D10BF0">
        <w:t>adresu uchádzača (názov alebo obchodné meno a adresu sídla alebo miesta podnikania),</w:t>
      </w:r>
    </w:p>
    <w:p w14:paraId="411650C7" w14:textId="26098EB6" w:rsidR="00133B55" w:rsidRPr="00D10BF0" w:rsidRDefault="00133B55" w:rsidP="00283EDF">
      <w:pPr>
        <w:pStyle w:val="Heading6"/>
      </w:pPr>
      <w:r w:rsidRPr="00D10BF0">
        <w:t>označenie „</w:t>
      </w:r>
      <w:r w:rsidR="00CF08F0" w:rsidRPr="00CF08F0">
        <w:t>Kanalizácia a ČOV - Kráľová pri Senci, Kostolná pri Dunaji a Hrubá Borša</w:t>
      </w:r>
      <w:r w:rsidR="00CF08F0">
        <w:t xml:space="preserve"> - NEOTVÁRAŤ</w:t>
      </w:r>
      <w:r w:rsidRPr="00D10BF0">
        <w:t>“.</w:t>
      </w:r>
    </w:p>
    <w:p w14:paraId="1025C80D" w14:textId="6C11E008" w:rsidR="00133B55" w:rsidRPr="00D10BF0" w:rsidRDefault="00133B55" w:rsidP="001E5CF9">
      <w:pPr>
        <w:pStyle w:val="Heading4"/>
      </w:pPr>
      <w:bookmarkStart w:id="252" w:name="_Ref4423000"/>
      <w:r w:rsidRPr="00D10BF0">
        <w:t xml:space="preserve">Lehota na predkladanie ponúk uplynie: </w:t>
      </w:r>
      <w:r w:rsidR="00210892" w:rsidRPr="00F820FC">
        <w:rPr>
          <w:b/>
          <w:bCs/>
        </w:rPr>
        <w:t>23.04.2020</w:t>
      </w:r>
      <w:r w:rsidR="00210892" w:rsidRPr="00D10BF0">
        <w:t xml:space="preserve"> o </w:t>
      </w:r>
      <w:r w:rsidR="00210892" w:rsidRPr="00F820FC">
        <w:rPr>
          <w:b/>
          <w:bCs/>
        </w:rPr>
        <w:t>12:00</w:t>
      </w:r>
      <w:r w:rsidR="00210892" w:rsidRPr="00D10BF0">
        <w:t xml:space="preserve"> </w:t>
      </w:r>
      <w:r w:rsidRPr="00D10BF0">
        <w:t>hod. miestneho času.</w:t>
      </w:r>
      <w:bookmarkEnd w:id="252"/>
    </w:p>
    <w:p w14:paraId="14784177" w14:textId="229BF67B" w:rsidR="00133B55" w:rsidRPr="00D10BF0" w:rsidRDefault="00133B55" w:rsidP="001E5CF9">
      <w:pPr>
        <w:pStyle w:val="Heading4"/>
      </w:pPr>
      <w:r w:rsidRPr="00D10BF0">
        <w:t xml:space="preserve">Časti ponuky, ktoré je potrebné podľa bodu </w:t>
      </w:r>
      <w:r w:rsidR="0022523C" w:rsidRPr="00D10BF0">
        <w:fldChar w:fldCharType="begin"/>
      </w:r>
      <w:r w:rsidR="0022523C" w:rsidRPr="00D10BF0">
        <w:instrText xml:space="preserve"> REF _Ref534358796 \n \h </w:instrText>
      </w:r>
      <w:r w:rsidR="008501A8" w:rsidRPr="00D10BF0">
        <w:instrText xml:space="preserve"> \* MERGEFORMAT </w:instrText>
      </w:r>
      <w:r w:rsidR="0022523C" w:rsidRPr="00D10BF0">
        <w:fldChar w:fldCharType="separate"/>
      </w:r>
      <w:r w:rsidR="00171596">
        <w:t>8.5</w:t>
      </w:r>
      <w:r w:rsidR="0022523C" w:rsidRPr="00D10BF0">
        <w:fldChar w:fldCharType="end"/>
      </w:r>
      <w:r w:rsidRPr="00D10BF0">
        <w:t xml:space="preserve"> tejto časti súťažných podkladov predložiť na adresu: Tatra Tender </w:t>
      </w:r>
      <w:proofErr w:type="spellStart"/>
      <w:r w:rsidRPr="00D10BF0">
        <w:t>s.r.o</w:t>
      </w:r>
      <w:proofErr w:type="spellEnd"/>
      <w:r w:rsidRPr="00D10BF0">
        <w:t xml:space="preserve">., Krčméryho 16, 811 04 Bratislava a sú predložené po uplynutí lehoty na predkladanie ponúk </w:t>
      </w:r>
      <w:r w:rsidR="0022523C" w:rsidRPr="00D10BF0">
        <w:t xml:space="preserve">sa </w:t>
      </w:r>
      <w:r w:rsidRPr="00D10BF0">
        <w:t>vrátia uchádzačom neotvorené.</w:t>
      </w:r>
    </w:p>
    <w:p w14:paraId="1B75DFD5" w14:textId="24A0454F" w:rsidR="008D1C77" w:rsidRPr="00D10BF0" w:rsidRDefault="00133B55" w:rsidP="001E5CF9">
      <w:pPr>
        <w:pStyle w:val="Heading4"/>
      </w:pPr>
      <w:r w:rsidRPr="00D10BF0">
        <w:t>Prípadné predĺženie lehoty na predkladanie ponúk bude uchádzačom dostatočne vopred oznámené formou elektronickej komunikácie v systéme JOSEPHINE.</w:t>
      </w:r>
      <w:bookmarkEnd w:id="250"/>
    </w:p>
    <w:p w14:paraId="1D6972BB" w14:textId="4D7E07D8" w:rsidR="00C2485B" w:rsidRPr="00D10BF0" w:rsidRDefault="00C2485B" w:rsidP="00DB3EC1">
      <w:pPr>
        <w:pStyle w:val="Heading3"/>
      </w:pPr>
      <w:bookmarkStart w:id="253" w:name="_Toc522635429"/>
      <w:bookmarkStart w:id="254" w:name="_Toc525293243"/>
      <w:bookmarkStart w:id="255" w:name="_Toc522635430"/>
      <w:bookmarkStart w:id="256" w:name="_Toc525293244"/>
      <w:bookmarkStart w:id="257" w:name="_Toc522635431"/>
      <w:bookmarkStart w:id="258" w:name="_Toc525293245"/>
      <w:bookmarkStart w:id="259" w:name="_Toc444084957"/>
      <w:bookmarkStart w:id="260" w:name="_Toc4416628"/>
      <w:bookmarkStart w:id="261" w:name="_Toc4416922"/>
      <w:bookmarkStart w:id="262" w:name="_Toc4416971"/>
      <w:bookmarkStart w:id="263" w:name="_Toc34734233"/>
      <w:bookmarkEnd w:id="251"/>
      <w:bookmarkEnd w:id="253"/>
      <w:bookmarkEnd w:id="254"/>
      <w:bookmarkEnd w:id="255"/>
      <w:bookmarkEnd w:id="256"/>
      <w:bookmarkEnd w:id="257"/>
      <w:bookmarkEnd w:id="258"/>
      <w:r w:rsidRPr="00D10BF0">
        <w:t>Doplnenie, zmena a odvolanie ponúk</w:t>
      </w:r>
      <w:bookmarkEnd w:id="259"/>
      <w:bookmarkEnd w:id="260"/>
      <w:bookmarkEnd w:id="261"/>
      <w:bookmarkEnd w:id="262"/>
      <w:bookmarkEnd w:id="263"/>
    </w:p>
    <w:p w14:paraId="62CA447D" w14:textId="729A4577" w:rsidR="00454A07" w:rsidRPr="00D10BF0" w:rsidRDefault="00454A07" w:rsidP="001E5CF9">
      <w:pPr>
        <w:pStyle w:val="Heading4"/>
      </w:pPr>
      <w:bookmarkStart w:id="264" w:name="_Hlk7688009"/>
      <w:bookmarkStart w:id="265" w:name="_Hlk534372936"/>
      <w:bookmarkStart w:id="266" w:name="_Hlk522551351"/>
      <w:r w:rsidRPr="00D10BF0">
        <w:t>Uchádzač môže predloženú ponuku doplniť, zmeniť alebo odvolať do uplynutia lehoty na predkladanie ponúk</w:t>
      </w:r>
      <w:r w:rsidR="001A1FB4" w:rsidRPr="00D10BF0">
        <w:t xml:space="preserve"> </w:t>
      </w:r>
      <w:r w:rsidRPr="00D10BF0">
        <w:t xml:space="preserve">prostredníctvom funkcionality webovej aplikácie JOSEPHINE. Uchádzač pri zmene a odvolaní ponuky postupuje </w:t>
      </w:r>
      <w:r w:rsidR="001A1FB4" w:rsidRPr="00D10BF0">
        <w:t xml:space="preserve">tak, že </w:t>
      </w:r>
      <w:proofErr w:type="spellStart"/>
      <w:r w:rsidR="001A1FB4" w:rsidRPr="00D10BF0">
        <w:t>pôvdnú</w:t>
      </w:r>
      <w:proofErr w:type="spellEnd"/>
      <w:r w:rsidR="001A1FB4" w:rsidRPr="00D10BF0">
        <w:t xml:space="preserve"> ponuku stiahne </w:t>
      </w:r>
      <w:r w:rsidRPr="00D10BF0">
        <w:t>(kliknutím na tlačidlo „Stiahnuť ponuku“</w:t>
      </w:r>
      <w:r w:rsidR="001A1FB4" w:rsidRPr="00D10BF0">
        <w:t>)</w:t>
      </w:r>
      <w:r w:rsidRPr="00D10BF0">
        <w:t xml:space="preserve"> a predlož</w:t>
      </w:r>
      <w:r w:rsidR="001A1FB4" w:rsidRPr="00D10BF0">
        <w:t>í</w:t>
      </w:r>
      <w:r w:rsidRPr="00D10BF0">
        <w:t xml:space="preserve"> nov</w:t>
      </w:r>
      <w:r w:rsidR="001A1FB4" w:rsidRPr="00D10BF0">
        <w:t>ú</w:t>
      </w:r>
      <w:r w:rsidRPr="00D10BF0">
        <w:t xml:space="preserve"> ponuk</w:t>
      </w:r>
      <w:r w:rsidR="001A1FB4" w:rsidRPr="00D10BF0">
        <w:t>u</w:t>
      </w:r>
      <w:r w:rsidRPr="00D10BF0">
        <w:t xml:space="preserve">. </w:t>
      </w:r>
      <w:r w:rsidR="005076DA" w:rsidRPr="00D10BF0">
        <w:t>Predloženie novej časti ponuky</w:t>
      </w:r>
      <w:r w:rsidRPr="00D10BF0">
        <w:t xml:space="preserve">, ktorá bola </w:t>
      </w:r>
      <w:r w:rsidRPr="00D10BF0">
        <w:lastRenderedPageBreak/>
        <w:t xml:space="preserve">predložená podľa bodu </w:t>
      </w:r>
      <w:r w:rsidR="0022523C" w:rsidRPr="00D10BF0">
        <w:fldChar w:fldCharType="begin"/>
      </w:r>
      <w:r w:rsidR="0022523C" w:rsidRPr="00D10BF0">
        <w:instrText xml:space="preserve"> REF _Ref534358796 \n \h </w:instrText>
      </w:r>
      <w:r w:rsidR="008501A8" w:rsidRPr="00D10BF0">
        <w:instrText xml:space="preserve"> \* MERGEFORMAT </w:instrText>
      </w:r>
      <w:r w:rsidR="0022523C" w:rsidRPr="00D10BF0">
        <w:fldChar w:fldCharType="separate"/>
      </w:r>
      <w:r w:rsidR="00171596">
        <w:t>8.5</w:t>
      </w:r>
      <w:r w:rsidR="0022523C" w:rsidRPr="00D10BF0">
        <w:fldChar w:fldCharType="end"/>
      </w:r>
      <w:r w:rsidR="0022523C" w:rsidRPr="00D10BF0">
        <w:t xml:space="preserve"> </w:t>
      </w:r>
      <w:r w:rsidRPr="00D10BF0">
        <w:t xml:space="preserve">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0022523C" w:rsidRPr="00D10BF0">
        <w:fldChar w:fldCharType="begin"/>
      </w:r>
      <w:r w:rsidR="0022523C" w:rsidRPr="00D10BF0">
        <w:instrText xml:space="preserve"> REF _Ref4423000 \n \h </w:instrText>
      </w:r>
      <w:r w:rsidR="008501A8" w:rsidRPr="00D10BF0">
        <w:instrText xml:space="preserve"> \* MERGEFORMAT </w:instrText>
      </w:r>
      <w:r w:rsidR="0022523C" w:rsidRPr="00D10BF0">
        <w:fldChar w:fldCharType="separate"/>
      </w:r>
      <w:r w:rsidR="00171596">
        <w:t>21.3</w:t>
      </w:r>
      <w:r w:rsidR="0022523C" w:rsidRPr="00D10BF0">
        <w:fldChar w:fldCharType="end"/>
      </w:r>
      <w:r w:rsidRPr="00D10BF0">
        <w:t xml:space="preserve"> a na adresu uvedenú v bode </w:t>
      </w:r>
      <w:r w:rsidR="0022523C" w:rsidRPr="00D10BF0">
        <w:fldChar w:fldCharType="begin"/>
      </w:r>
      <w:r w:rsidR="0022523C" w:rsidRPr="00D10BF0">
        <w:instrText xml:space="preserve"> REF _Ref528145558 \n \h </w:instrText>
      </w:r>
      <w:r w:rsidR="008501A8" w:rsidRPr="00D10BF0">
        <w:instrText xml:space="preserve"> \* MERGEFORMAT </w:instrText>
      </w:r>
      <w:r w:rsidR="0022523C" w:rsidRPr="00D10BF0">
        <w:fldChar w:fldCharType="separate"/>
      </w:r>
      <w:r w:rsidR="00171596">
        <w:t>21.1</w:t>
      </w:r>
      <w:r w:rsidR="0022523C" w:rsidRPr="00D10BF0">
        <w:fldChar w:fldCharType="end"/>
      </w:r>
      <w:r w:rsidR="0022523C" w:rsidRPr="00D10BF0">
        <w:t xml:space="preserve"> </w:t>
      </w:r>
      <w:r w:rsidRPr="00D10BF0">
        <w:t>tejto časti súťažných podkladov</w:t>
      </w:r>
      <w:bookmarkEnd w:id="264"/>
      <w:r w:rsidRPr="00D10BF0">
        <w:t>.</w:t>
      </w:r>
    </w:p>
    <w:p w14:paraId="082CE091" w14:textId="055280B8" w:rsidR="007600E6" w:rsidRPr="00D10BF0" w:rsidRDefault="00EF2D37" w:rsidP="00370DE5">
      <w:pPr>
        <w:pStyle w:val="Heading2"/>
      </w:pPr>
      <w:bookmarkStart w:id="267" w:name="_2nusc19" w:colFirst="0" w:colLast="0"/>
      <w:bookmarkStart w:id="268" w:name="_Toc7514027"/>
      <w:bookmarkStart w:id="269" w:name="_Toc7514340"/>
      <w:bookmarkStart w:id="270" w:name="_Toc7514392"/>
      <w:bookmarkStart w:id="271" w:name="_Toc7522203"/>
      <w:bookmarkStart w:id="272" w:name="_Toc7532882"/>
      <w:bookmarkStart w:id="273" w:name="_Toc7684627"/>
      <w:bookmarkStart w:id="274" w:name="_Toc444084958"/>
      <w:bookmarkStart w:id="275" w:name="_Toc4416500"/>
      <w:bookmarkStart w:id="276" w:name="_Toc4416629"/>
      <w:bookmarkStart w:id="277" w:name="_Toc4416923"/>
      <w:bookmarkStart w:id="278" w:name="_Toc4416972"/>
      <w:bookmarkStart w:id="279" w:name="_Toc34734234"/>
      <w:bookmarkEnd w:id="265"/>
      <w:bookmarkEnd w:id="266"/>
      <w:bookmarkEnd w:id="267"/>
      <w:bookmarkEnd w:id="268"/>
      <w:bookmarkEnd w:id="269"/>
      <w:bookmarkEnd w:id="270"/>
      <w:bookmarkEnd w:id="271"/>
      <w:bookmarkEnd w:id="272"/>
      <w:bookmarkEnd w:id="273"/>
      <w:r w:rsidRPr="00D10BF0">
        <w:t>Otváranie a vyhodnotenie ponúk</w:t>
      </w:r>
      <w:bookmarkEnd w:id="274"/>
      <w:bookmarkEnd w:id="275"/>
      <w:bookmarkEnd w:id="276"/>
      <w:bookmarkEnd w:id="277"/>
      <w:bookmarkEnd w:id="278"/>
      <w:bookmarkEnd w:id="279"/>
    </w:p>
    <w:p w14:paraId="3CAFBEA5" w14:textId="78853DAF" w:rsidR="00EF2D37" w:rsidRPr="00D10BF0" w:rsidRDefault="00EF2D37" w:rsidP="00DB3EC1">
      <w:pPr>
        <w:pStyle w:val="Heading3"/>
      </w:pPr>
      <w:bookmarkStart w:id="280" w:name="_Toc4416630"/>
      <w:bookmarkStart w:id="281" w:name="_Toc4416924"/>
      <w:bookmarkStart w:id="282" w:name="_Toc4416973"/>
      <w:bookmarkStart w:id="283" w:name="_Toc34734235"/>
      <w:bookmarkStart w:id="284" w:name="_Toc444084959"/>
      <w:r w:rsidRPr="00D10BF0">
        <w:t>Otváranie ponúk</w:t>
      </w:r>
      <w:bookmarkEnd w:id="280"/>
      <w:bookmarkEnd w:id="281"/>
      <w:bookmarkEnd w:id="282"/>
      <w:bookmarkEnd w:id="283"/>
      <w:r w:rsidRPr="00D10BF0">
        <w:t xml:space="preserve"> </w:t>
      </w:r>
      <w:bookmarkEnd w:id="284"/>
    </w:p>
    <w:p w14:paraId="002EA768" w14:textId="67732CCE" w:rsidR="00454A07" w:rsidRPr="00D10BF0" w:rsidRDefault="00454A07" w:rsidP="001E5CF9">
      <w:pPr>
        <w:pStyle w:val="Heading4"/>
      </w:pPr>
      <w:r w:rsidRPr="00D10BF0">
        <w:t xml:space="preserve">Otváranie ponúk vykoná komisia tak, že </w:t>
      </w:r>
      <w:r w:rsidR="006740D2" w:rsidRPr="00D10BF0">
        <w:t xml:space="preserve">ju </w:t>
      </w:r>
      <w:r w:rsidRPr="00D10BF0">
        <w:t>otvorí sprístupnením jej obsahu</w:t>
      </w:r>
      <w:r w:rsidR="006740D2" w:rsidRPr="00D10BF0">
        <w:t xml:space="preserve"> v systéme JOSEPHINE</w:t>
      </w:r>
      <w:r w:rsidRPr="00D10BF0">
        <w:t xml:space="preserve">. </w:t>
      </w:r>
    </w:p>
    <w:p w14:paraId="18D8E367" w14:textId="409026AB" w:rsidR="00454A07" w:rsidRPr="00D10BF0" w:rsidRDefault="00454A07" w:rsidP="001E5CF9">
      <w:pPr>
        <w:pStyle w:val="Heading4"/>
      </w:pPr>
      <w:r w:rsidRPr="00D10BF0">
        <w:t xml:space="preserve">Otváranie ponúk </w:t>
      </w:r>
      <w:bookmarkStart w:id="285" w:name="_Hlk7688065"/>
      <w:r w:rsidR="00607FC8" w:rsidRPr="00D10BF0">
        <w:t>je v nadväznosti na ustanovenie § 54 ods. 3 ZVO neverejné</w:t>
      </w:r>
      <w:bookmarkEnd w:id="285"/>
      <w:r w:rsidRPr="00D10BF0">
        <w:t>.</w:t>
      </w:r>
    </w:p>
    <w:p w14:paraId="06DF64AD" w14:textId="6414213D" w:rsidR="00EF2D37" w:rsidRPr="00D10BF0" w:rsidRDefault="00454A07" w:rsidP="001E5CF9">
      <w:pPr>
        <w:pStyle w:val="Heading4"/>
      </w:pPr>
      <w:r w:rsidRPr="00D10BF0">
        <w:t xml:space="preserve">Po otvorení ponúk komisia vykoná všetky úkony podľa ZVO a v súlade ustanovením bodu </w:t>
      </w:r>
      <w:r w:rsidR="0022523C" w:rsidRPr="00D10BF0">
        <w:fldChar w:fldCharType="begin"/>
      </w:r>
      <w:r w:rsidR="0022523C" w:rsidRPr="00D10BF0">
        <w:instrText xml:space="preserve"> REF _Ref4423141 \n \h </w:instrText>
      </w:r>
      <w:r w:rsidR="008501A8" w:rsidRPr="00D10BF0">
        <w:instrText xml:space="preserve"> \* MERGEFORMAT </w:instrText>
      </w:r>
      <w:r w:rsidR="0022523C" w:rsidRPr="00D10BF0">
        <w:fldChar w:fldCharType="separate"/>
      </w:r>
      <w:r w:rsidR="00171596">
        <w:t>24</w:t>
      </w:r>
      <w:r w:rsidR="0022523C" w:rsidRPr="00D10BF0">
        <w:fldChar w:fldCharType="end"/>
      </w:r>
      <w:r w:rsidRPr="00D10BF0">
        <w:t xml:space="preserve"> tejto časti súťažných podkladov</w:t>
      </w:r>
      <w:bookmarkStart w:id="286" w:name="otvaranie_miesto"/>
      <w:bookmarkEnd w:id="286"/>
      <w:r w:rsidR="00EF2D37" w:rsidRPr="00D10BF0">
        <w:t xml:space="preserve">. </w:t>
      </w:r>
    </w:p>
    <w:p w14:paraId="4325E6C3" w14:textId="5FDBBEA1" w:rsidR="00EF2D37" w:rsidRPr="00D10BF0" w:rsidRDefault="00EF2D37" w:rsidP="00DB3EC1">
      <w:pPr>
        <w:pStyle w:val="Heading3"/>
      </w:pPr>
      <w:bookmarkStart w:id="287" w:name="_Toc4416631"/>
      <w:bookmarkStart w:id="288" w:name="_Toc4416925"/>
      <w:bookmarkStart w:id="289" w:name="_Toc4416974"/>
      <w:bookmarkStart w:id="290" w:name="_Ref4423141"/>
      <w:bookmarkStart w:id="291" w:name="_Ref4423334"/>
      <w:bookmarkStart w:id="292" w:name="_Ref4423373"/>
      <w:bookmarkStart w:id="293" w:name="_Toc34734236"/>
      <w:bookmarkStart w:id="294" w:name="_Toc444084960"/>
      <w:r w:rsidRPr="00D10BF0">
        <w:t>Vyhodnotenie splnenia podmienok účasti, vysvetľovanie a vyhodnocovanie ponúk</w:t>
      </w:r>
      <w:bookmarkEnd w:id="287"/>
      <w:bookmarkEnd w:id="288"/>
      <w:bookmarkEnd w:id="289"/>
      <w:bookmarkEnd w:id="290"/>
      <w:bookmarkEnd w:id="291"/>
      <w:bookmarkEnd w:id="292"/>
      <w:bookmarkEnd w:id="293"/>
      <w:r w:rsidRPr="00D10BF0">
        <w:t xml:space="preserve"> </w:t>
      </w:r>
      <w:bookmarkEnd w:id="294"/>
    </w:p>
    <w:p w14:paraId="20129D3C" w14:textId="77777777" w:rsidR="00EF2D37" w:rsidRPr="00D10BF0" w:rsidRDefault="00EF2D37" w:rsidP="001E5CF9">
      <w:pPr>
        <w:pStyle w:val="Heading4"/>
      </w:pPr>
      <w:r w:rsidRPr="00D10BF0">
        <w:t>Posúdenie splnenia podmienok účasti a vyhodnotenie ponúk komisiou je neverejné.</w:t>
      </w:r>
    </w:p>
    <w:p w14:paraId="0526CAD6" w14:textId="699BD399" w:rsidR="00EF2D37" w:rsidRPr="00D10BF0" w:rsidRDefault="00EF2D37" w:rsidP="001E5CF9">
      <w:pPr>
        <w:pStyle w:val="Heading4"/>
      </w:pPr>
      <w:r w:rsidRPr="00D10BF0">
        <w:t xml:space="preserve">V rámci procesu hodnotenia ponúk komisia najprv posudzuje splnenie požiadaviek </w:t>
      </w:r>
      <w:r w:rsidR="00A04C69" w:rsidRPr="00D10BF0">
        <w:t>Verejn</w:t>
      </w:r>
      <w:r w:rsidRPr="00D10BF0">
        <w:t xml:space="preserve">ého obstarávateľa na uchádzača. </w:t>
      </w:r>
    </w:p>
    <w:p w14:paraId="2D5F881B" w14:textId="4B337428" w:rsidR="00D70FE6" w:rsidRPr="00D10BF0" w:rsidRDefault="00D70FE6" w:rsidP="001E5CF9">
      <w:pPr>
        <w:pStyle w:val="Heading4"/>
      </w:pPr>
      <w:r w:rsidRPr="00D10BF0">
        <w:t>Posúdenie splnenia podmienok účasti uchádzačov podľa časti III.1) Oznámenia bude založené na posúdení splnenia:</w:t>
      </w:r>
    </w:p>
    <w:p w14:paraId="213E3C9B" w14:textId="77777777" w:rsidR="008E358A" w:rsidRPr="00D10BF0" w:rsidRDefault="00EF2D37" w:rsidP="00283EDF">
      <w:pPr>
        <w:pStyle w:val="Heading6"/>
      </w:pPr>
      <w:r w:rsidRPr="00D10BF0">
        <w:t>podmienok týkajúcich sa osobného post</w:t>
      </w:r>
      <w:r w:rsidR="003B6043" w:rsidRPr="00D10BF0">
        <w:t>avenia uchádzača podľa § 32 ZVO,</w:t>
      </w:r>
      <w:r w:rsidR="00B22103" w:rsidRPr="00D10BF0">
        <w:t xml:space="preserve"> </w:t>
      </w:r>
    </w:p>
    <w:p w14:paraId="03C5E5AD" w14:textId="1C9350DF" w:rsidR="00EF2D37" w:rsidRPr="00D10BF0" w:rsidRDefault="008E358A" w:rsidP="00283EDF">
      <w:pPr>
        <w:pStyle w:val="Heading6"/>
      </w:pPr>
      <w:r w:rsidRPr="00D10BF0">
        <w:t xml:space="preserve">podmienok účasti týkajúcich sa ekonomického a finančného postavenia podľa § 33 ZVO </w:t>
      </w:r>
      <w:r w:rsidR="00B22103" w:rsidRPr="00D10BF0">
        <w:t>a</w:t>
      </w:r>
    </w:p>
    <w:p w14:paraId="1E7E7866" w14:textId="188530AF" w:rsidR="003B6043" w:rsidRPr="00D10BF0" w:rsidRDefault="003B6043" w:rsidP="00283EDF">
      <w:pPr>
        <w:pStyle w:val="Heading6"/>
      </w:pPr>
      <w:r w:rsidRPr="00D10BF0">
        <w:rPr>
          <w:rFonts w:cs="Arial"/>
          <w:color w:val="000000"/>
          <w:szCs w:val="20"/>
        </w:rPr>
        <w:t>podm</w:t>
      </w:r>
      <w:r w:rsidRPr="00D10BF0">
        <w:t>ienok technickej a odbornej spôsobilosti podľa § 34 až § 36 ZVO.</w:t>
      </w:r>
    </w:p>
    <w:p w14:paraId="74DD9221" w14:textId="2E7802C4" w:rsidR="00EF2D37" w:rsidRPr="00D10BF0" w:rsidRDefault="00EF2D37" w:rsidP="001E5CF9">
      <w:pPr>
        <w:pStyle w:val="Heading4"/>
      </w:pPr>
      <w:r w:rsidRPr="00D10BF0">
        <w:t>Splnenie podmienok účasti uchádzačov v</w:t>
      </w:r>
      <w:r w:rsidR="00483CE3" w:rsidRPr="00D10BF0">
        <w:t xml:space="preserve">o </w:t>
      </w:r>
      <w:r w:rsidR="00A04C69" w:rsidRPr="00D10BF0">
        <w:t>Verejn</w:t>
      </w:r>
      <w:r w:rsidR="00483CE3" w:rsidRPr="00D10BF0">
        <w:t xml:space="preserve">ej </w:t>
      </w:r>
      <w:r w:rsidRPr="00D10BF0">
        <w:t>súťaži sa bude posudzovať na základe dokladov a dokumentov predložených podľa požiadaviek uvedených v časti III.1</w:t>
      </w:r>
      <w:r w:rsidR="00905FB2" w:rsidRPr="00D10BF0">
        <w:t>)</w:t>
      </w:r>
      <w:r w:rsidRPr="00D10BF0">
        <w:t xml:space="preserve"> </w:t>
      </w:r>
      <w:r w:rsidR="00905FB2" w:rsidRPr="00D10BF0">
        <w:t>Oznámenia</w:t>
      </w:r>
      <w:r w:rsidR="00DB6845" w:rsidRPr="00D10BF0">
        <w:t xml:space="preserve"> a v časti G. Podmienky účasti týchto súťažných podkladov</w:t>
      </w:r>
      <w:r w:rsidRPr="00D10BF0">
        <w:t>.</w:t>
      </w:r>
      <w:r w:rsidR="003F6DF0" w:rsidRPr="00D10BF0">
        <w:t xml:space="preserve"> Jednotným európskym dokumentom pre verejné obstarávanie (JED) môže uchádzač predbežne nahradiť doklady na preukázanie splnenia podmienok účasti určené </w:t>
      </w:r>
      <w:r w:rsidR="00A04C69" w:rsidRPr="00D10BF0">
        <w:t>Verejn</w:t>
      </w:r>
      <w:r w:rsidR="003F6DF0" w:rsidRPr="00D10BF0">
        <w:t>ým obstarávateľom spôsobom podľa § 39 ZVO (podrobnejšie inštrukcie sú v </w:t>
      </w:r>
      <w:r w:rsidR="00F376A8" w:rsidRPr="00D10BF0">
        <w:t>P</w:t>
      </w:r>
      <w:r w:rsidR="003F6DF0" w:rsidRPr="00D10BF0">
        <w:t xml:space="preserve">rílohe č. </w:t>
      </w:r>
      <w:r w:rsidR="00F376A8" w:rsidRPr="00D10BF0">
        <w:t>A.</w:t>
      </w:r>
      <w:r w:rsidR="00125C95" w:rsidRPr="00D10BF0">
        <w:t>9</w:t>
      </w:r>
      <w:r w:rsidR="006C76EB" w:rsidRPr="00D10BF0">
        <w:t xml:space="preserve"> </w:t>
      </w:r>
      <w:r w:rsidR="003F6DF0" w:rsidRPr="00D10BF0">
        <w:t xml:space="preserve">týchto súťažných podkladov a na web stránke Úradu pre verejné obstarávanie: </w:t>
      </w:r>
      <w:r w:rsidR="00C12206" w:rsidRPr="00D10BF0">
        <w:t>https://www.uvo.gov.sk/jednotny-europsky-dokument-pre-verejne-obstaravanie-602.html</w:t>
      </w:r>
      <w:r w:rsidR="003F6DF0" w:rsidRPr="00D10BF0">
        <w:t>).</w:t>
      </w:r>
    </w:p>
    <w:p w14:paraId="1349C268" w14:textId="77777777" w:rsidR="00E13DC3" w:rsidRPr="00D10BF0" w:rsidRDefault="00E13DC3" w:rsidP="001E5CF9">
      <w:pPr>
        <w:pStyle w:val="Heading4"/>
      </w:pPr>
      <w:bookmarkStart w:id="295" w:name="_Hlk534373008"/>
      <w:r w:rsidRPr="00D10BF0">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0FB3D4CB" w14:textId="77777777" w:rsidR="00E13DC3" w:rsidRPr="00D10BF0" w:rsidRDefault="00E13DC3" w:rsidP="00283EDF">
      <w:pPr>
        <w:pStyle w:val="Heading6"/>
      </w:pPr>
      <w:bookmarkStart w:id="296" w:name="_Ref4423157"/>
      <w:r w:rsidRPr="00D10BF0">
        <w:t>dvoch pracovných dní odo dňa odoslania žiadosti, ak sa komunikácia uskutočňuje prostredníctvom elektronických prostriedkov, alebo</w:t>
      </w:r>
      <w:bookmarkEnd w:id="296"/>
    </w:p>
    <w:p w14:paraId="00F72E64" w14:textId="485B78F8" w:rsidR="00E13DC3" w:rsidRPr="00D10BF0" w:rsidRDefault="00E13DC3" w:rsidP="00283EDF">
      <w:pPr>
        <w:pStyle w:val="Heading6"/>
      </w:pPr>
      <w:bookmarkStart w:id="297" w:name="_Toc52"/>
      <w:r w:rsidRPr="00D10BF0">
        <w:t xml:space="preserve">piatich pracovných dní odo dňa doručenia žiadosti, ak sa komunikácia uskutočňuje inak, ako podľa bodu </w:t>
      </w:r>
      <w:r w:rsidR="0022523C" w:rsidRPr="00D10BF0">
        <w:fldChar w:fldCharType="begin"/>
      </w:r>
      <w:r w:rsidR="0022523C" w:rsidRPr="00D10BF0">
        <w:instrText xml:space="preserve"> REF _Ref4423157 \n \h </w:instrText>
      </w:r>
      <w:r w:rsidR="008501A8" w:rsidRPr="00D10BF0">
        <w:instrText xml:space="preserve"> \* MERGEFORMAT </w:instrText>
      </w:r>
      <w:r w:rsidR="0022523C" w:rsidRPr="00D10BF0">
        <w:fldChar w:fldCharType="separate"/>
      </w:r>
      <w:r w:rsidR="00171596">
        <w:t>a)</w:t>
      </w:r>
      <w:r w:rsidR="0022523C" w:rsidRPr="00D10BF0">
        <w:fldChar w:fldCharType="end"/>
      </w:r>
      <w:r w:rsidR="0022523C" w:rsidRPr="00D10BF0">
        <w:t xml:space="preserve"> vyššie</w:t>
      </w:r>
      <w:r w:rsidRPr="00D10BF0">
        <w:t>.</w:t>
      </w:r>
      <w:bookmarkEnd w:id="297"/>
    </w:p>
    <w:p w14:paraId="2062EB57" w14:textId="77777777" w:rsidR="00E13DC3" w:rsidRPr="00D10BF0" w:rsidRDefault="00E13DC3" w:rsidP="001E5CF9">
      <w:pPr>
        <w:pStyle w:val="Heading4"/>
      </w:pPr>
      <w:r w:rsidRPr="00D10BF0">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D10BF0" w:rsidRDefault="00E13DC3" w:rsidP="001E5CF9">
      <w:pPr>
        <w:pStyle w:val="Heading4"/>
      </w:pPr>
      <w:bookmarkStart w:id="298" w:name="_Ref34734330"/>
      <w:r w:rsidRPr="00D10BF0">
        <w:t>Verejný obstarávateľ vyhodnotí splnenie podmienok účasti v súlade s ustanoveniami § 40 ZVO a vylúči z Verejnej súťaže uchádzača, ktorý:</w:t>
      </w:r>
      <w:bookmarkEnd w:id="298"/>
    </w:p>
    <w:p w14:paraId="123A955D" w14:textId="77777777" w:rsidR="00E13DC3" w:rsidRPr="00D10BF0" w:rsidRDefault="00E13DC3" w:rsidP="00283EDF">
      <w:pPr>
        <w:pStyle w:val="Heading6"/>
      </w:pPr>
      <w:r w:rsidRPr="00D10BF0">
        <w:lastRenderedPageBreak/>
        <w:t xml:space="preserve">nesplnil podmienky účasti, </w:t>
      </w:r>
    </w:p>
    <w:p w14:paraId="6C80DC0C" w14:textId="77777777" w:rsidR="00E13DC3" w:rsidRPr="00D10BF0" w:rsidRDefault="00E13DC3" w:rsidP="00283EDF">
      <w:pPr>
        <w:pStyle w:val="Heading6"/>
      </w:pPr>
      <w:r w:rsidRPr="00D10BF0">
        <w:t xml:space="preserve">predložil neplatné doklady; neplatnými dokladmi sú doklady, ktorým uplynula lehota platnosti, </w:t>
      </w:r>
    </w:p>
    <w:p w14:paraId="2686B6F4" w14:textId="77777777" w:rsidR="00E13DC3" w:rsidRPr="00D10BF0" w:rsidRDefault="00E13DC3" w:rsidP="00283EDF">
      <w:pPr>
        <w:pStyle w:val="Heading6"/>
      </w:pPr>
      <w:bookmarkStart w:id="299" w:name="_Ref4423194"/>
      <w:r w:rsidRPr="00D10BF0">
        <w:t xml:space="preserve">poskytol informácie alebo doklady, ktoré sú nepravdivé alebo pozmenené tak, že nezodpovedajú skutočnosti </w:t>
      </w:r>
      <w:r w:rsidRPr="00D10BF0">
        <w:rPr>
          <w:rFonts w:cstheme="minorBidi"/>
        </w:rPr>
        <w:t>a majú vplyv na vyhodnotenie splnenia podmienok účasti alebo výber záujemcov</w:t>
      </w:r>
      <w:r w:rsidRPr="00D10BF0">
        <w:t>,</w:t>
      </w:r>
      <w:bookmarkEnd w:id="299"/>
    </w:p>
    <w:p w14:paraId="192570CE" w14:textId="77777777" w:rsidR="00E13DC3" w:rsidRPr="00D10BF0" w:rsidRDefault="00E13DC3" w:rsidP="00283EDF">
      <w:pPr>
        <w:pStyle w:val="Heading6"/>
      </w:pPr>
      <w:r w:rsidRPr="00D10BF0">
        <w:t>pokúsil sa neoprávnene ovplyvniť postup Verejného obstarávania,</w:t>
      </w:r>
    </w:p>
    <w:p w14:paraId="4C655139" w14:textId="77777777" w:rsidR="00E13DC3" w:rsidRPr="00D10BF0" w:rsidRDefault="00E13DC3" w:rsidP="00283EDF">
      <w:pPr>
        <w:pStyle w:val="Heading6"/>
      </w:pPr>
      <w:r w:rsidRPr="00D10BF0">
        <w:t>pokúsil sa získať dôverné informácie, ktoré by mu poskytli neoprávnenú výhodu,</w:t>
      </w:r>
    </w:p>
    <w:p w14:paraId="65E9CEFF" w14:textId="77777777" w:rsidR="00E13DC3" w:rsidRPr="00D10BF0" w:rsidRDefault="00E13DC3" w:rsidP="00283EDF">
      <w:pPr>
        <w:pStyle w:val="Heading6"/>
      </w:pPr>
      <w:r w:rsidRPr="00D10BF0">
        <w:t>konflikt záujmov podľa § 23 ZVO nemožno odstrániť inými účinnými opatreniami,</w:t>
      </w:r>
    </w:p>
    <w:p w14:paraId="55B6FDED" w14:textId="77777777" w:rsidR="00E13DC3" w:rsidRPr="00D10BF0" w:rsidRDefault="00E13DC3" w:rsidP="00283EDF">
      <w:pPr>
        <w:pStyle w:val="Heading6"/>
      </w:pPr>
      <w:bookmarkStart w:id="300" w:name="_Ref4423204"/>
      <w:r w:rsidRPr="00D10BF0">
        <w:t>na základe dôveryhodných informácií má dôvodné podozrenie, že uchádzač alebo záujemca uzavrel v danom Verejnom obstarávaní s iným hospodárskym subjektom dohodu narúšajúcu hospodársku súťaž, ak sa táto podmienka uviedla v Oznámení,</w:t>
      </w:r>
      <w:bookmarkEnd w:id="300"/>
    </w:p>
    <w:p w14:paraId="68385F83" w14:textId="77777777" w:rsidR="00E13DC3" w:rsidRPr="00D10BF0" w:rsidRDefault="00E13DC3" w:rsidP="00283EDF">
      <w:pPr>
        <w:pStyle w:val="Heading6"/>
      </w:pPr>
      <w:r w:rsidRPr="00D10BF0">
        <w:t>pri posudzovaní odbornej spôsobilosti preukázateľne identifikoval protichodné záujmy záujemcu alebo uchádzača, ktoré môžu nepriaznivo ovplyvniť plnenie zákazky,</w:t>
      </w:r>
    </w:p>
    <w:p w14:paraId="55B50C71" w14:textId="77777777" w:rsidR="00E13DC3" w:rsidRPr="00D10BF0" w:rsidRDefault="00E13DC3" w:rsidP="00283EDF">
      <w:pPr>
        <w:pStyle w:val="Heading6"/>
      </w:pPr>
      <w:r w:rsidRPr="00D10BF0">
        <w:t>nepredložil po písomnej žiadosti podľa odseku 24.5 vysvetlenie alebo doplnenie predložených dokladov v určenej lehote,</w:t>
      </w:r>
    </w:p>
    <w:p w14:paraId="1DAB1B74" w14:textId="77777777" w:rsidR="00E13DC3" w:rsidRPr="00D10BF0" w:rsidRDefault="00E13DC3" w:rsidP="00283EDF">
      <w:pPr>
        <w:pStyle w:val="Heading6"/>
      </w:pPr>
      <w:r w:rsidRPr="00D10BF0">
        <w:t>nepredložil po písomnej žiadosti doklady nahradené jednotným európskym dokumentom v určenej lehote,</w:t>
      </w:r>
    </w:p>
    <w:p w14:paraId="4848E0CB" w14:textId="77777777" w:rsidR="00E13DC3" w:rsidRPr="00D10BF0" w:rsidRDefault="00E13DC3" w:rsidP="00283EDF">
      <w:pPr>
        <w:pStyle w:val="Heading6"/>
      </w:pPr>
      <w:r w:rsidRPr="00D10BF0">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5C080242" w:rsidR="00E13DC3" w:rsidRPr="00D10BF0" w:rsidRDefault="00E13DC3" w:rsidP="00283EDF">
      <w:pPr>
        <w:pStyle w:val="Heading6"/>
      </w:pPr>
      <w:bookmarkStart w:id="301" w:name="_Hlk534278066"/>
      <w:r w:rsidRPr="00D10BF0">
        <w:t xml:space="preserve">nenahradil subdodávateľa, ktorý nespĺňa požiadavky určené </w:t>
      </w:r>
      <w:r w:rsidR="008E76BB" w:rsidRPr="00D10BF0">
        <w:t xml:space="preserve">Verejným </w:t>
      </w:r>
      <w:r w:rsidRPr="00D10BF0">
        <w:t>obstarávateľom novým subdodávateľom, ktorý spĺňa určené požiadavky, v lehote podľa § 41 ods. 2 ZVO,</w:t>
      </w:r>
    </w:p>
    <w:p w14:paraId="17B39A82" w14:textId="7BAAE552" w:rsidR="00E13DC3" w:rsidRPr="00D10BF0" w:rsidRDefault="00E13DC3" w:rsidP="00283EDF">
      <w:pPr>
        <w:pStyle w:val="Heading6"/>
      </w:pPr>
      <w:r w:rsidRPr="00D10BF0">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301"/>
    </w:p>
    <w:p w14:paraId="603B2858" w14:textId="77777777" w:rsidR="00E13DC3" w:rsidRPr="00D10BF0" w:rsidRDefault="00E13DC3" w:rsidP="001E5CF9">
      <w:pPr>
        <w:pStyle w:val="Heading4"/>
      </w:pPr>
      <w:bookmarkStart w:id="302" w:name="_Ref4423212"/>
      <w:r w:rsidRPr="00D10BF0">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302"/>
    </w:p>
    <w:p w14:paraId="58879DDF" w14:textId="67FEDBA8" w:rsidR="00E13DC3" w:rsidRPr="00D10BF0" w:rsidRDefault="00E13DC3" w:rsidP="001E5CF9">
      <w:pPr>
        <w:pStyle w:val="Heading4"/>
      </w:pPr>
      <w:r w:rsidRPr="00D10BF0">
        <w:t xml:space="preserve">Uchádzač, ktorý nespĺňa podmienky účasti osobného postavenia podľa § 32 ods. 1 písm. a), g) a h) ZVO alebo sa na neho vzťahuje dôvod na vylúčenie podľa bodu odseku </w:t>
      </w:r>
      <w:r w:rsidR="00EA3F88">
        <w:fldChar w:fldCharType="begin"/>
      </w:r>
      <w:r w:rsidR="00EA3F88">
        <w:instrText xml:space="preserve"> REF _Ref34734330 \n \h </w:instrText>
      </w:r>
      <w:r w:rsidR="00EA3F88">
        <w:fldChar w:fldCharType="separate"/>
      </w:r>
      <w:r w:rsidR="00EA3F88">
        <w:t>24.7</w:t>
      </w:r>
      <w:r w:rsidR="00EA3F88">
        <w:fldChar w:fldCharType="end"/>
      </w:r>
      <w:r w:rsidR="004B1708" w:rsidRPr="00D10BF0">
        <w:fldChar w:fldCharType="begin"/>
      </w:r>
      <w:r w:rsidR="004B1708" w:rsidRPr="00D10BF0">
        <w:instrText xml:space="preserve"> REF _Ref4423194 \r \h </w:instrText>
      </w:r>
      <w:r w:rsidR="008501A8" w:rsidRPr="00D10BF0">
        <w:instrText xml:space="preserve"> \* MERGEFORMAT </w:instrText>
      </w:r>
      <w:r w:rsidR="004B1708" w:rsidRPr="00D10BF0">
        <w:fldChar w:fldCharType="separate"/>
      </w:r>
      <w:r w:rsidR="00171596">
        <w:t>c)</w:t>
      </w:r>
      <w:r w:rsidR="004B1708" w:rsidRPr="00D10BF0">
        <w:fldChar w:fldCharType="end"/>
      </w:r>
      <w:r w:rsidR="004B1708" w:rsidRPr="00D10BF0">
        <w:t xml:space="preserve"> </w:t>
      </w:r>
      <w:r w:rsidRPr="00D10BF0">
        <w:t xml:space="preserve">až </w:t>
      </w:r>
      <w:r w:rsidR="00EA3F88">
        <w:fldChar w:fldCharType="begin"/>
      </w:r>
      <w:r w:rsidR="00EA3F88">
        <w:instrText xml:space="preserve"> REF _Ref34734330 \n \h </w:instrText>
      </w:r>
      <w:r w:rsidR="00EA3F88">
        <w:fldChar w:fldCharType="separate"/>
      </w:r>
      <w:r w:rsidR="00EA3F88">
        <w:t>24.7</w:t>
      </w:r>
      <w:r w:rsidR="00EA3F88">
        <w:fldChar w:fldCharType="end"/>
      </w:r>
      <w:r w:rsidR="004B1708" w:rsidRPr="00D10BF0">
        <w:fldChar w:fldCharType="begin"/>
      </w:r>
      <w:r w:rsidR="004B1708" w:rsidRPr="00D10BF0">
        <w:instrText xml:space="preserve"> REF _Ref4423204 \r \h </w:instrText>
      </w:r>
      <w:r w:rsidR="008501A8" w:rsidRPr="00D10BF0">
        <w:instrText xml:space="preserve"> \* MERGEFORMAT </w:instrText>
      </w:r>
      <w:r w:rsidR="004B1708" w:rsidRPr="00D10BF0">
        <w:fldChar w:fldCharType="separate"/>
      </w:r>
      <w:r w:rsidR="00171596">
        <w:t>g)</w:t>
      </w:r>
      <w:r w:rsidR="004B1708" w:rsidRPr="00D10BF0">
        <w:fldChar w:fldCharType="end"/>
      </w:r>
      <w:r w:rsidR="004B1708" w:rsidRPr="00D10BF0">
        <w:t xml:space="preserve"> </w:t>
      </w:r>
      <w:r w:rsidRPr="00D10BF0">
        <w:t xml:space="preserve">vyššie a bodu </w:t>
      </w:r>
      <w:r w:rsidR="004B1708" w:rsidRPr="00D10BF0">
        <w:fldChar w:fldCharType="begin"/>
      </w:r>
      <w:r w:rsidR="004B1708" w:rsidRPr="00D10BF0">
        <w:instrText xml:space="preserve"> REF _Ref4423212 \r \h </w:instrText>
      </w:r>
      <w:r w:rsidR="008501A8" w:rsidRPr="00D10BF0">
        <w:instrText xml:space="preserve"> \* MERGEFORMAT </w:instrText>
      </w:r>
      <w:r w:rsidR="004B1708" w:rsidRPr="00D10BF0">
        <w:fldChar w:fldCharType="separate"/>
      </w:r>
      <w:r w:rsidR="00171596">
        <w:t>24.8</w:t>
      </w:r>
      <w:r w:rsidR="004B1708" w:rsidRPr="00D10BF0">
        <w:fldChar w:fldCharType="end"/>
      </w:r>
      <w:r w:rsidRPr="00D10BF0">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D10BF0" w:rsidRDefault="00E13DC3" w:rsidP="001E5CF9">
      <w:pPr>
        <w:pStyle w:val="Heading4"/>
      </w:pPr>
      <w:r w:rsidRPr="00D10BF0">
        <w:t>Uchádzač bude písomne upovedomený o jeho vylúčení z Verejnej súťaže s uvedením dôvodu a lehoty, v ktorej môže byť doručená námietka podľa § 170 ods. 3 písm. d) ZVO.</w:t>
      </w:r>
    </w:p>
    <w:p w14:paraId="1DA573CD" w14:textId="062E1368" w:rsidR="00E13DC3" w:rsidRPr="00D10BF0" w:rsidRDefault="00E13DC3" w:rsidP="001E5CF9">
      <w:pPr>
        <w:pStyle w:val="Heading4"/>
      </w:pPr>
      <w:r w:rsidRPr="00D10BF0">
        <w:t xml:space="preserve">Komisia ďalej vyhodnocuje ponuky z hľadiska splnenia požiadaviek </w:t>
      </w:r>
      <w:r w:rsidR="008E76BB" w:rsidRPr="00D10BF0">
        <w:t xml:space="preserve">Verejného </w:t>
      </w:r>
      <w:r w:rsidRPr="00D10BF0">
        <w:t>obstarávateľa na predmet zákazky.</w:t>
      </w:r>
      <w:r w:rsidR="00D744E0" w:rsidRPr="00D10BF0">
        <w:t xml:space="preserve"> K</w:t>
      </w:r>
      <w:r w:rsidRPr="00D10BF0">
        <w:t xml:space="preserve">omisia </w:t>
      </w:r>
      <w:r w:rsidR="00D744E0" w:rsidRPr="00D10BF0">
        <w:t xml:space="preserve">tiež </w:t>
      </w:r>
      <w:r w:rsidRPr="00D10BF0">
        <w:t xml:space="preserve">posúdi zloženie zábezpeky. </w:t>
      </w:r>
    </w:p>
    <w:p w14:paraId="6F583D49" w14:textId="6BE5C68C" w:rsidR="00E13DC3" w:rsidRPr="00D10BF0" w:rsidRDefault="00E13DC3" w:rsidP="001E5CF9">
      <w:pPr>
        <w:pStyle w:val="Heading4"/>
      </w:pPr>
      <w:bookmarkStart w:id="303" w:name="_Ref510515275"/>
      <w:r w:rsidRPr="00D10BF0">
        <w:t xml:space="preserve">Ak komisia identifikuje nezrovnalosti alebo nejasnosti v informáciách alebo dôkazoch, ktoré uchádzač poskytol, písomne požiada o vysvetlenie ponuky a ak je to potrebné aj o predloženie </w:t>
      </w:r>
      <w:r w:rsidRPr="00D10BF0">
        <w:lastRenderedPageBreak/>
        <w:t>dôkazov. Vysvetlením ponuky nemôže dôjsť k jej zmene. Za zmenu ponuky sa nepovažuje odstránenie zrejmých chýb v písaní a počítaní. Ustanovenia bodu</w:t>
      </w:r>
      <w:r w:rsidR="00B16F1B" w:rsidRPr="00D10BF0">
        <w:t xml:space="preserve"> </w:t>
      </w:r>
      <w:r w:rsidR="00B16F1B" w:rsidRPr="00D10BF0">
        <w:fldChar w:fldCharType="begin"/>
      </w:r>
      <w:r w:rsidR="00B16F1B" w:rsidRPr="00D10BF0">
        <w:instrText xml:space="preserve"> REF _Ref7514301 \n \h </w:instrText>
      </w:r>
      <w:r w:rsidR="00B16F1B" w:rsidRPr="00D10BF0">
        <w:fldChar w:fldCharType="separate"/>
      </w:r>
      <w:r w:rsidR="00171596">
        <w:t>24.18</w:t>
      </w:r>
      <w:r w:rsidR="00B16F1B" w:rsidRPr="00D10BF0">
        <w:fldChar w:fldCharType="end"/>
      </w:r>
      <w:r w:rsidRPr="00D10BF0">
        <w:t xml:space="preserve"> a </w:t>
      </w:r>
      <w:r w:rsidR="004B1708" w:rsidRPr="00D10BF0">
        <w:fldChar w:fldCharType="begin"/>
      </w:r>
      <w:r w:rsidR="004B1708" w:rsidRPr="00D10BF0">
        <w:instrText xml:space="preserve"> REF _Ref4423236 \r \h </w:instrText>
      </w:r>
      <w:r w:rsidR="008501A8" w:rsidRPr="00D10BF0">
        <w:instrText xml:space="preserve"> \* MERGEFORMAT </w:instrText>
      </w:r>
      <w:r w:rsidR="004B1708" w:rsidRPr="00D10BF0">
        <w:fldChar w:fldCharType="separate"/>
      </w:r>
      <w:r w:rsidR="00171596">
        <w:t>24.19</w:t>
      </w:r>
      <w:r w:rsidR="004B1708" w:rsidRPr="00D10BF0">
        <w:fldChar w:fldCharType="end"/>
      </w:r>
      <w:r w:rsidR="004B1708" w:rsidRPr="00D10BF0">
        <w:t xml:space="preserve"> </w:t>
      </w:r>
      <w:r w:rsidRPr="00D10BF0">
        <w:t>nižšie sa aplikujú primerane aj na hodnotenie splnenia požiadaviek verejného obstarávateľa na predmet zákazky.</w:t>
      </w:r>
      <w:bookmarkEnd w:id="303"/>
    </w:p>
    <w:p w14:paraId="2734141B" w14:textId="51049036" w:rsidR="00E13DC3" w:rsidRPr="00D10BF0" w:rsidRDefault="00E13DC3" w:rsidP="001E5CF9">
      <w:pPr>
        <w:pStyle w:val="Heading4"/>
      </w:pPr>
      <w:r w:rsidRPr="00D10BF0">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w:t>
      </w:r>
      <w:r w:rsidR="008E76BB" w:rsidRPr="00D10BF0">
        <w:t>V</w:t>
      </w:r>
      <w:r w:rsidRPr="00D10BF0">
        <w:t>erejnej súťaže vylúčené v súlade s § 53 ods. 5 Zákona.</w:t>
      </w:r>
    </w:p>
    <w:p w14:paraId="13F40995" w14:textId="371D5803" w:rsidR="00E13DC3" w:rsidRPr="00D10BF0" w:rsidRDefault="00E13DC3" w:rsidP="001E5CF9">
      <w:pPr>
        <w:pStyle w:val="Heading4"/>
      </w:pPr>
      <w:r w:rsidRPr="00D10BF0">
        <w:t xml:space="preserve">Po vyhodnotení ponúk z hľadiska splnenia požiadaviek </w:t>
      </w:r>
      <w:r w:rsidR="008E76BB" w:rsidRPr="00D10BF0">
        <w:t xml:space="preserve">Verejného </w:t>
      </w:r>
      <w:r w:rsidRPr="00D10BF0">
        <w:t>obstarávateľa na predmet zákazky, komisia vyhodnocuje ponuky, ktoré neboli vylúčené, v časti návrhu na plnenie kritérií.</w:t>
      </w:r>
    </w:p>
    <w:p w14:paraId="14204E55" w14:textId="77777777" w:rsidR="00E13DC3" w:rsidRPr="00D10BF0" w:rsidRDefault="00E13DC3" w:rsidP="001E5CF9">
      <w:pPr>
        <w:pStyle w:val="Heading4"/>
      </w:pPr>
      <w:r w:rsidRPr="00D10BF0">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7BC6303F" w:rsidR="00E13DC3" w:rsidRPr="00D10BF0" w:rsidRDefault="00E13DC3" w:rsidP="001E5CF9">
      <w:pPr>
        <w:pStyle w:val="Heading4"/>
      </w:pPr>
      <w:r w:rsidRPr="00D10BF0">
        <w:t xml:space="preserve">Ak boli predložené najmenej tri ponuky od uchádzačov, ktorí spĺňajú podmienky účasti, ktoré spĺňajú požiadavky </w:t>
      </w:r>
      <w:r w:rsidR="008E76BB" w:rsidRPr="00D10BF0">
        <w:t xml:space="preserve">Verejného </w:t>
      </w:r>
      <w:r w:rsidRPr="00D10BF0">
        <w:t>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D10BF0" w:rsidRDefault="00E13DC3" w:rsidP="001E5CF9">
      <w:pPr>
        <w:pStyle w:val="Heading4"/>
      </w:pPr>
      <w:r w:rsidRPr="00D10BF0">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722D45A" w14:textId="62D8812C" w:rsidR="00E13DC3" w:rsidRPr="00D10BF0" w:rsidRDefault="00E13DC3" w:rsidP="001E5CF9">
      <w:pPr>
        <w:pStyle w:val="Heading4"/>
      </w:pPr>
      <w:bookmarkStart w:id="304" w:name="_Ref4423229"/>
      <w:r w:rsidRPr="00D10BF0">
        <w:t xml:space="preserve">V prípade matematických chýb bude umožnené uchádzačovi vysvetliť ponuku v </w:t>
      </w:r>
      <w:bookmarkStart w:id="305" w:name="_Hlk7688073"/>
      <w:r w:rsidR="003B6A8F" w:rsidRPr="00D10BF0">
        <w:t>súlade s ustanovením § 53 ods. 1 ZVO a Výkladovým stanoviskom Úradu pre verejné obstarávanie č. 5/2016 zo dňa 15.04.2016</w:t>
      </w:r>
      <w:bookmarkStart w:id="306" w:name="_Ref7514301"/>
      <w:bookmarkEnd w:id="304"/>
      <w:bookmarkEnd w:id="305"/>
      <w:r w:rsidRPr="00D10BF0">
        <w:t>.</w:t>
      </w:r>
      <w:bookmarkEnd w:id="306"/>
    </w:p>
    <w:p w14:paraId="6E395F41" w14:textId="003756DE" w:rsidR="00E13DC3" w:rsidRPr="00D10BF0" w:rsidRDefault="00E13DC3" w:rsidP="001E5CF9">
      <w:pPr>
        <w:pStyle w:val="Heading4"/>
      </w:pPr>
      <w:bookmarkStart w:id="307" w:name="_Ref510516288"/>
      <w:bookmarkStart w:id="308" w:name="_Ref4423236"/>
      <w:r w:rsidRPr="00D10BF0">
        <w:t>Z procesu vyhodnocovania bude vylúčená ponuka uchádzača</w:t>
      </w:r>
      <w:r w:rsidR="008E76BB" w:rsidRPr="00D10BF0">
        <w:t>,</w:t>
      </w:r>
      <w:r w:rsidRPr="00D10BF0">
        <w:t xml:space="preserve"> ak bude naplnená niektorá z podmienok uvedených v ustanovení § 53 ods. 5 ZVO</w:t>
      </w:r>
      <w:bookmarkEnd w:id="307"/>
      <w:r w:rsidRPr="00D10BF0">
        <w:t>.</w:t>
      </w:r>
      <w:bookmarkEnd w:id="308"/>
    </w:p>
    <w:p w14:paraId="2A08234C" w14:textId="7D35D3D3" w:rsidR="00E13DC3" w:rsidRPr="00D10BF0" w:rsidRDefault="00E13DC3" w:rsidP="001E5CF9">
      <w:pPr>
        <w:pStyle w:val="Heading4"/>
      </w:pPr>
      <w:r w:rsidRPr="00D10BF0">
        <w:t>Uchádzač bude písomne upovedomený o vylúčení jeho ponuky z </w:t>
      </w:r>
      <w:r w:rsidR="008E76BB" w:rsidRPr="00D10BF0">
        <w:t xml:space="preserve">Verejnej </w:t>
      </w:r>
      <w:r w:rsidRPr="00D10BF0">
        <w:t>súťaže s uvedením dôvodu a lehoty, v ktorej môžu byť doručené námietky podľa § 170 ods. 3 písm. d) ZVO.</w:t>
      </w:r>
    </w:p>
    <w:p w14:paraId="153ED6A1" w14:textId="4C8BE462" w:rsidR="00E13DC3" w:rsidRPr="00D10BF0" w:rsidRDefault="00E13DC3" w:rsidP="001E5CF9">
      <w:pPr>
        <w:pStyle w:val="Heading4"/>
      </w:pPr>
      <w:r w:rsidRPr="00D10BF0">
        <w:t>Ceny uvedené v </w:t>
      </w:r>
      <w:r w:rsidRPr="002B0175">
        <w:t xml:space="preserve">ponukách uchádzačov sa budú vyhodnocovať v mene euro (EUR). Hodnotené budú ceny </w:t>
      </w:r>
      <w:r w:rsidR="00081A3E" w:rsidRPr="002B0175">
        <w:t>vrátane</w:t>
      </w:r>
      <w:r w:rsidRPr="002B0175">
        <w:t xml:space="preserve"> DPH.</w:t>
      </w:r>
    </w:p>
    <w:p w14:paraId="26BCA4EC" w14:textId="1407DEE7" w:rsidR="00E13DC3" w:rsidRPr="00D10BF0" w:rsidRDefault="00E13DC3" w:rsidP="001E5CF9">
      <w:pPr>
        <w:pStyle w:val="Heading4"/>
      </w:pPr>
      <w:bookmarkStart w:id="309" w:name="_Hlk534373034"/>
      <w:bookmarkEnd w:id="295"/>
      <w:r w:rsidRPr="00D10BF0">
        <w:t>Na stanovenie poradia ponúk bude použitá elektronická aukcia v súlade s ustanoveniami § 54 ZVO a podmienkami uvedenými v Časti F. Podmienky elektronickej aukcie týchto súťažných podkladov</w:t>
      </w:r>
      <w:bookmarkEnd w:id="309"/>
      <w:r w:rsidRPr="00D10BF0">
        <w:t>.</w:t>
      </w:r>
    </w:p>
    <w:p w14:paraId="68E1E002" w14:textId="45563DF7" w:rsidR="00EF2D37" w:rsidRPr="00D10BF0" w:rsidRDefault="00EF2D37" w:rsidP="00DB3EC1">
      <w:pPr>
        <w:pStyle w:val="Heading3"/>
      </w:pPr>
      <w:bookmarkStart w:id="310" w:name="_Toc534377217"/>
      <w:bookmarkStart w:id="311" w:name="_Toc534377218"/>
      <w:bookmarkStart w:id="312" w:name="_Toc534377219"/>
      <w:bookmarkStart w:id="313" w:name="_Toc534377220"/>
      <w:bookmarkStart w:id="314" w:name="_Toc534377221"/>
      <w:bookmarkStart w:id="315" w:name="_Toc534377222"/>
      <w:bookmarkStart w:id="316" w:name="_Toc534377223"/>
      <w:bookmarkStart w:id="317" w:name="_Toc534377224"/>
      <w:bookmarkStart w:id="318" w:name="_Toc534377225"/>
      <w:bookmarkStart w:id="319" w:name="_Toc534377226"/>
      <w:bookmarkStart w:id="320" w:name="_Toc534377227"/>
      <w:bookmarkStart w:id="321" w:name="_Toc534377228"/>
      <w:bookmarkStart w:id="322" w:name="_Toc534377229"/>
      <w:bookmarkStart w:id="323" w:name="_Toc534377230"/>
      <w:bookmarkStart w:id="324" w:name="_Toc534377231"/>
      <w:bookmarkStart w:id="325" w:name="_Toc534377232"/>
      <w:bookmarkStart w:id="326" w:name="_Toc534377233"/>
      <w:bookmarkStart w:id="327" w:name="_Toc534377234"/>
      <w:bookmarkStart w:id="328" w:name="_Toc534377235"/>
      <w:bookmarkStart w:id="329" w:name="_Toc534377236"/>
      <w:bookmarkStart w:id="330" w:name="_Toc534377237"/>
      <w:bookmarkStart w:id="331" w:name="_Toc534377238"/>
      <w:bookmarkStart w:id="332" w:name="_Toc534377239"/>
      <w:bookmarkStart w:id="333" w:name="_Toc534377240"/>
      <w:bookmarkStart w:id="334" w:name="_Toc534377241"/>
      <w:bookmarkStart w:id="335" w:name="_Toc534377242"/>
      <w:bookmarkStart w:id="336" w:name="_Toc534377243"/>
      <w:bookmarkStart w:id="337" w:name="_Toc444084961"/>
      <w:bookmarkStart w:id="338" w:name="_Toc4416632"/>
      <w:bookmarkStart w:id="339" w:name="_Toc4416926"/>
      <w:bookmarkStart w:id="340" w:name="_Toc4416975"/>
      <w:bookmarkStart w:id="341" w:name="_Toc34734237"/>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r w:rsidRPr="00D10BF0">
        <w:t xml:space="preserve">Dôvernosť procesu </w:t>
      </w:r>
      <w:r w:rsidR="0035086C" w:rsidRPr="00D10BF0">
        <w:t>Verejn</w:t>
      </w:r>
      <w:r w:rsidRPr="00D10BF0">
        <w:t>ého obstarávania</w:t>
      </w:r>
      <w:bookmarkEnd w:id="337"/>
      <w:bookmarkEnd w:id="338"/>
      <w:bookmarkEnd w:id="339"/>
      <w:bookmarkEnd w:id="340"/>
      <w:bookmarkEnd w:id="341"/>
    </w:p>
    <w:p w14:paraId="3C5B8E49" w14:textId="1DBB4AC9" w:rsidR="00EF2D37" w:rsidRPr="00D10BF0" w:rsidRDefault="00EF2D37" w:rsidP="001E5CF9">
      <w:pPr>
        <w:pStyle w:val="Heading4"/>
      </w:pPr>
      <w:r w:rsidRPr="00D10BF0">
        <w:t xml:space="preserve">Informácie týkajúce sa preskúmania, vysvetľovania a vyhodnocovania ponúk sú počas prebiehajúceho procesu dôverné. Členovia komisie na vyhodnotenie ponúk a zodpovedné osoby </w:t>
      </w:r>
      <w:r w:rsidR="0035086C" w:rsidRPr="00D10BF0">
        <w:t>Verejn</w:t>
      </w:r>
      <w:r w:rsidRPr="00D10BF0">
        <w:t xml:space="preserve">ého obstarávateľa nesmú/nebudú počas prebiehajúceho procesu vyhlásenej </w:t>
      </w:r>
      <w:r w:rsidR="0035086C" w:rsidRPr="00D10BF0">
        <w:t>Verejn</w:t>
      </w:r>
      <w:r w:rsidR="00ED2972" w:rsidRPr="00D10BF0">
        <w:t xml:space="preserve">ej </w:t>
      </w:r>
      <w:r w:rsidRPr="00D10BF0">
        <w:t xml:space="preserve">súťaže poskytovať alebo zverejňovať uvedené informácie o obsahu ponúk ani uchádzačom, ani žiadnym iným tretím osobám. </w:t>
      </w:r>
    </w:p>
    <w:p w14:paraId="1F6E4D08" w14:textId="4CF38594" w:rsidR="00EF2D37" w:rsidRPr="00D10BF0" w:rsidRDefault="00EF2D37" w:rsidP="001E5CF9">
      <w:pPr>
        <w:pStyle w:val="Heading4"/>
      </w:pPr>
      <w:bookmarkStart w:id="342" w:name="_Ref4422446"/>
      <w:r w:rsidRPr="00D10BF0">
        <w:t>Obchodné tajomstvo a informácie, ktoré uchádzač v ponuke označí za dôverné, nebudú zverejnené alebo inak použité bez predchádzajúceho súhlasu uchádzača, pokiaľ:</w:t>
      </w:r>
      <w:bookmarkEnd w:id="342"/>
    </w:p>
    <w:p w14:paraId="658DDC75" w14:textId="77777777" w:rsidR="00EF2D37" w:rsidRPr="00D10BF0" w:rsidRDefault="00EF2D37" w:rsidP="00283EDF">
      <w:pPr>
        <w:pStyle w:val="Heading6"/>
      </w:pPr>
      <w:r w:rsidRPr="00D10BF0">
        <w:t>uvedené nebude v rozpore so ZVO a</w:t>
      </w:r>
      <w:r w:rsidRPr="00D10BF0">
        <w:rPr>
          <w:rFonts w:cstheme="minorBidi"/>
        </w:rPr>
        <w:t> </w:t>
      </w:r>
      <w:r w:rsidRPr="00D10BF0">
        <w:t>in</w:t>
      </w:r>
      <w:r w:rsidRPr="00D10BF0">
        <w:rPr>
          <w:rFonts w:cstheme="minorBidi"/>
        </w:rPr>
        <w:t>ý</w:t>
      </w:r>
      <w:r w:rsidRPr="00D10BF0">
        <w:t>mi v</w:t>
      </w:r>
      <w:r w:rsidRPr="00D10BF0">
        <w:rPr>
          <w:rFonts w:cstheme="minorBidi"/>
        </w:rPr>
        <w:t>š</w:t>
      </w:r>
      <w:r w:rsidRPr="00D10BF0">
        <w:t>eobecne z</w:t>
      </w:r>
      <w:r w:rsidRPr="00D10BF0">
        <w:rPr>
          <w:rFonts w:cstheme="minorBidi"/>
        </w:rPr>
        <w:t>á</w:t>
      </w:r>
      <w:r w:rsidRPr="00D10BF0">
        <w:t>v</w:t>
      </w:r>
      <w:r w:rsidRPr="00D10BF0">
        <w:rPr>
          <w:rFonts w:cstheme="minorBidi"/>
        </w:rPr>
        <w:t>ä</w:t>
      </w:r>
      <w:r w:rsidRPr="00D10BF0">
        <w:t>zn</w:t>
      </w:r>
      <w:r w:rsidRPr="00D10BF0">
        <w:rPr>
          <w:rFonts w:cstheme="minorBidi"/>
        </w:rPr>
        <w:t>ý</w:t>
      </w:r>
      <w:r w:rsidRPr="00D10BF0">
        <w:t>mi pr</w:t>
      </w:r>
      <w:r w:rsidRPr="00D10BF0">
        <w:rPr>
          <w:rFonts w:cstheme="minorBidi"/>
        </w:rPr>
        <w:t>á</w:t>
      </w:r>
      <w:r w:rsidRPr="00D10BF0">
        <w:t>vnymi predpismi (napr. povinnos</w:t>
      </w:r>
      <w:r w:rsidRPr="00D10BF0">
        <w:rPr>
          <w:rFonts w:cstheme="minorBidi"/>
        </w:rPr>
        <w:t>ť</w:t>
      </w:r>
      <w:r w:rsidRPr="00D10BF0">
        <w:t xml:space="preserve"> zverej</w:t>
      </w:r>
      <w:r w:rsidRPr="00D10BF0">
        <w:rPr>
          <w:rFonts w:cstheme="minorBidi"/>
        </w:rPr>
        <w:t>ň</w:t>
      </w:r>
      <w:r w:rsidRPr="00D10BF0">
        <w:t>ova</w:t>
      </w:r>
      <w:r w:rsidRPr="00D10BF0">
        <w:rPr>
          <w:rFonts w:cstheme="minorBidi"/>
        </w:rPr>
        <w:t>ť</w:t>
      </w:r>
      <w:r w:rsidRPr="00D10BF0">
        <w:t xml:space="preserve"> zmluvy pod</w:t>
      </w:r>
      <w:r w:rsidRPr="00D10BF0">
        <w:rPr>
          <w:rFonts w:cstheme="minorBidi"/>
        </w:rPr>
        <w:t>ľ</w:t>
      </w:r>
      <w:r w:rsidRPr="00D10BF0">
        <w:t>a osobitn</w:t>
      </w:r>
      <w:r w:rsidRPr="00D10BF0">
        <w:rPr>
          <w:rFonts w:cstheme="minorBidi"/>
        </w:rPr>
        <w:t>é</w:t>
      </w:r>
      <w:r w:rsidRPr="00D10BF0">
        <w:t>ho predpisu),</w:t>
      </w:r>
    </w:p>
    <w:p w14:paraId="61107FA5" w14:textId="0B8E58B4" w:rsidR="00E57877" w:rsidRPr="00D10BF0" w:rsidRDefault="00EF2D37" w:rsidP="00283EDF">
      <w:pPr>
        <w:pStyle w:val="Heading6"/>
      </w:pPr>
      <w:r w:rsidRPr="00D10BF0">
        <w:t>z</w:t>
      </w:r>
      <w:r w:rsidRPr="00D10BF0">
        <w:rPr>
          <w:rFonts w:cstheme="minorBidi"/>
        </w:rPr>
        <w:t> </w:t>
      </w:r>
      <w:r w:rsidRPr="00D10BF0">
        <w:t>obsahu ponuky bude nepochybne jasné, ktoré informácie považuje uchádzač za dôverné</w:t>
      </w:r>
      <w:r w:rsidR="00E67777" w:rsidRPr="00D10BF0">
        <w:t>.</w:t>
      </w:r>
    </w:p>
    <w:p w14:paraId="5D9CF09B" w14:textId="14F8423C" w:rsidR="00EF2D37" w:rsidRPr="00D10BF0" w:rsidRDefault="00EF2D37" w:rsidP="001E5CF9">
      <w:pPr>
        <w:pStyle w:val="Heading4"/>
      </w:pPr>
      <w:r w:rsidRPr="00D10BF0">
        <w:t xml:space="preserve">V opačnom prípade </w:t>
      </w:r>
      <w:r w:rsidR="0035086C" w:rsidRPr="00D10BF0">
        <w:t>Verejn</w:t>
      </w:r>
      <w:r w:rsidRPr="00D10BF0">
        <w:t xml:space="preserve">ý obstarávateľ zverejní v profile </w:t>
      </w:r>
      <w:r w:rsidR="0035086C" w:rsidRPr="00D10BF0">
        <w:t>Verejn</w:t>
      </w:r>
      <w:r w:rsidR="005E5699" w:rsidRPr="00D10BF0">
        <w:t>ého obstarávateľa na webovej stránke Úradu pre verejné obstarávanie (ďalej len „</w:t>
      </w:r>
      <w:bookmarkStart w:id="343" w:name="_Hlk519074098"/>
      <w:r w:rsidR="00D057C3" w:rsidRPr="00D10BF0">
        <w:t>Profil</w:t>
      </w:r>
      <w:bookmarkEnd w:id="343"/>
      <w:r w:rsidR="005E5699" w:rsidRPr="00D10BF0">
        <w:t xml:space="preserve">“) </w:t>
      </w:r>
      <w:r w:rsidRPr="00D10BF0">
        <w:t xml:space="preserve">kompletnú ponuku, pričom </w:t>
      </w:r>
      <w:r w:rsidR="0035086C" w:rsidRPr="00D10BF0">
        <w:t>Verejn</w:t>
      </w:r>
      <w:r w:rsidRPr="00D10BF0">
        <w:t xml:space="preserve">ý obstarávateľ a osoba (uvedená v bode </w:t>
      </w:r>
      <w:r w:rsidR="004B1708" w:rsidRPr="00D10BF0">
        <w:fldChar w:fldCharType="begin"/>
      </w:r>
      <w:r w:rsidR="004B1708" w:rsidRPr="00D10BF0">
        <w:instrText xml:space="preserve"> REF _Ref4423258 \n \h </w:instrText>
      </w:r>
      <w:r w:rsidR="008501A8" w:rsidRPr="00D10BF0">
        <w:instrText xml:space="preserve"> \* MERGEFORMAT </w:instrText>
      </w:r>
      <w:r w:rsidR="004B1708" w:rsidRPr="00D10BF0">
        <w:fldChar w:fldCharType="separate"/>
      </w:r>
      <w:r w:rsidR="00171596">
        <w:t>1</w:t>
      </w:r>
      <w:r w:rsidR="004B1708" w:rsidRPr="00D10BF0">
        <w:fldChar w:fldCharType="end"/>
      </w:r>
      <w:r w:rsidRPr="00D10BF0">
        <w:t xml:space="preserve"> </w:t>
      </w:r>
      <w:r w:rsidR="004B1708" w:rsidRPr="00D10BF0">
        <w:t>tejto časti súťažných podkladov</w:t>
      </w:r>
      <w:r w:rsidRPr="00D10BF0">
        <w:t xml:space="preserve">) vykonávajúca pre </w:t>
      </w:r>
      <w:r w:rsidR="0035086C" w:rsidRPr="00D10BF0">
        <w:t>Verejn</w:t>
      </w:r>
      <w:r w:rsidRPr="00D10BF0">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w:t>
      </w:r>
      <w:r w:rsidRPr="00D10BF0">
        <w:lastRenderedPageBreak/>
        <w:t xml:space="preserve">vyjadruje svoju jednoznačnú vôľu byť viazaný týmto ustanovením.  </w:t>
      </w:r>
    </w:p>
    <w:p w14:paraId="68C74C50" w14:textId="77777777" w:rsidR="00EF2D37" w:rsidRPr="00D10BF0" w:rsidRDefault="00EF2D37" w:rsidP="001E5CF9">
      <w:pPr>
        <w:pStyle w:val="Heading4"/>
      </w:pPr>
      <w:r w:rsidRPr="00D10BF0">
        <w:t xml:space="preserve">Za dôverné informácie môže uchádzač </w:t>
      </w:r>
      <w:r w:rsidR="00FD5B21" w:rsidRPr="00D10BF0">
        <w:t xml:space="preserve">v súlade s § 22 ZVO </w:t>
      </w:r>
      <w:r w:rsidRPr="00D10BF0">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D10BF0" w:rsidRDefault="003F6DF0" w:rsidP="001E5CF9">
      <w:pPr>
        <w:pStyle w:val="Heading4"/>
      </w:pPr>
      <w:r w:rsidRPr="00D10BF0">
        <w:t xml:space="preserve">Po podpise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D10BF0">
        <w:t>Zmluv</w:t>
      </w:r>
      <w:r w:rsidRPr="00D10BF0">
        <w:t xml:space="preserve">u a každú jej zmenu. Po skončení alebo zániku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sumu skutočne uhradeného plnenia zo </w:t>
      </w:r>
      <w:r w:rsidR="00876192" w:rsidRPr="00D10BF0">
        <w:t>Zmluv</w:t>
      </w:r>
      <w:r w:rsidRPr="00D10BF0">
        <w:t>y</w:t>
      </w:r>
      <w:r w:rsidR="00033C88" w:rsidRPr="00D10BF0">
        <w:t xml:space="preserve"> </w:t>
      </w:r>
      <w:r w:rsidRPr="00D10BF0">
        <w:t>a informácie a dokumenty o ktorých to ustanovuje ZVO.</w:t>
      </w:r>
    </w:p>
    <w:p w14:paraId="5074DDE0" w14:textId="5D61592B" w:rsidR="00253181" w:rsidRPr="00D10BF0" w:rsidRDefault="00253181" w:rsidP="00370DE5">
      <w:pPr>
        <w:pStyle w:val="Heading2"/>
        <w:rPr>
          <w:rFonts w:cs="Arial"/>
        </w:rPr>
      </w:pPr>
      <w:bookmarkStart w:id="344" w:name="_Toc444084963"/>
      <w:bookmarkStart w:id="345" w:name="_Toc444084964"/>
      <w:bookmarkStart w:id="346" w:name="_Toc444084965"/>
      <w:bookmarkStart w:id="347" w:name="_Toc444084969"/>
      <w:bookmarkStart w:id="348" w:name="_Toc4416501"/>
      <w:bookmarkStart w:id="349" w:name="_Toc4416633"/>
      <w:bookmarkStart w:id="350" w:name="_Toc4416927"/>
      <w:bookmarkStart w:id="351" w:name="_Toc4416976"/>
      <w:bookmarkStart w:id="352" w:name="_Toc34734238"/>
      <w:bookmarkEnd w:id="344"/>
      <w:bookmarkEnd w:id="345"/>
      <w:bookmarkEnd w:id="346"/>
      <w:r w:rsidRPr="00D10BF0">
        <w:t>Prijatie ponuky a</w:t>
      </w:r>
      <w:r w:rsidRPr="00D10BF0">
        <w:rPr>
          <w:rFonts w:cs="Calibri"/>
        </w:rPr>
        <w:t> </w:t>
      </w:r>
      <w:r w:rsidRPr="00D10BF0">
        <w:t xml:space="preserve">uzavretie </w:t>
      </w:r>
      <w:r w:rsidR="00876192" w:rsidRPr="00D10BF0">
        <w:t>Zmluv</w:t>
      </w:r>
      <w:r w:rsidRPr="00D10BF0">
        <w:t>y</w:t>
      </w:r>
      <w:bookmarkEnd w:id="347"/>
      <w:bookmarkEnd w:id="348"/>
      <w:bookmarkEnd w:id="349"/>
      <w:bookmarkEnd w:id="350"/>
      <w:bookmarkEnd w:id="351"/>
      <w:bookmarkEnd w:id="352"/>
    </w:p>
    <w:p w14:paraId="2E70C48D" w14:textId="2B4C53A1" w:rsidR="00253181" w:rsidRPr="00D10BF0" w:rsidRDefault="00253181" w:rsidP="00DB3EC1">
      <w:pPr>
        <w:pStyle w:val="Heading3"/>
      </w:pPr>
      <w:bookmarkStart w:id="353" w:name="_Toc444084970"/>
      <w:bookmarkStart w:id="354" w:name="_Toc4416634"/>
      <w:bookmarkStart w:id="355" w:name="_Toc4416928"/>
      <w:bookmarkStart w:id="356" w:name="_Toc4416977"/>
      <w:bookmarkStart w:id="357" w:name="_Toc34734239"/>
      <w:r w:rsidRPr="00D10BF0">
        <w:t>Vyhodnotenie splnenia podmienok účasti úspešného uchádzača a informácia o výsledku hodnotenia ponúk</w:t>
      </w:r>
      <w:bookmarkEnd w:id="353"/>
      <w:bookmarkEnd w:id="354"/>
      <w:bookmarkEnd w:id="355"/>
      <w:bookmarkEnd w:id="356"/>
      <w:bookmarkEnd w:id="357"/>
    </w:p>
    <w:p w14:paraId="451C64C7" w14:textId="401DCFA5" w:rsidR="008F6793" w:rsidRPr="00D10BF0" w:rsidRDefault="008F6793" w:rsidP="001E5CF9">
      <w:pPr>
        <w:pStyle w:val="Heading4"/>
      </w:pPr>
      <w:bookmarkStart w:id="358" w:name="_Ref4423292"/>
      <w:r w:rsidRPr="00D10BF0">
        <w:t xml:space="preserve">Ak nedošlo k predloženiu dokladov preukazujúcich splnenie podmienok účasti skôr, </w:t>
      </w:r>
      <w:r w:rsidR="0035086C" w:rsidRPr="00D10BF0">
        <w:t>Verejn</w:t>
      </w:r>
      <w:r w:rsidRPr="00D10BF0">
        <w:t>ý obstarávateľ si vyhradzuje právo v súlade s § 55 ods. 1 ZVO po vyhodnotení ponúk vyhodnotiť splnenie podmienok účasti uchádzačom, ktorý sa umiestnil na prvom mieste v poradí.</w:t>
      </w:r>
      <w:bookmarkEnd w:id="358"/>
    </w:p>
    <w:p w14:paraId="6D52F3C4" w14:textId="5B4F5830" w:rsidR="008F6793" w:rsidRPr="00D10BF0" w:rsidRDefault="008F6793" w:rsidP="001E5CF9">
      <w:pPr>
        <w:pStyle w:val="Heading4"/>
      </w:pPr>
      <w:r w:rsidRPr="00D10BF0">
        <w:t>Ak dôjde k vylúčeniu uchádzača</w:t>
      </w:r>
      <w:r w:rsidR="00080694" w:rsidRPr="00D10BF0">
        <w:t>, ktorý sa umiestnil na prvom mieste v poradí</w:t>
      </w:r>
      <w:r w:rsidRPr="00D10BF0">
        <w:t xml:space="preserve">, </w:t>
      </w:r>
      <w:r w:rsidR="0035086C" w:rsidRPr="00D10BF0">
        <w:t>Verejn</w:t>
      </w:r>
      <w:r w:rsidR="00F70E2D" w:rsidRPr="00D10BF0">
        <w:t xml:space="preserve">ý obstarávateľ si vyhradzuje právo zopakovať elektronickú aukciu postupom podľa časti </w:t>
      </w:r>
      <w:r w:rsidR="00753C83" w:rsidRPr="00D10BF0">
        <w:t>F</w:t>
      </w:r>
      <w:r w:rsidR="00F70E2D" w:rsidRPr="00D10BF0">
        <w:t xml:space="preserve">. </w:t>
      </w:r>
      <w:r w:rsidR="00A97A24" w:rsidRPr="00D10BF0">
        <w:t>Podmienky elektronickej aukcie</w:t>
      </w:r>
      <w:r w:rsidR="00F70E2D" w:rsidRPr="00D10BF0">
        <w:t xml:space="preserve"> týchto súťažných podkladov. </w:t>
      </w:r>
      <w:r w:rsidR="007624FB" w:rsidRPr="00D10BF0">
        <w:t xml:space="preserve">Po zopakovaní elektronickej aukcie sa opäť následne </w:t>
      </w:r>
      <w:r w:rsidRPr="00D10BF0">
        <w:t>vyhodnotí splnenie podmienok účasti uchádzača</w:t>
      </w:r>
      <w:r w:rsidR="007624FB" w:rsidRPr="00D10BF0">
        <w:t>, ktorý sa umiestni na prvom mieste</w:t>
      </w:r>
      <w:r w:rsidRPr="00D10BF0">
        <w:t xml:space="preserve"> v poradí tak, aby uchádzač umiestnený na prvom mieste v novo zostavenom poradí spĺňal podmienky účasti. </w:t>
      </w:r>
      <w:r w:rsidR="0035086C" w:rsidRPr="00D10BF0">
        <w:t>Verejn</w:t>
      </w:r>
      <w:r w:rsidRPr="00D10BF0">
        <w:t xml:space="preserve">ý obstarávateľ písomne požiada uchádzača o predloženie dokladov preukazujúcich splnenie podmienok účasti v lehote päť pracovných dní odo dňa doručenia žiadosti, ak </w:t>
      </w:r>
      <w:r w:rsidR="0035086C" w:rsidRPr="00D10BF0">
        <w:t>Verejn</w:t>
      </w:r>
      <w:r w:rsidRPr="00D10BF0">
        <w:t>ý obstarávateľ v žiadosti neurčí dlhšiu lehotu a vyhodnotí ich podľa § 40 ZVO.</w:t>
      </w:r>
    </w:p>
    <w:p w14:paraId="1D604406" w14:textId="27E18E3C" w:rsidR="00A54FDA" w:rsidRPr="00D10BF0" w:rsidRDefault="0035086C" w:rsidP="001E5CF9">
      <w:pPr>
        <w:pStyle w:val="Heading4"/>
      </w:pPr>
      <w:r w:rsidRPr="00D10BF0">
        <w:t>Verejn</w:t>
      </w:r>
      <w:r w:rsidR="00A671D7" w:rsidRPr="00D10BF0">
        <w:t xml:space="preserve">ý obstarávateľ po vyhodnotení ponúk, po skončení postupu podľa bodu </w:t>
      </w:r>
      <w:r w:rsidR="00FB42BC" w:rsidRPr="00D10BF0">
        <w:fldChar w:fldCharType="begin"/>
      </w:r>
      <w:r w:rsidR="00FB42BC" w:rsidRPr="00D10BF0">
        <w:instrText xml:space="preserve"> REF _Ref4423292 \n \h </w:instrText>
      </w:r>
      <w:r w:rsidR="008501A8" w:rsidRPr="00D10BF0">
        <w:instrText xml:space="preserve"> \* MERGEFORMAT </w:instrText>
      </w:r>
      <w:r w:rsidR="00FB42BC" w:rsidRPr="00D10BF0">
        <w:fldChar w:fldCharType="separate"/>
      </w:r>
      <w:r w:rsidR="00171596">
        <w:t>26.1</w:t>
      </w:r>
      <w:r w:rsidR="00FB42BC" w:rsidRPr="00D10BF0">
        <w:fldChar w:fldCharType="end"/>
      </w:r>
      <w:r w:rsidR="00FB42BC" w:rsidRPr="00D10BF0">
        <w:t xml:space="preserve"> </w:t>
      </w:r>
      <w:r w:rsidR="00A671D7" w:rsidRPr="00D10BF0">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D10BF0">
        <w:t>Profile</w:t>
      </w:r>
      <w:r w:rsidR="00A671D7" w:rsidRPr="00D10BF0">
        <w:t>. Úspešnému uchádzačovi alebo uchádzačom oznámi, že jeho ponuku alebo ponuky prijíma. Neúspešnému uchádzačovi oznámi, že neuspel a dôvody neprijatia jeho ponuky. Neúspešnému uchádzačovi v informácii o výsledku vyhodnotenia ponúk</w:t>
      </w:r>
      <w:r w:rsidR="00A671D7" w:rsidRPr="00D10BF0" w:rsidDel="00E32F6A">
        <w:t xml:space="preserve"> </w:t>
      </w:r>
      <w:r w:rsidR="00A671D7" w:rsidRPr="00D10BF0">
        <w:t xml:space="preserve">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w:t>
      </w:r>
      <w:r w:rsidRPr="00D10BF0">
        <w:t>Verejn</w:t>
      </w:r>
      <w:r w:rsidR="00A671D7" w:rsidRPr="00D10BF0">
        <w:t>ý obstarávateľ.</w:t>
      </w:r>
      <w:bookmarkStart w:id="359" w:name="_Toc444084971"/>
    </w:p>
    <w:p w14:paraId="377D04E1" w14:textId="5D3C26DD" w:rsidR="00EF2D37" w:rsidRPr="00D10BF0" w:rsidRDefault="00EF2D37" w:rsidP="00DB3EC1">
      <w:pPr>
        <w:pStyle w:val="Heading3"/>
      </w:pPr>
      <w:bookmarkStart w:id="360" w:name="_Toc4416635"/>
      <w:bookmarkStart w:id="361" w:name="_Toc4416929"/>
      <w:bookmarkStart w:id="362" w:name="_Toc4416978"/>
      <w:bookmarkStart w:id="363" w:name="_Ref4422467"/>
      <w:bookmarkStart w:id="364" w:name="_Toc34734240"/>
      <w:r w:rsidRPr="00D10BF0">
        <w:t xml:space="preserve">Uzavretie </w:t>
      </w:r>
      <w:r w:rsidR="00876192" w:rsidRPr="00D10BF0">
        <w:t>Zmluv</w:t>
      </w:r>
      <w:r w:rsidRPr="00D10BF0">
        <w:t>y</w:t>
      </w:r>
      <w:bookmarkEnd w:id="359"/>
      <w:bookmarkEnd w:id="360"/>
      <w:bookmarkEnd w:id="361"/>
      <w:bookmarkEnd w:id="362"/>
      <w:bookmarkEnd w:id="363"/>
      <w:bookmarkEnd w:id="364"/>
    </w:p>
    <w:p w14:paraId="3B87E945" w14:textId="71F1383B" w:rsidR="00385E44" w:rsidRPr="00D10BF0" w:rsidRDefault="00385E44" w:rsidP="001E5CF9">
      <w:pPr>
        <w:pStyle w:val="Heading4"/>
      </w:pPr>
      <w:bookmarkStart w:id="365" w:name="_Ref4423303"/>
      <w:r w:rsidRPr="00D10BF0">
        <w:t xml:space="preserve">Úspešný uchádzač je povinný poskytnúť </w:t>
      </w:r>
      <w:r w:rsidR="0035086C" w:rsidRPr="00D10BF0">
        <w:t>Verejn</w:t>
      </w:r>
      <w:r w:rsidRPr="00D10BF0">
        <w:t xml:space="preserve">ému obstarávateľovi riadnu súčinnosť potrebnú na uzavretie </w:t>
      </w:r>
      <w:r w:rsidR="00876192" w:rsidRPr="00D10BF0">
        <w:t>Zmluv</w:t>
      </w:r>
      <w:r w:rsidRPr="00D10BF0">
        <w:t>y tak, aby mohla byť uzavretá do</w:t>
      </w:r>
      <w:r w:rsidR="00D81577" w:rsidRPr="00D10BF0">
        <w:t xml:space="preserve"> lehoty stanovenej Verejným obstarávateľom, ktorá nesmie byť kratšia ako</w:t>
      </w:r>
      <w:r w:rsidRPr="00D10BF0">
        <w:t xml:space="preserve"> 10 pracovných dní odo dňa uplynutia lehoty podľa § 56 ods. 2 až 7 ZVO, ak bol na jej uzavretie písomne vyzvaný.</w:t>
      </w:r>
      <w:bookmarkEnd w:id="365"/>
      <w:r w:rsidRPr="00D10BF0">
        <w:t xml:space="preserve"> </w:t>
      </w:r>
    </w:p>
    <w:p w14:paraId="680CC711" w14:textId="72B9F3C3" w:rsidR="00385E44" w:rsidRPr="00D10BF0" w:rsidRDefault="00385E44" w:rsidP="001E5CF9">
      <w:pPr>
        <w:pStyle w:val="Heading4"/>
      </w:pPr>
      <w:r w:rsidRPr="00D10BF0">
        <w:t xml:space="preserve">Ak úspešný uchádzač odmietne uzavrieť </w:t>
      </w:r>
      <w:r w:rsidR="00876192" w:rsidRPr="00D10BF0">
        <w:t>Zmluv</w:t>
      </w:r>
      <w:r w:rsidRPr="00D10BF0">
        <w:t xml:space="preserve">u alebo nie sú splnené povinnosti podľa bodu </w:t>
      </w:r>
      <w:r w:rsidR="00FB42BC" w:rsidRPr="00D10BF0">
        <w:fldChar w:fldCharType="begin"/>
      </w:r>
      <w:r w:rsidR="00FB42BC" w:rsidRPr="00D10BF0">
        <w:instrText xml:space="preserve"> REF _Ref4423303 \n \h </w:instrText>
      </w:r>
      <w:r w:rsidR="008501A8" w:rsidRPr="00D10BF0">
        <w:instrText xml:space="preserve"> \* MERGEFORMAT </w:instrText>
      </w:r>
      <w:r w:rsidR="00FB42BC" w:rsidRPr="00D10BF0">
        <w:fldChar w:fldCharType="separate"/>
      </w:r>
      <w:r w:rsidR="00171596">
        <w:t>27.1</w:t>
      </w:r>
      <w:r w:rsidR="00FB42BC" w:rsidRPr="00D10BF0">
        <w:fldChar w:fldCharType="end"/>
      </w:r>
      <w:r w:rsidRPr="00D10BF0">
        <w:t xml:space="preserve">. tejto časti súťažných podkladov, </w:t>
      </w:r>
      <w:r w:rsidR="0035086C" w:rsidRPr="00D10BF0">
        <w:t>Verejn</w:t>
      </w:r>
      <w:r w:rsidRPr="00D10BF0">
        <w:t xml:space="preserve">ý obstarávateľ môže uzavrieť </w:t>
      </w:r>
      <w:r w:rsidR="00876192" w:rsidRPr="00D10BF0">
        <w:t>Zmluv</w:t>
      </w:r>
      <w:r w:rsidRPr="00D10BF0">
        <w:t xml:space="preserve">u s uchádzačom, ktorý sa umiestnil ako druhý v poradí. </w:t>
      </w:r>
    </w:p>
    <w:p w14:paraId="4D3DD08F" w14:textId="1815CADB" w:rsidR="00385E44" w:rsidRPr="00D10BF0" w:rsidRDefault="00385E44" w:rsidP="001E5CF9">
      <w:pPr>
        <w:pStyle w:val="Heading4"/>
      </w:pPr>
      <w:r w:rsidRPr="00D10BF0">
        <w:t xml:space="preserve">Ak uchádzač, ktorý sa umiestnil ako druhý v poradí odmietne uzavrieť </w:t>
      </w:r>
      <w:r w:rsidR="00876192" w:rsidRPr="00D10BF0">
        <w:t>Zmluv</w:t>
      </w:r>
      <w:r w:rsidRPr="00D10BF0">
        <w:t xml:space="preserve">u, neposkytne </w:t>
      </w:r>
      <w:r w:rsidR="0035086C" w:rsidRPr="00D10BF0">
        <w:t>Verejn</w:t>
      </w:r>
      <w:r w:rsidRPr="00D10BF0">
        <w:t xml:space="preserve">ému obstarávateľovi riadnu súčinnosť potrebnú na jej uzavretie tak, aby mohla byť uzavretá do 10 pracovných dní odo dňa, keď bol na jej uzavretie písomne vyzvaný, </w:t>
      </w:r>
      <w:r w:rsidR="0035086C" w:rsidRPr="00D10BF0">
        <w:t>Verejn</w:t>
      </w:r>
      <w:r w:rsidRPr="00D10BF0">
        <w:t xml:space="preserve">ý obstarávateľ môže uzavrieť </w:t>
      </w:r>
      <w:r w:rsidR="00876192" w:rsidRPr="00D10BF0">
        <w:t>Zmluv</w:t>
      </w:r>
      <w:r w:rsidRPr="00D10BF0">
        <w:t xml:space="preserve">u s uchádzačom, ktorý sa umiestnil ako tretí v poradí. </w:t>
      </w:r>
    </w:p>
    <w:p w14:paraId="5776E1AD" w14:textId="7519AD55" w:rsidR="00385E44" w:rsidRPr="00D10BF0" w:rsidRDefault="00385E44" w:rsidP="001E5CF9">
      <w:pPr>
        <w:pStyle w:val="Heading4"/>
      </w:pPr>
      <w:r w:rsidRPr="00D10BF0">
        <w:t xml:space="preserve">Uchádzač, ktorý sa umiestnil ako tretí v poradí, je povinný poskytnúť </w:t>
      </w:r>
      <w:r w:rsidR="0035086C" w:rsidRPr="00D10BF0">
        <w:t>Verejn</w:t>
      </w:r>
      <w:r w:rsidRPr="00D10BF0">
        <w:t xml:space="preserve">ému obstarávateľovi riadnu súčinnosť, potrebnú na uzavretie </w:t>
      </w:r>
      <w:r w:rsidR="00876192" w:rsidRPr="00D10BF0">
        <w:t>Zmluv</w:t>
      </w:r>
      <w:r w:rsidRPr="00D10BF0">
        <w:t xml:space="preserve">y tak, aby mohla byť uzavretá do 10 pracovných dní odo dňa, keď bol na jej uzavretie písomne vyzvaný. </w:t>
      </w:r>
    </w:p>
    <w:p w14:paraId="53837D67" w14:textId="49FA20D4" w:rsidR="00C02D1E" w:rsidRPr="00D10BF0" w:rsidRDefault="00C02D1E" w:rsidP="001E5CF9">
      <w:pPr>
        <w:pStyle w:val="Heading4"/>
      </w:pPr>
      <w:r w:rsidRPr="00D10BF0">
        <w:lastRenderedPageBreak/>
        <w:t>Verejný obstarávateľ vyžaduje, aby úspešný uchádzač v </w:t>
      </w:r>
      <w:r w:rsidR="00876192" w:rsidRPr="00D10BF0">
        <w:t>Zmluv</w:t>
      </w:r>
      <w:r w:rsidRPr="00D10BF0">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w:t>
      </w:r>
      <w:r w:rsidR="00D074D2" w:rsidRPr="00D10BF0">
        <w:t>Aktualizované údaje o subdodávateľoch budú doplnené do Zmluvy ako súčasť ponuky uchádzača.</w:t>
      </w:r>
    </w:p>
    <w:p w14:paraId="06BCA0FD" w14:textId="382C8532" w:rsidR="00385E44" w:rsidRDefault="00385E44" w:rsidP="001E5CF9">
      <w:pPr>
        <w:pStyle w:val="Heading4"/>
      </w:pPr>
      <w:r w:rsidRPr="00D10BF0">
        <w:t xml:space="preserve">Verejný obstarávateľ neuzavrie </w:t>
      </w:r>
      <w:r w:rsidR="00876192" w:rsidRPr="00D10BF0">
        <w:t>Zmluv</w:t>
      </w:r>
      <w:r w:rsidRPr="00D10BF0">
        <w:t xml:space="preserve">u s uchádzačom alebo uchádzačmi, ktorí majú povinnosť zapisovať sa do registra partnerov verejného sektora </w:t>
      </w:r>
      <w:r w:rsidR="003F6159" w:rsidRPr="00D10BF0">
        <w:t xml:space="preserve">podľa zákona č. 315/2016 Z. z. o registri partnerov verejného sektora a o zmene a doplnení niektorých zákonov </w:t>
      </w:r>
      <w:r w:rsidRPr="00D10BF0">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805BB4D" w14:textId="09DD7D11" w:rsidR="00F9517C" w:rsidRPr="00730056" w:rsidRDefault="00F9517C" w:rsidP="00F9517C">
      <w:pPr>
        <w:pStyle w:val="Heading4"/>
        <w:rPr>
          <w:shd w:val="clear" w:color="auto" w:fill="FFFFFF"/>
        </w:rPr>
      </w:pPr>
      <w:bookmarkStart w:id="366" w:name="_Ref34825894"/>
      <w:r w:rsidRPr="00730056">
        <w:rPr>
          <w:shd w:val="clear" w:color="auto" w:fill="FFFFFF"/>
        </w:rPr>
        <w:t>Verejný obstarávateľ vyžaduje, aby</w:t>
      </w:r>
      <w:bookmarkEnd w:id="366"/>
      <w:r w:rsidRPr="00730056">
        <w:rPr>
          <w:shd w:val="clear" w:color="auto" w:fill="FFFFFF"/>
        </w:rPr>
        <w:t xml:space="preserve"> </w:t>
      </w:r>
    </w:p>
    <w:p w14:paraId="7EEF313E" w14:textId="77777777" w:rsidR="00F9517C" w:rsidRPr="00730056" w:rsidRDefault="00F9517C" w:rsidP="00F9517C">
      <w:pPr>
        <w:pStyle w:val="Heading6"/>
        <w:rPr>
          <w:shd w:val="clear" w:color="auto" w:fill="FFFFFF"/>
        </w:rPr>
      </w:pPr>
      <w:r w:rsidRPr="00730056">
        <w:rPr>
          <w:shd w:val="clear" w:color="auto" w:fill="FFFFFF"/>
        </w:rPr>
        <w:t>uchádzač v ponuke uviedol podiel zákazky, ktorý má v úmysle zadať subdodávateľom, navrhovaných subdodávateľov a predmety subdodávok, a aby</w:t>
      </w:r>
    </w:p>
    <w:p w14:paraId="3941012C" w14:textId="77777777" w:rsidR="00F9517C" w:rsidRPr="00730056" w:rsidRDefault="00F9517C" w:rsidP="00F9517C">
      <w:pPr>
        <w:pStyle w:val="Heading6"/>
        <w:rPr>
          <w:shd w:val="clear" w:color="auto" w:fill="FFFFFF"/>
        </w:rPr>
      </w:pPr>
      <w:r w:rsidRPr="00730056">
        <w:rPr>
          <w:shd w:val="clear" w:color="auto" w:fill="FFFFFF"/>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6AEC9D4F" w14:textId="6D340CC7" w:rsidR="00F0716F" w:rsidRPr="00D10BF0" w:rsidRDefault="00EF2D37" w:rsidP="001E5CF9">
      <w:pPr>
        <w:pStyle w:val="Heading4"/>
      </w:pPr>
      <w:r w:rsidRPr="00D10BF0">
        <w:t>Ponuky uchádzačov, ani ich časti, sa nepoužijú bez súhlasu uchádzačov, ak právne predpisy alebo tieto súťažné podklady neustanovujú inak.</w:t>
      </w:r>
    </w:p>
    <w:p w14:paraId="46F807E0" w14:textId="48C3CDE2" w:rsidR="00CB6416" w:rsidRPr="00D10BF0" w:rsidRDefault="00912237" w:rsidP="001E5CF9">
      <w:pPr>
        <w:pStyle w:val="Heading4"/>
      </w:pPr>
      <w:r w:rsidRPr="00D10BF0">
        <w:t>Verejný obstarávateľ</w:t>
      </w:r>
      <w:r w:rsidR="007B202B" w:rsidRPr="00D10BF0">
        <w:t xml:space="preserve"> pre vylúčenie pochybností</w:t>
      </w:r>
      <w:r w:rsidRPr="00D10BF0">
        <w:t xml:space="preserve"> upozorňuje, že zmeny uzatvorenej </w:t>
      </w:r>
      <w:r w:rsidR="00876192" w:rsidRPr="00D10BF0">
        <w:t>Zmluv</w:t>
      </w:r>
      <w:r w:rsidRPr="00D10BF0">
        <w:t>y podliehajú</w:t>
      </w:r>
      <w:r w:rsidR="007B202B" w:rsidRPr="00D10BF0">
        <w:t xml:space="preserve"> podmienkam zmeny zmluvy podľa ustanovenia § 18 ZVO, ktoré upravuje podrobne podmienky a obmedzenia zmeny zmlúv uzatvorených podľa </w:t>
      </w:r>
      <w:r w:rsidR="005827B0" w:rsidRPr="00D10BF0">
        <w:t>ZVO</w:t>
      </w:r>
      <w:r w:rsidR="007B202B" w:rsidRPr="00D10BF0">
        <w:t>.</w:t>
      </w:r>
    </w:p>
    <w:p w14:paraId="3DBBB4B4" w14:textId="77777777" w:rsidR="00C7432B" w:rsidRPr="00D10BF0" w:rsidRDefault="00C7432B" w:rsidP="00B05651">
      <w:pPr>
        <w:ind w:left="709"/>
        <w:rPr>
          <w:rFonts w:eastAsiaTheme="majorEastAsia" w:cs="Arial"/>
          <w:szCs w:val="20"/>
        </w:rPr>
      </w:pPr>
    </w:p>
    <w:p w14:paraId="2751F4DF" w14:textId="6E3F9499" w:rsidR="00791EE0" w:rsidRPr="00D10BF0" w:rsidRDefault="005A68A1" w:rsidP="00B05651">
      <w:pPr>
        <w:ind w:left="709"/>
        <w:rPr>
          <w:rFonts w:eastAsiaTheme="majorEastAsia" w:cs="Arial"/>
          <w:b/>
          <w:szCs w:val="20"/>
        </w:rPr>
      </w:pPr>
      <w:r w:rsidRPr="00D10BF0">
        <w:rPr>
          <w:rFonts w:eastAsiaTheme="majorEastAsia" w:cs="Arial"/>
          <w:b/>
          <w:szCs w:val="20"/>
        </w:rPr>
        <w:t xml:space="preserve">Prílohy Časti A. </w:t>
      </w:r>
      <w:r w:rsidR="003B49C4" w:rsidRPr="00D10BF0">
        <w:rPr>
          <w:rFonts w:eastAsiaTheme="majorEastAsia" w:cs="Arial"/>
          <w:b/>
          <w:szCs w:val="20"/>
        </w:rPr>
        <w:t>Súťažných podkladov</w:t>
      </w:r>
    </w:p>
    <w:p w14:paraId="6FFD096B" w14:textId="77777777" w:rsidR="000A6937" w:rsidRPr="00D10BF0" w:rsidRDefault="000A6937" w:rsidP="000A6937">
      <w:pPr>
        <w:ind w:left="1985" w:hanging="1276"/>
        <w:rPr>
          <w:rFonts w:cs="Arial"/>
          <w:szCs w:val="20"/>
        </w:rPr>
      </w:pPr>
      <w:r w:rsidRPr="00D10BF0">
        <w:rPr>
          <w:rFonts w:cs="Arial"/>
          <w:szCs w:val="20"/>
        </w:rPr>
        <w:t xml:space="preserve">Príloha č. A.1  </w:t>
      </w:r>
      <w:r w:rsidRPr="00D10BF0">
        <w:rPr>
          <w:rFonts w:cs="Arial"/>
          <w:szCs w:val="20"/>
        </w:rPr>
        <w:tab/>
        <w:t>Krycí list ponuky (vzor)</w:t>
      </w:r>
    </w:p>
    <w:p w14:paraId="595F4B26" w14:textId="77777777" w:rsidR="000A6937" w:rsidRPr="00D10BF0" w:rsidRDefault="000A6937" w:rsidP="000A6937">
      <w:pPr>
        <w:ind w:left="1985" w:hanging="1276"/>
        <w:rPr>
          <w:rFonts w:cs="Arial"/>
          <w:szCs w:val="20"/>
        </w:rPr>
      </w:pPr>
      <w:r w:rsidRPr="00D10BF0">
        <w:rPr>
          <w:rFonts w:cs="Arial"/>
          <w:szCs w:val="20"/>
        </w:rPr>
        <w:t xml:space="preserve">Príloha č. A.2 </w:t>
      </w:r>
      <w:r w:rsidRPr="00D10BF0">
        <w:rPr>
          <w:rFonts w:cs="Arial"/>
          <w:szCs w:val="20"/>
        </w:rPr>
        <w:tab/>
        <w:t>Čestné vyhlásenie o akceptácií podmienok Verejnej súťaže (vzor)</w:t>
      </w:r>
    </w:p>
    <w:p w14:paraId="37D2E59E" w14:textId="77777777" w:rsidR="000A6937" w:rsidRPr="00D10BF0" w:rsidRDefault="000A6937" w:rsidP="000A6937">
      <w:pPr>
        <w:ind w:left="1985" w:hanging="1276"/>
        <w:rPr>
          <w:rFonts w:cs="Arial"/>
          <w:szCs w:val="20"/>
          <w:highlight w:val="yellow"/>
        </w:rPr>
      </w:pPr>
      <w:r w:rsidRPr="00D10BF0">
        <w:rPr>
          <w:rFonts w:cs="Arial"/>
          <w:szCs w:val="20"/>
        </w:rPr>
        <w:t xml:space="preserve">Príloha č. A.3 </w:t>
      </w:r>
      <w:r w:rsidRPr="00D10BF0">
        <w:rPr>
          <w:rFonts w:cs="Arial"/>
          <w:szCs w:val="20"/>
        </w:rPr>
        <w:tab/>
        <w:t>Čestné vyhlásenie o neprítomnosti konfliktu záujmov (vzor)</w:t>
      </w:r>
    </w:p>
    <w:p w14:paraId="30BFBF0F" w14:textId="77777777" w:rsidR="000A6937" w:rsidRPr="00D10BF0" w:rsidRDefault="000A6937" w:rsidP="000A6937">
      <w:pPr>
        <w:ind w:left="1985" w:hanging="1276"/>
        <w:rPr>
          <w:rFonts w:cs="Arial"/>
          <w:szCs w:val="20"/>
        </w:rPr>
      </w:pPr>
      <w:r w:rsidRPr="00D10BF0">
        <w:rPr>
          <w:rFonts w:cs="Arial"/>
          <w:szCs w:val="20"/>
        </w:rPr>
        <w:t xml:space="preserve">Príloha č. A.4 </w:t>
      </w:r>
      <w:r w:rsidRPr="00D10BF0">
        <w:rPr>
          <w:rFonts w:cs="Arial"/>
          <w:szCs w:val="20"/>
        </w:rPr>
        <w:tab/>
        <w:t>Čestné vyhlásenie o vytvorení Skupiny dodávateľov (vzor)</w:t>
      </w:r>
    </w:p>
    <w:p w14:paraId="47116210" w14:textId="77777777" w:rsidR="000A6937" w:rsidRPr="00562DAF" w:rsidRDefault="000A6937" w:rsidP="000A6937">
      <w:pPr>
        <w:ind w:left="1985" w:hanging="1276"/>
        <w:rPr>
          <w:rFonts w:cs="Arial"/>
          <w:szCs w:val="20"/>
        </w:rPr>
      </w:pPr>
      <w:r w:rsidRPr="00D10BF0">
        <w:rPr>
          <w:rFonts w:cs="Arial"/>
          <w:szCs w:val="20"/>
        </w:rPr>
        <w:t xml:space="preserve">Príloha č. A.5 </w:t>
      </w:r>
      <w:r w:rsidRPr="00D10BF0">
        <w:rPr>
          <w:rFonts w:cs="Arial"/>
          <w:szCs w:val="20"/>
        </w:rPr>
        <w:tab/>
      </w:r>
      <w:r w:rsidRPr="00562DAF">
        <w:rPr>
          <w:rFonts w:cs="Arial"/>
          <w:szCs w:val="20"/>
        </w:rPr>
        <w:t>Splnomocnenie vedúceho člena Skupiny dodávateľov (vzor)</w:t>
      </w:r>
    </w:p>
    <w:p w14:paraId="00EBE1D3" w14:textId="52D28CDA" w:rsidR="000A6937" w:rsidRPr="00562DAF" w:rsidRDefault="000A6937" w:rsidP="000A6937">
      <w:pPr>
        <w:ind w:left="1985" w:hanging="1276"/>
        <w:rPr>
          <w:rFonts w:cs="Arial"/>
          <w:szCs w:val="20"/>
        </w:rPr>
      </w:pPr>
      <w:r w:rsidRPr="00562DAF">
        <w:rPr>
          <w:rFonts w:cs="Arial"/>
          <w:szCs w:val="20"/>
        </w:rPr>
        <w:t xml:space="preserve">Príloha č. A.6 </w:t>
      </w:r>
      <w:r w:rsidRPr="00562DAF">
        <w:rPr>
          <w:rFonts w:cs="Arial"/>
          <w:szCs w:val="20"/>
        </w:rPr>
        <w:tab/>
        <w:t xml:space="preserve">Zoznam </w:t>
      </w:r>
      <w:r w:rsidR="00562DAF" w:rsidRPr="00562DAF">
        <w:rPr>
          <w:rFonts w:cs="Arial"/>
          <w:szCs w:val="20"/>
        </w:rPr>
        <w:t>stavebných prác</w:t>
      </w:r>
      <w:r w:rsidRPr="00562DAF">
        <w:rPr>
          <w:rFonts w:cs="Arial"/>
          <w:szCs w:val="20"/>
        </w:rPr>
        <w:t xml:space="preserve"> (vzor)</w:t>
      </w:r>
    </w:p>
    <w:p w14:paraId="0F5E7908" w14:textId="77777777" w:rsidR="00125C95" w:rsidRPr="00D10BF0" w:rsidRDefault="00125C95" w:rsidP="00125C95">
      <w:pPr>
        <w:ind w:left="1985" w:hanging="1276"/>
        <w:rPr>
          <w:rFonts w:cs="Arial"/>
          <w:szCs w:val="20"/>
        </w:rPr>
      </w:pPr>
      <w:r w:rsidRPr="00562DAF">
        <w:rPr>
          <w:rFonts w:cs="Arial"/>
          <w:szCs w:val="20"/>
        </w:rPr>
        <w:t>Príloha č. A.7</w:t>
      </w:r>
      <w:r w:rsidRPr="00562DAF">
        <w:rPr>
          <w:rFonts w:cs="Arial"/>
          <w:szCs w:val="20"/>
        </w:rPr>
        <w:tab/>
        <w:t>Zoznam odborníkov (vzor)</w:t>
      </w:r>
    </w:p>
    <w:p w14:paraId="3655D6E3" w14:textId="77777777" w:rsidR="00125C95" w:rsidRPr="00D10BF0" w:rsidRDefault="00125C95" w:rsidP="00125C95">
      <w:pPr>
        <w:ind w:left="1985" w:hanging="1276"/>
        <w:rPr>
          <w:rFonts w:cs="Arial"/>
          <w:szCs w:val="20"/>
        </w:rPr>
      </w:pPr>
      <w:r w:rsidRPr="00D10BF0">
        <w:rPr>
          <w:rFonts w:cs="Arial"/>
          <w:szCs w:val="20"/>
        </w:rPr>
        <w:t>Príloha č. A.8</w:t>
      </w:r>
      <w:r w:rsidRPr="00D10BF0">
        <w:rPr>
          <w:rFonts w:cs="Arial"/>
          <w:szCs w:val="20"/>
        </w:rPr>
        <w:tab/>
        <w:t>Súhlas so sprac osobných údajov (vzor)</w:t>
      </w:r>
    </w:p>
    <w:p w14:paraId="65B9D2BC" w14:textId="3D13E5CE" w:rsidR="000A6937" w:rsidRPr="00D10BF0" w:rsidRDefault="000A6937" w:rsidP="000A6937">
      <w:pPr>
        <w:ind w:left="1985" w:hanging="1276"/>
        <w:rPr>
          <w:rFonts w:cs="Arial"/>
          <w:szCs w:val="20"/>
        </w:rPr>
      </w:pPr>
      <w:r w:rsidRPr="00D10BF0">
        <w:rPr>
          <w:rFonts w:cs="Arial"/>
          <w:szCs w:val="20"/>
        </w:rPr>
        <w:t>Príloha č. A.</w:t>
      </w:r>
      <w:r w:rsidR="00125C95" w:rsidRPr="00D10BF0">
        <w:rPr>
          <w:rFonts w:cs="Arial"/>
          <w:szCs w:val="20"/>
        </w:rPr>
        <w:t>9</w:t>
      </w:r>
      <w:r w:rsidRPr="00D10BF0">
        <w:rPr>
          <w:rFonts w:cs="Arial"/>
          <w:szCs w:val="20"/>
        </w:rPr>
        <w:t xml:space="preserve">  </w:t>
      </w:r>
      <w:r w:rsidRPr="00D10BF0">
        <w:rPr>
          <w:rFonts w:cs="Arial"/>
          <w:szCs w:val="20"/>
        </w:rPr>
        <w:tab/>
        <w:t>Jednotný európsky dokument</w:t>
      </w:r>
    </w:p>
    <w:p w14:paraId="3F63E5C7" w14:textId="77777777" w:rsidR="00BA0D26" w:rsidRPr="00D10BF0" w:rsidRDefault="00BA0D26" w:rsidP="000A6937">
      <w:pPr>
        <w:ind w:left="1985" w:hanging="1276"/>
        <w:rPr>
          <w:rFonts w:eastAsiaTheme="majorEastAsia" w:cs="Arial"/>
          <w:b/>
          <w:szCs w:val="20"/>
        </w:rPr>
      </w:pPr>
    </w:p>
    <w:p w14:paraId="66E092BC" w14:textId="27D46C9C" w:rsidR="00F0716F" w:rsidRPr="00D10BF0" w:rsidRDefault="00CB6416" w:rsidP="001B3C96">
      <w:pPr>
        <w:pStyle w:val="Heading1"/>
      </w:pPr>
      <w:r w:rsidRPr="00D10BF0">
        <w:br w:type="page"/>
      </w:r>
      <w:bookmarkStart w:id="367" w:name="_Toc444084972"/>
      <w:r w:rsidR="00F0716F" w:rsidRPr="00D10BF0">
        <w:lastRenderedPageBreak/>
        <w:t xml:space="preserve"> </w:t>
      </w:r>
      <w:bookmarkStart w:id="368" w:name="_Toc4416502"/>
      <w:bookmarkStart w:id="369" w:name="_Toc4416636"/>
      <w:bookmarkStart w:id="370" w:name="_Toc4416930"/>
      <w:bookmarkStart w:id="371" w:name="_Toc4416979"/>
      <w:bookmarkStart w:id="372" w:name="_Toc34734241"/>
      <w:r w:rsidR="00F0716F" w:rsidRPr="00D10BF0">
        <w:t xml:space="preserve">Opis </w:t>
      </w:r>
      <w:r w:rsidR="007D674D" w:rsidRPr="00D10BF0">
        <w:t>Predmet</w:t>
      </w:r>
      <w:r w:rsidR="00F0716F" w:rsidRPr="00D10BF0">
        <w:t>u zákazky</w:t>
      </w:r>
      <w:bookmarkEnd w:id="367"/>
      <w:bookmarkEnd w:id="368"/>
      <w:bookmarkEnd w:id="369"/>
      <w:bookmarkEnd w:id="370"/>
      <w:bookmarkEnd w:id="371"/>
      <w:bookmarkEnd w:id="372"/>
    </w:p>
    <w:p w14:paraId="06433ED9" w14:textId="36924CC0" w:rsidR="00EE781F" w:rsidRPr="00D10BF0" w:rsidRDefault="00EE781F" w:rsidP="00DB3EC1">
      <w:pPr>
        <w:pStyle w:val="Heading3"/>
      </w:pPr>
      <w:bookmarkStart w:id="373" w:name="_Toc4416637"/>
      <w:bookmarkStart w:id="374" w:name="_Toc4416931"/>
      <w:bookmarkStart w:id="375" w:name="_Toc4416980"/>
      <w:bookmarkStart w:id="376" w:name="_Toc34734242"/>
      <w:bookmarkStart w:id="377" w:name="_Toc444084974"/>
      <w:r w:rsidRPr="00D10BF0">
        <w:t>Všeobecné informácie k opisu predmetu zákazky</w:t>
      </w:r>
      <w:bookmarkEnd w:id="373"/>
      <w:bookmarkEnd w:id="374"/>
      <w:bookmarkEnd w:id="375"/>
      <w:bookmarkEnd w:id="376"/>
    </w:p>
    <w:p w14:paraId="71F07060" w14:textId="0AFBA94F" w:rsidR="00D95B17" w:rsidRPr="00D10BF0" w:rsidRDefault="006169B9" w:rsidP="001E5CF9">
      <w:pPr>
        <w:pStyle w:val="Heading4"/>
      </w:pPr>
      <w:r w:rsidRPr="00D10BF0">
        <w:t xml:space="preserve">Súčasťou </w:t>
      </w:r>
      <w:r w:rsidR="00445433" w:rsidRPr="00D10BF0">
        <w:t>Opis</w:t>
      </w:r>
      <w:r w:rsidRPr="00D10BF0">
        <w:t>u</w:t>
      </w:r>
      <w:r w:rsidR="00445433" w:rsidRPr="00D10BF0">
        <w:t xml:space="preserve"> predmetu zákazky </w:t>
      </w:r>
      <w:r w:rsidRPr="00D10BF0">
        <w:t xml:space="preserve">tvoria aj všetky prílohy časti B. Opis predmetu zákazky. </w:t>
      </w:r>
      <w:r w:rsidR="00445433" w:rsidRPr="00D10BF0">
        <w:t xml:space="preserve"> </w:t>
      </w:r>
      <w:r w:rsidRPr="00D10BF0">
        <w:t xml:space="preserve">V týchto prílohách </w:t>
      </w:r>
      <w:r w:rsidR="00801241" w:rsidRPr="00D10BF0">
        <w:t xml:space="preserve">sú stanovené </w:t>
      </w:r>
      <w:r w:rsidR="00BB21E1" w:rsidRPr="00D10BF0">
        <w:t xml:space="preserve">záväzné </w:t>
      </w:r>
      <w:r w:rsidRPr="00D10BF0">
        <w:t xml:space="preserve">opisné, </w:t>
      </w:r>
      <w:r w:rsidR="00BB21E1" w:rsidRPr="00D10BF0">
        <w:t xml:space="preserve">funkčné a výkonnostné </w:t>
      </w:r>
      <w:r w:rsidRPr="00D10BF0">
        <w:t>požiadavky</w:t>
      </w:r>
      <w:r w:rsidR="00BB21E1" w:rsidRPr="00D10BF0">
        <w:t xml:space="preserve"> </w:t>
      </w:r>
      <w:r w:rsidR="00801241" w:rsidRPr="00D10BF0">
        <w:t xml:space="preserve">vzťahujúce sa na </w:t>
      </w:r>
      <w:r w:rsidR="007D674D" w:rsidRPr="00D10BF0">
        <w:t>Predmet</w:t>
      </w:r>
      <w:r w:rsidR="00BB21E1" w:rsidRPr="00D10BF0">
        <w:t xml:space="preserve"> zákazky. Pokiaľ sa v</w:t>
      </w:r>
      <w:r w:rsidRPr="00D10BF0">
        <w:t> týchto prílohách</w:t>
      </w:r>
      <w:r w:rsidR="00801241" w:rsidRPr="00D10BF0">
        <w:t xml:space="preserve"> </w:t>
      </w:r>
      <w:r w:rsidR="00BB21E1" w:rsidRPr="00D10BF0">
        <w:t xml:space="preserve">použil odkaz na konkrétnu značku, výrobcu, výrobok alebo typ výrobku – tieto boli použité výlučne pre ilustráciu vtedy, ak nebolo možné dostatočne presne a zrozumiteľne opísať </w:t>
      </w:r>
      <w:r w:rsidRPr="00D10BF0">
        <w:t xml:space="preserve">požiadavky na </w:t>
      </w:r>
      <w:r w:rsidR="007D674D" w:rsidRPr="00D10BF0">
        <w:t>Predmet</w:t>
      </w:r>
      <w:r w:rsidR="00BB21E1" w:rsidRPr="00D10BF0">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6EE790DC" w14:textId="48D610B4" w:rsidR="002B073B" w:rsidRPr="00D10BF0" w:rsidRDefault="002B073B" w:rsidP="002B073B">
      <w:pPr>
        <w:pStyle w:val="Heading3"/>
      </w:pPr>
      <w:bookmarkStart w:id="378" w:name="_Toc34734243"/>
      <w:bookmarkStart w:id="379" w:name="_Toc444084984"/>
      <w:bookmarkEnd w:id="377"/>
      <w:r>
        <w:t xml:space="preserve">Základný opis </w:t>
      </w:r>
      <w:r w:rsidR="006B3F21">
        <w:t xml:space="preserve">stavebných objektov tvoriacich </w:t>
      </w:r>
      <w:r>
        <w:t>predmet zákazky</w:t>
      </w:r>
      <w:bookmarkEnd w:id="378"/>
    </w:p>
    <w:p w14:paraId="6768F4AE" w14:textId="77777777" w:rsidR="002B073B" w:rsidRDefault="002B073B" w:rsidP="001E5CF9">
      <w:pPr>
        <w:pStyle w:val="Heading4"/>
        <w:numPr>
          <w:ilvl w:val="0"/>
          <w:numId w:val="0"/>
        </w:numPr>
        <w:ind w:left="709"/>
      </w:pPr>
      <w:r w:rsidRPr="002B073B">
        <w:t>ZÁKLADNÉ ÚDAJE CHARAKTERIZUJÚCE STAVBU</w:t>
      </w:r>
    </w:p>
    <w:p w14:paraId="7BFE3F16" w14:textId="103A0718" w:rsidR="002B073B" w:rsidRDefault="002B073B" w:rsidP="002B073B">
      <w:pPr>
        <w:pStyle w:val="Heading6"/>
      </w:pPr>
      <w:r>
        <w:t>Kanalizácia  a ČOV Kráľová pri Senci</w:t>
      </w:r>
      <w:r w:rsidR="00707F61">
        <w:t>;</w:t>
      </w:r>
    </w:p>
    <w:p w14:paraId="279D86A8" w14:textId="2DB4E821" w:rsidR="002B073B" w:rsidRDefault="002B073B" w:rsidP="002B073B">
      <w:pPr>
        <w:pStyle w:val="Heading6"/>
      </w:pPr>
      <w:r>
        <w:t>Kanalizácia Kostolná pri Dunaji</w:t>
      </w:r>
      <w:r w:rsidR="00707F61">
        <w:t>;</w:t>
      </w:r>
    </w:p>
    <w:p w14:paraId="2B6FC933" w14:textId="780D34F1" w:rsidR="002B073B" w:rsidRPr="002B073B" w:rsidRDefault="002B073B" w:rsidP="002B073B">
      <w:pPr>
        <w:pStyle w:val="Heading6"/>
      </w:pPr>
      <w:r>
        <w:t>Kanalizácia Hrubá Borša</w:t>
      </w:r>
      <w:r w:rsidR="00707F61">
        <w:t>.</w:t>
      </w:r>
    </w:p>
    <w:p w14:paraId="3B4E35E2" w14:textId="77777777" w:rsidR="00C0082D" w:rsidRPr="000D0276" w:rsidRDefault="00C0082D" w:rsidP="009D61C3">
      <w:pPr>
        <w:pStyle w:val="Heading4"/>
        <w:numPr>
          <w:ilvl w:val="3"/>
          <w:numId w:val="20"/>
        </w:numPr>
        <w:rPr>
          <w:b/>
          <w:bCs/>
        </w:rPr>
      </w:pPr>
      <w:r w:rsidRPr="000D0276">
        <w:rPr>
          <w:b/>
          <w:bCs/>
        </w:rPr>
        <w:t xml:space="preserve">Kanalizácia Kráľová pri Senci </w:t>
      </w:r>
    </w:p>
    <w:p w14:paraId="4275EF3A"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Navrhovaná kanalizácia bude  odvádzať splaškové odpadové vody z obce prostredníctvom následných kanalizačných vedení a čerpacích staníc na čistenie na čistiareň odpadových vôd v obci.</w:t>
      </w:r>
    </w:p>
    <w:p w14:paraId="37A6ED01" w14:textId="4C5E4D9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Členenie stavby na stavebné objekty a prevádzkové súbory: </w:t>
      </w:r>
    </w:p>
    <w:p w14:paraId="1DA5FF46" w14:textId="77777777" w:rsidR="00C0082D" w:rsidRPr="00C0082D" w:rsidRDefault="00C0082D" w:rsidP="00C0082D">
      <w:pPr>
        <w:pStyle w:val="Heading6"/>
        <w:numPr>
          <w:ilvl w:val="0"/>
          <w:numId w:val="0"/>
        </w:numPr>
        <w:ind w:left="709"/>
        <w:rPr>
          <w:rFonts w:eastAsiaTheme="minorHAnsi"/>
          <w:b/>
          <w:bCs/>
        </w:rPr>
      </w:pPr>
      <w:r w:rsidRPr="00C0082D">
        <w:rPr>
          <w:rFonts w:eastAsiaTheme="minorHAnsi"/>
          <w:b/>
          <w:bCs/>
        </w:rPr>
        <w:t>Stavebné objekty</w:t>
      </w:r>
    </w:p>
    <w:p w14:paraId="7B7C241F"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SO 01 Kanalizačné potrubie</w:t>
      </w:r>
    </w:p>
    <w:p w14:paraId="6482A109" w14:textId="00F717DC" w:rsidR="00C0082D" w:rsidRPr="00C0082D" w:rsidRDefault="00C0082D" w:rsidP="00C0082D">
      <w:pPr>
        <w:pStyle w:val="Heading6"/>
        <w:numPr>
          <w:ilvl w:val="0"/>
          <w:numId w:val="0"/>
        </w:numPr>
        <w:spacing w:after="0"/>
        <w:ind w:left="709"/>
        <w:rPr>
          <w:rFonts w:eastAsiaTheme="minorHAnsi"/>
        </w:rPr>
      </w:pPr>
      <w:r w:rsidRPr="00C0082D">
        <w:rPr>
          <w:rFonts w:eastAsiaTheme="minorHAnsi"/>
        </w:rPr>
        <w:t xml:space="preserve">kanalizácia gravitačná : PVC SN 8 DN 315 – dĺžky 10 </w:t>
      </w:r>
      <w:r w:rsidR="00FD4545">
        <w:rPr>
          <w:rFonts w:eastAsiaTheme="minorHAnsi"/>
        </w:rPr>
        <w:t>322</w:t>
      </w:r>
      <w:r w:rsidR="00FD4545" w:rsidRPr="00C0082D">
        <w:rPr>
          <w:rFonts w:eastAsiaTheme="minorHAnsi"/>
        </w:rPr>
        <w:t xml:space="preserve"> </w:t>
      </w:r>
      <w:r w:rsidRPr="00C0082D">
        <w:rPr>
          <w:rFonts w:eastAsiaTheme="minorHAnsi"/>
        </w:rPr>
        <w:t>m.</w:t>
      </w:r>
    </w:p>
    <w:p w14:paraId="0268C624" w14:textId="1B672DD5" w:rsidR="00C0082D" w:rsidRPr="00C0082D" w:rsidRDefault="00C0082D" w:rsidP="00C0082D">
      <w:pPr>
        <w:pStyle w:val="Heading6"/>
        <w:numPr>
          <w:ilvl w:val="0"/>
          <w:numId w:val="0"/>
        </w:numPr>
        <w:ind w:left="709"/>
        <w:rPr>
          <w:rFonts w:eastAsiaTheme="minorHAnsi"/>
        </w:rPr>
      </w:pPr>
      <w:r w:rsidRPr="00C0082D">
        <w:rPr>
          <w:rFonts w:eastAsiaTheme="minorHAnsi"/>
        </w:rPr>
        <w:t xml:space="preserve">kanalizačné odbočky : PVC SN8 DN 150 , </w:t>
      </w:r>
      <w:r w:rsidR="00FD4545">
        <w:rPr>
          <w:rFonts w:eastAsiaTheme="minorHAnsi"/>
        </w:rPr>
        <w:t>708</w:t>
      </w:r>
      <w:r w:rsidR="00FD4545" w:rsidRPr="00C0082D">
        <w:rPr>
          <w:rFonts w:eastAsiaTheme="minorHAnsi"/>
        </w:rPr>
        <w:t xml:space="preserve"> </w:t>
      </w:r>
      <w:r w:rsidRPr="00C0082D">
        <w:rPr>
          <w:rFonts w:eastAsiaTheme="minorHAnsi"/>
        </w:rPr>
        <w:t xml:space="preserve">ks s priemernou dĺžkou </w:t>
      </w:r>
      <w:r w:rsidR="00FD4545">
        <w:rPr>
          <w:rFonts w:eastAsiaTheme="minorHAnsi"/>
        </w:rPr>
        <w:t>6</w:t>
      </w:r>
      <w:r w:rsidRPr="00C0082D">
        <w:rPr>
          <w:rFonts w:eastAsiaTheme="minorHAnsi"/>
        </w:rPr>
        <w:t xml:space="preserve"> m</w:t>
      </w:r>
    </w:p>
    <w:p w14:paraId="19CD1AB8"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SO 02 Čerpacie stanice - 10ks</w:t>
      </w:r>
    </w:p>
    <w:p w14:paraId="6C86BEC0"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Čerpacie stanice :  ČS1- ČS10</w:t>
      </w:r>
    </w:p>
    <w:p w14:paraId="1EBCF0B7"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 xml:space="preserve">SO 03 Výtlačné potrubia </w:t>
      </w:r>
    </w:p>
    <w:p w14:paraId="516B69A8"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tlakové potrubia : </w:t>
      </w:r>
      <w:proofErr w:type="spellStart"/>
      <w:r w:rsidRPr="00C0082D">
        <w:rPr>
          <w:rFonts w:eastAsiaTheme="minorHAnsi"/>
        </w:rPr>
        <w:t>HDPe</w:t>
      </w:r>
      <w:proofErr w:type="spellEnd"/>
      <w:r w:rsidRPr="00C0082D">
        <w:rPr>
          <w:rFonts w:eastAsiaTheme="minorHAnsi"/>
        </w:rPr>
        <w:t xml:space="preserve"> PN10 DN 200 – dĺžky 1 371 m </w:t>
      </w:r>
      <w:proofErr w:type="spellStart"/>
      <w:r w:rsidRPr="00C0082D">
        <w:rPr>
          <w:rFonts w:eastAsiaTheme="minorHAnsi"/>
        </w:rPr>
        <w:t>HDPe</w:t>
      </w:r>
      <w:proofErr w:type="spellEnd"/>
      <w:r w:rsidRPr="00C0082D">
        <w:rPr>
          <w:rFonts w:eastAsiaTheme="minorHAnsi"/>
        </w:rPr>
        <w:t xml:space="preserve"> PN10 DN 160 – dĺžky 751 m , </w:t>
      </w:r>
      <w:proofErr w:type="spellStart"/>
      <w:r w:rsidRPr="00C0082D">
        <w:rPr>
          <w:rFonts w:eastAsiaTheme="minorHAnsi"/>
        </w:rPr>
        <w:t>HDPe</w:t>
      </w:r>
      <w:proofErr w:type="spellEnd"/>
      <w:r w:rsidRPr="00C0082D">
        <w:rPr>
          <w:rFonts w:eastAsiaTheme="minorHAnsi"/>
        </w:rPr>
        <w:t xml:space="preserve"> PN10 DN 110 – dĺžky 449 m</w:t>
      </w:r>
    </w:p>
    <w:p w14:paraId="2E4115BC"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SO 04 NN prípojky k čerpacím staniciam </w:t>
      </w:r>
    </w:p>
    <w:p w14:paraId="18BCB849" w14:textId="77777777" w:rsidR="00C0082D" w:rsidRPr="00C0082D" w:rsidRDefault="00C0082D" w:rsidP="00C0082D">
      <w:pPr>
        <w:pStyle w:val="Heading6"/>
        <w:numPr>
          <w:ilvl w:val="0"/>
          <w:numId w:val="0"/>
        </w:numPr>
        <w:ind w:left="709"/>
        <w:rPr>
          <w:rFonts w:eastAsiaTheme="minorHAnsi"/>
          <w:b/>
          <w:bCs/>
        </w:rPr>
      </w:pPr>
      <w:r w:rsidRPr="00C0082D">
        <w:rPr>
          <w:rFonts w:eastAsiaTheme="minorHAnsi"/>
          <w:b/>
          <w:bCs/>
        </w:rPr>
        <w:t>Prevádzkové súbory</w:t>
      </w:r>
    </w:p>
    <w:p w14:paraId="7F5B5C26"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PS.1 Strojnotechnologická časť čerpacích staníc</w:t>
      </w:r>
    </w:p>
    <w:p w14:paraId="5873F0A6" w14:textId="49A3AA3C" w:rsidR="002B073B" w:rsidRPr="002B073B" w:rsidRDefault="00C0082D" w:rsidP="00C0082D">
      <w:pPr>
        <w:pStyle w:val="Heading6"/>
        <w:numPr>
          <w:ilvl w:val="0"/>
          <w:numId w:val="0"/>
        </w:numPr>
        <w:ind w:left="709"/>
        <w:rPr>
          <w:rFonts w:eastAsiaTheme="minorHAnsi"/>
        </w:rPr>
      </w:pPr>
      <w:r w:rsidRPr="00C0082D">
        <w:rPr>
          <w:rFonts w:eastAsiaTheme="minorHAnsi"/>
        </w:rPr>
        <w:t xml:space="preserve">PS.2 </w:t>
      </w:r>
      <w:proofErr w:type="spellStart"/>
      <w:r w:rsidRPr="00C0082D">
        <w:rPr>
          <w:rFonts w:eastAsiaTheme="minorHAnsi"/>
        </w:rPr>
        <w:t>Elektrotechnologická</w:t>
      </w:r>
      <w:proofErr w:type="spellEnd"/>
      <w:r w:rsidRPr="00C0082D">
        <w:rPr>
          <w:rFonts w:eastAsiaTheme="minorHAnsi"/>
        </w:rPr>
        <w:t xml:space="preserve"> časť čerpacích staníc + ASRTP</w:t>
      </w:r>
    </w:p>
    <w:p w14:paraId="30B38FE9" w14:textId="569D12B3" w:rsidR="002B073B" w:rsidRPr="000D0276" w:rsidRDefault="005F091F" w:rsidP="009D61C3">
      <w:pPr>
        <w:pStyle w:val="Heading4"/>
        <w:numPr>
          <w:ilvl w:val="3"/>
          <w:numId w:val="20"/>
        </w:numPr>
        <w:rPr>
          <w:b/>
          <w:bCs/>
        </w:rPr>
      </w:pPr>
      <w:r w:rsidRPr="000D0276">
        <w:rPr>
          <w:b/>
          <w:bCs/>
        </w:rPr>
        <w:t>Kanalizácia Kostolná pri Dunaji</w:t>
      </w:r>
    </w:p>
    <w:p w14:paraId="3EBDCB48" w14:textId="255D8087" w:rsidR="00C0082D" w:rsidRPr="00ED000F" w:rsidRDefault="00ED000F" w:rsidP="00ED000F">
      <w:pPr>
        <w:pStyle w:val="Heading6"/>
        <w:numPr>
          <w:ilvl w:val="0"/>
          <w:numId w:val="0"/>
        </w:numPr>
        <w:ind w:left="709"/>
        <w:rPr>
          <w:rFonts w:eastAsiaTheme="minorHAnsi"/>
        </w:rPr>
      </w:pPr>
      <w:r w:rsidRPr="00ED000F">
        <w:rPr>
          <w:rFonts w:eastAsiaTheme="minorHAnsi"/>
        </w:rPr>
        <w:t>Navrhovaná kanalizácia bude  odvádzať splaškové odpadové vody z obce prostredníctvom následných kanalizačných vedení a čerpacích staníc na čistenie na čistiareň odpadových vôd.</w:t>
      </w:r>
    </w:p>
    <w:p w14:paraId="4D5A113D" w14:textId="71387D32" w:rsidR="00C0082D" w:rsidRPr="00ED000F" w:rsidRDefault="00ED000F" w:rsidP="00ED000F">
      <w:pPr>
        <w:pStyle w:val="Heading6"/>
        <w:numPr>
          <w:ilvl w:val="0"/>
          <w:numId w:val="0"/>
        </w:numPr>
        <w:ind w:left="709"/>
        <w:rPr>
          <w:rFonts w:eastAsiaTheme="minorHAnsi"/>
        </w:rPr>
      </w:pPr>
      <w:r w:rsidRPr="00ED000F">
        <w:rPr>
          <w:rFonts w:eastAsiaTheme="minorHAnsi"/>
        </w:rPr>
        <w:t>Členenie stavby na stavebné objekty a prevádzkové súbory</w:t>
      </w:r>
      <w:r w:rsidR="00935A3D">
        <w:rPr>
          <w:rFonts w:eastAsiaTheme="minorHAnsi"/>
        </w:rPr>
        <w:t>:</w:t>
      </w:r>
    </w:p>
    <w:p w14:paraId="56267DFD" w14:textId="77777777" w:rsidR="00935A3D" w:rsidRPr="00C0082D" w:rsidRDefault="00935A3D" w:rsidP="00935A3D">
      <w:pPr>
        <w:pStyle w:val="Heading6"/>
        <w:numPr>
          <w:ilvl w:val="0"/>
          <w:numId w:val="0"/>
        </w:numPr>
        <w:ind w:left="709"/>
        <w:rPr>
          <w:rFonts w:eastAsiaTheme="minorHAnsi"/>
          <w:b/>
          <w:bCs/>
        </w:rPr>
      </w:pPr>
      <w:r w:rsidRPr="00C0082D">
        <w:rPr>
          <w:rFonts w:eastAsiaTheme="minorHAnsi"/>
          <w:b/>
          <w:bCs/>
        </w:rPr>
        <w:t>Stavebné objekty</w:t>
      </w:r>
    </w:p>
    <w:p w14:paraId="5DFE79FE" w14:textId="77777777" w:rsidR="00935A3D" w:rsidRPr="00935A3D" w:rsidRDefault="00935A3D" w:rsidP="00935A3D">
      <w:pPr>
        <w:pStyle w:val="Heading6"/>
        <w:numPr>
          <w:ilvl w:val="0"/>
          <w:numId w:val="0"/>
        </w:numPr>
        <w:spacing w:after="0"/>
        <w:ind w:left="709"/>
        <w:rPr>
          <w:rFonts w:eastAsiaTheme="minorHAnsi"/>
        </w:rPr>
      </w:pPr>
      <w:r w:rsidRPr="00935A3D">
        <w:rPr>
          <w:rFonts w:eastAsiaTheme="minorHAnsi"/>
        </w:rPr>
        <w:t>SO 01 Kanalizačné potrubie</w:t>
      </w:r>
    </w:p>
    <w:p w14:paraId="069AED21" w14:textId="6055F5B8" w:rsidR="00935A3D" w:rsidRPr="00935A3D" w:rsidRDefault="00935A3D" w:rsidP="00935A3D">
      <w:pPr>
        <w:pStyle w:val="Heading6"/>
        <w:numPr>
          <w:ilvl w:val="0"/>
          <w:numId w:val="0"/>
        </w:numPr>
        <w:spacing w:after="0"/>
        <w:ind w:left="709"/>
        <w:rPr>
          <w:rFonts w:eastAsiaTheme="minorHAnsi"/>
        </w:rPr>
      </w:pPr>
      <w:r w:rsidRPr="00935A3D">
        <w:rPr>
          <w:rFonts w:eastAsiaTheme="minorHAnsi"/>
        </w:rPr>
        <w:t xml:space="preserve">kanalizácia gravitačná : PVC SN 8 DN 315 – dĺžky </w:t>
      </w:r>
      <w:r w:rsidR="00FD4545">
        <w:rPr>
          <w:rFonts w:eastAsiaTheme="minorHAnsi"/>
        </w:rPr>
        <w:t xml:space="preserve">6 </w:t>
      </w:r>
      <w:r w:rsidR="00A713A1">
        <w:rPr>
          <w:rFonts w:eastAsiaTheme="minorHAnsi"/>
        </w:rPr>
        <w:t>021,86</w:t>
      </w:r>
      <w:r w:rsidRPr="00935A3D">
        <w:rPr>
          <w:rFonts w:eastAsiaTheme="minorHAnsi"/>
        </w:rPr>
        <w:t xml:space="preserve"> m.</w:t>
      </w:r>
    </w:p>
    <w:p w14:paraId="1DE8BD59" w14:textId="44AE5D3C" w:rsidR="00C0082D" w:rsidRPr="007D3D35" w:rsidRDefault="00935A3D" w:rsidP="007D3D35">
      <w:pPr>
        <w:pStyle w:val="Heading6"/>
        <w:numPr>
          <w:ilvl w:val="0"/>
          <w:numId w:val="0"/>
        </w:numPr>
        <w:ind w:left="709"/>
        <w:rPr>
          <w:rFonts w:eastAsiaTheme="minorHAnsi"/>
        </w:rPr>
      </w:pPr>
      <w:r w:rsidRPr="007D3D35">
        <w:rPr>
          <w:rFonts w:eastAsiaTheme="minorHAnsi"/>
        </w:rPr>
        <w:t>kanalizačné odbočky : PVC SN 8 DN 150/200, 379 ks s priemernou dĺžkou 6 m</w:t>
      </w:r>
    </w:p>
    <w:p w14:paraId="703BB0D1" w14:textId="3CFB42F4" w:rsidR="00935A3D" w:rsidRDefault="00935A3D" w:rsidP="00935A3D"/>
    <w:p w14:paraId="371E2AFB" w14:textId="77777777" w:rsidR="007D3D35" w:rsidRPr="007D3D35" w:rsidRDefault="007D3D35" w:rsidP="007D3D35">
      <w:pPr>
        <w:pStyle w:val="Heading6"/>
        <w:numPr>
          <w:ilvl w:val="0"/>
          <w:numId w:val="0"/>
        </w:numPr>
        <w:spacing w:after="0"/>
        <w:ind w:left="709"/>
        <w:rPr>
          <w:rFonts w:eastAsiaTheme="minorHAnsi"/>
        </w:rPr>
      </w:pPr>
      <w:r w:rsidRPr="007D3D35">
        <w:rPr>
          <w:rFonts w:eastAsiaTheme="minorHAnsi"/>
        </w:rPr>
        <w:lastRenderedPageBreak/>
        <w:t>SO 02 Čerpacie stanice</w:t>
      </w:r>
    </w:p>
    <w:p w14:paraId="1B63B175"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Čerpacie stanice :  ČS1, ČS2, ČS3, ČS4, ČS5</w:t>
      </w:r>
    </w:p>
    <w:p w14:paraId="6EBDFA78"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SO 03 Výtlačné potrubia </w:t>
      </w:r>
    </w:p>
    <w:p w14:paraId="093EB838" w14:textId="5DDF0CE6" w:rsidR="007D3D35" w:rsidRPr="007D3D35" w:rsidRDefault="007D3D35" w:rsidP="007D3D35">
      <w:pPr>
        <w:pStyle w:val="Heading6"/>
        <w:numPr>
          <w:ilvl w:val="0"/>
          <w:numId w:val="0"/>
        </w:numPr>
        <w:ind w:left="709"/>
        <w:rPr>
          <w:rFonts w:eastAsiaTheme="minorHAnsi"/>
        </w:rPr>
      </w:pPr>
      <w:r w:rsidRPr="007D3D35">
        <w:rPr>
          <w:rFonts w:eastAsiaTheme="minorHAnsi"/>
        </w:rPr>
        <w:t xml:space="preserve">tlakové potrubia : </w:t>
      </w:r>
      <w:proofErr w:type="spellStart"/>
      <w:r w:rsidRPr="007D3D35">
        <w:rPr>
          <w:rFonts w:eastAsiaTheme="minorHAnsi"/>
        </w:rPr>
        <w:t>HDPe</w:t>
      </w:r>
      <w:proofErr w:type="spellEnd"/>
      <w:r w:rsidRPr="007D3D35">
        <w:rPr>
          <w:rFonts w:eastAsiaTheme="minorHAnsi"/>
        </w:rPr>
        <w:t xml:space="preserve"> PN10 DN 160 – dĺžky 1 49</w:t>
      </w:r>
      <w:r w:rsidR="006676C0">
        <w:rPr>
          <w:rFonts w:eastAsiaTheme="minorHAnsi"/>
        </w:rPr>
        <w:t xml:space="preserve">8,4 </w:t>
      </w:r>
      <w:r w:rsidRPr="007D3D35">
        <w:rPr>
          <w:rFonts w:eastAsiaTheme="minorHAnsi"/>
        </w:rPr>
        <w:t xml:space="preserve">m , </w:t>
      </w:r>
      <w:proofErr w:type="spellStart"/>
      <w:r w:rsidRPr="007D3D35">
        <w:rPr>
          <w:rFonts w:eastAsiaTheme="minorHAnsi"/>
        </w:rPr>
        <w:t>HDPe</w:t>
      </w:r>
      <w:proofErr w:type="spellEnd"/>
      <w:r w:rsidRPr="007D3D35">
        <w:rPr>
          <w:rFonts w:eastAsiaTheme="minorHAnsi"/>
        </w:rPr>
        <w:t xml:space="preserve"> PN10 DN 90 – dĺžky 214,84 m, </w:t>
      </w:r>
      <w:proofErr w:type="spellStart"/>
      <w:r w:rsidRPr="007D3D35">
        <w:rPr>
          <w:rFonts w:eastAsiaTheme="minorHAnsi"/>
        </w:rPr>
        <w:t>HDPe</w:t>
      </w:r>
      <w:proofErr w:type="spellEnd"/>
      <w:r w:rsidRPr="007D3D35">
        <w:rPr>
          <w:rFonts w:eastAsiaTheme="minorHAnsi"/>
        </w:rPr>
        <w:t xml:space="preserve"> PN10 DN 75 – dĺžky 535,50 m</w:t>
      </w:r>
    </w:p>
    <w:p w14:paraId="462E021A"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SO 04 NN prípojky k čerpacím staniciam </w:t>
      </w:r>
    </w:p>
    <w:p w14:paraId="2B32DDC6" w14:textId="77777777" w:rsidR="007D3D35" w:rsidRPr="007D3D35" w:rsidRDefault="007D3D35" w:rsidP="007D3D35">
      <w:pPr>
        <w:pStyle w:val="Heading6"/>
        <w:numPr>
          <w:ilvl w:val="0"/>
          <w:numId w:val="0"/>
        </w:numPr>
        <w:ind w:left="709"/>
        <w:rPr>
          <w:rFonts w:eastAsiaTheme="minorHAnsi"/>
          <w:b/>
          <w:bCs/>
        </w:rPr>
      </w:pPr>
      <w:r w:rsidRPr="007D3D35">
        <w:rPr>
          <w:rFonts w:eastAsiaTheme="minorHAnsi"/>
          <w:b/>
          <w:bCs/>
        </w:rPr>
        <w:t>Prevádzkové súbory</w:t>
      </w:r>
    </w:p>
    <w:p w14:paraId="21CCCBC3"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PS.01 Strojnotechnologická časť čerpacích staníc</w:t>
      </w:r>
    </w:p>
    <w:p w14:paraId="64FA3D98"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PS.02 </w:t>
      </w:r>
      <w:proofErr w:type="spellStart"/>
      <w:r w:rsidRPr="007D3D35">
        <w:rPr>
          <w:rFonts w:eastAsiaTheme="minorHAnsi"/>
        </w:rPr>
        <w:t>Elektrotechnologická</w:t>
      </w:r>
      <w:proofErr w:type="spellEnd"/>
      <w:r w:rsidRPr="007D3D35">
        <w:rPr>
          <w:rFonts w:eastAsiaTheme="minorHAnsi"/>
        </w:rPr>
        <w:t xml:space="preserve"> časť čerpacích staníc + ASRTP</w:t>
      </w:r>
    </w:p>
    <w:p w14:paraId="0838E078" w14:textId="42895D6F" w:rsidR="000D0276" w:rsidRPr="000D0276" w:rsidRDefault="000D0276" w:rsidP="009D61C3">
      <w:pPr>
        <w:pStyle w:val="Heading4"/>
        <w:numPr>
          <w:ilvl w:val="3"/>
          <w:numId w:val="20"/>
        </w:numPr>
        <w:rPr>
          <w:b/>
          <w:bCs/>
        </w:rPr>
      </w:pPr>
      <w:r w:rsidRPr="000D0276">
        <w:rPr>
          <w:b/>
          <w:bCs/>
        </w:rPr>
        <w:t xml:space="preserve">Kanalizácia </w:t>
      </w:r>
      <w:r w:rsidR="009D61C3">
        <w:rPr>
          <w:b/>
          <w:bCs/>
        </w:rPr>
        <w:t>Hrubá Borša</w:t>
      </w:r>
    </w:p>
    <w:p w14:paraId="7D341DE5"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Navrhovaná kanalizácia bude  odvádzať splaškové odpadové vody z obce prostredníctvom následných kanalizačných vedení a čerpacích staníc na čistenie na čistiareň odpadových vôd.</w:t>
      </w:r>
    </w:p>
    <w:p w14:paraId="0E445C64" w14:textId="68282E95" w:rsidR="00935A3D" w:rsidRPr="007D3D35" w:rsidRDefault="009D61C3" w:rsidP="009D61C3">
      <w:pPr>
        <w:pStyle w:val="Heading6"/>
        <w:numPr>
          <w:ilvl w:val="0"/>
          <w:numId w:val="0"/>
        </w:numPr>
        <w:ind w:left="709"/>
        <w:rPr>
          <w:rFonts w:eastAsiaTheme="minorHAnsi"/>
        </w:rPr>
      </w:pPr>
      <w:r w:rsidRPr="009D61C3">
        <w:rPr>
          <w:rFonts w:eastAsiaTheme="minorHAnsi"/>
        </w:rPr>
        <w:t>Členenie stavby na stavebné objekty a prevádzkové súbory :</w:t>
      </w:r>
    </w:p>
    <w:p w14:paraId="789C80D8" w14:textId="007CA573" w:rsidR="009D61C3" w:rsidRPr="009D61C3" w:rsidRDefault="009D61C3" w:rsidP="009D61C3">
      <w:pPr>
        <w:pStyle w:val="Heading6"/>
        <w:numPr>
          <w:ilvl w:val="0"/>
          <w:numId w:val="0"/>
        </w:numPr>
        <w:ind w:left="709"/>
        <w:rPr>
          <w:rFonts w:eastAsiaTheme="minorHAnsi"/>
          <w:b/>
          <w:bCs/>
        </w:rPr>
      </w:pPr>
      <w:r w:rsidRPr="009D61C3">
        <w:rPr>
          <w:rFonts w:eastAsiaTheme="minorHAnsi"/>
          <w:b/>
          <w:bCs/>
        </w:rPr>
        <w:t>Stavebné objekty</w:t>
      </w:r>
    </w:p>
    <w:p w14:paraId="148EFC8B" w14:textId="77777777" w:rsidR="009D61C3" w:rsidRPr="009D61C3" w:rsidRDefault="009D61C3" w:rsidP="009D61C3">
      <w:pPr>
        <w:pStyle w:val="Heading6"/>
        <w:numPr>
          <w:ilvl w:val="0"/>
          <w:numId w:val="0"/>
        </w:numPr>
        <w:spacing w:after="0"/>
        <w:ind w:left="709"/>
        <w:rPr>
          <w:rFonts w:eastAsiaTheme="minorHAnsi"/>
        </w:rPr>
      </w:pPr>
      <w:r w:rsidRPr="009D61C3">
        <w:t xml:space="preserve">SO 01 </w:t>
      </w:r>
      <w:r w:rsidRPr="009D61C3">
        <w:rPr>
          <w:rFonts w:eastAsiaTheme="minorHAnsi"/>
        </w:rPr>
        <w:t xml:space="preserve">Kanalizácia a výtlak </w:t>
      </w:r>
    </w:p>
    <w:p w14:paraId="0CD82A6F"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kanalizácia gravitačná : PVC SN 8 DN 315 – dĺžky 4 523,55 m.</w:t>
      </w:r>
    </w:p>
    <w:p w14:paraId="5BE0964D"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 xml:space="preserve">výtlačné potrubia : </w:t>
      </w:r>
      <w:proofErr w:type="spellStart"/>
      <w:r w:rsidRPr="009D61C3">
        <w:rPr>
          <w:rFonts w:eastAsiaTheme="minorHAnsi"/>
        </w:rPr>
        <w:t>HDPe</w:t>
      </w:r>
      <w:proofErr w:type="spellEnd"/>
      <w:r w:rsidRPr="009D61C3">
        <w:rPr>
          <w:rFonts w:eastAsiaTheme="minorHAnsi"/>
        </w:rPr>
        <w:t xml:space="preserve"> PN 10 DN 160 – dĺžky 2 998,86 m, </w:t>
      </w:r>
      <w:proofErr w:type="spellStart"/>
      <w:r w:rsidRPr="009D61C3">
        <w:rPr>
          <w:rFonts w:eastAsiaTheme="minorHAnsi"/>
        </w:rPr>
        <w:t>HDPe</w:t>
      </w:r>
      <w:proofErr w:type="spellEnd"/>
      <w:r w:rsidRPr="009D61C3">
        <w:rPr>
          <w:rFonts w:eastAsiaTheme="minorHAnsi"/>
        </w:rPr>
        <w:t xml:space="preserve"> PN10 DN 110 – dĺžky 1 030,16 m</w:t>
      </w:r>
    </w:p>
    <w:p w14:paraId="51F2E7BB" w14:textId="50FECD2A" w:rsidR="009D61C3" w:rsidRPr="009D61C3" w:rsidRDefault="009D61C3" w:rsidP="009D61C3">
      <w:pPr>
        <w:pStyle w:val="Heading6"/>
        <w:numPr>
          <w:ilvl w:val="0"/>
          <w:numId w:val="0"/>
        </w:numPr>
        <w:ind w:left="709"/>
        <w:rPr>
          <w:rFonts w:eastAsiaTheme="minorHAnsi"/>
        </w:rPr>
      </w:pPr>
      <w:r w:rsidRPr="009D61C3">
        <w:rPr>
          <w:rFonts w:eastAsiaTheme="minorHAnsi"/>
        </w:rPr>
        <w:t>kanalizačné odbočky : PVC SN 8 DN 150/200 , 3</w:t>
      </w:r>
      <w:r w:rsidR="00FD4545">
        <w:rPr>
          <w:rFonts w:eastAsiaTheme="minorHAnsi"/>
        </w:rPr>
        <w:t>5</w:t>
      </w:r>
      <w:r w:rsidRPr="009D61C3">
        <w:rPr>
          <w:rFonts w:eastAsiaTheme="minorHAnsi"/>
        </w:rPr>
        <w:t>1 ks,  priemernej  dĺžky : 6 m</w:t>
      </w:r>
    </w:p>
    <w:p w14:paraId="06CF4BC7"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 xml:space="preserve">SO 02 Čerpacie stanice </w:t>
      </w:r>
    </w:p>
    <w:p w14:paraId="599ACD16"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Čerpacie stanice :  ČS1 , ČS2, ČS3, ČS4, ČS5 </w:t>
      </w:r>
    </w:p>
    <w:p w14:paraId="6C216669"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SO 03 NN prípojky k čerpacím staniciam </w:t>
      </w:r>
    </w:p>
    <w:p w14:paraId="72E08CE2" w14:textId="77777777" w:rsidR="009D61C3" w:rsidRPr="009D61C3" w:rsidRDefault="009D61C3" w:rsidP="009D61C3">
      <w:pPr>
        <w:pStyle w:val="Heading6"/>
        <w:numPr>
          <w:ilvl w:val="0"/>
          <w:numId w:val="0"/>
        </w:numPr>
        <w:ind w:left="709"/>
        <w:rPr>
          <w:rFonts w:eastAsiaTheme="minorHAnsi"/>
          <w:b/>
          <w:bCs/>
        </w:rPr>
      </w:pPr>
      <w:r w:rsidRPr="009D61C3">
        <w:rPr>
          <w:rFonts w:eastAsiaTheme="minorHAnsi"/>
          <w:b/>
          <w:bCs/>
        </w:rPr>
        <w:t>Prevádzkové súbory</w:t>
      </w:r>
    </w:p>
    <w:p w14:paraId="7ED24C3B" w14:textId="77777777" w:rsidR="009D61C3" w:rsidRDefault="009D61C3" w:rsidP="009D61C3">
      <w:pPr>
        <w:pStyle w:val="Heading6"/>
        <w:numPr>
          <w:ilvl w:val="0"/>
          <w:numId w:val="0"/>
        </w:numPr>
        <w:ind w:left="709"/>
        <w:rPr>
          <w:rFonts w:ascii="Arial Narrow" w:hAnsi="Arial Narrow" w:cs="Arial"/>
          <w:bCs/>
          <w:sz w:val="22"/>
          <w:szCs w:val="22"/>
        </w:rPr>
      </w:pPr>
      <w:r w:rsidRPr="009D61C3">
        <w:rPr>
          <w:rFonts w:eastAsiaTheme="minorHAnsi"/>
        </w:rPr>
        <w:t>PS.01 Strojnotechnologická časť čerpacích staníc</w:t>
      </w:r>
    </w:p>
    <w:p w14:paraId="387A4E7F"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PS.02 </w:t>
      </w:r>
      <w:proofErr w:type="spellStart"/>
      <w:r w:rsidRPr="009D61C3">
        <w:rPr>
          <w:rFonts w:eastAsiaTheme="minorHAnsi"/>
        </w:rPr>
        <w:t>Elektrotechnologická</w:t>
      </w:r>
      <w:proofErr w:type="spellEnd"/>
      <w:r w:rsidRPr="009D61C3">
        <w:rPr>
          <w:rFonts w:eastAsiaTheme="minorHAnsi"/>
        </w:rPr>
        <w:t xml:space="preserve"> časť čerpacích staníc + ASRTP</w:t>
      </w:r>
    </w:p>
    <w:p w14:paraId="4529C1D6" w14:textId="7B9D7D05" w:rsidR="009D61C3" w:rsidRDefault="009D61C3" w:rsidP="009D61C3">
      <w:pPr>
        <w:pStyle w:val="Heading4"/>
        <w:numPr>
          <w:ilvl w:val="3"/>
          <w:numId w:val="20"/>
        </w:numPr>
        <w:rPr>
          <w:rFonts w:eastAsiaTheme="majorEastAsia"/>
          <w:b/>
        </w:rPr>
      </w:pPr>
      <w:r w:rsidRPr="009D61C3">
        <w:rPr>
          <w:b/>
          <w:bCs/>
        </w:rPr>
        <w:t>ČOV</w:t>
      </w:r>
      <w:r w:rsidRPr="009D61C3">
        <w:rPr>
          <w:rFonts w:eastAsiaTheme="majorEastAsia"/>
          <w:b/>
        </w:rPr>
        <w:t xml:space="preserve"> Kráľová pri Senci  – stavba čistiarne odpadových vôd</w:t>
      </w:r>
    </w:p>
    <w:p w14:paraId="460C28C2" w14:textId="6028A518" w:rsidR="009D61C3" w:rsidRPr="002A18A5" w:rsidRDefault="002A18A5" w:rsidP="002A18A5">
      <w:pPr>
        <w:pStyle w:val="Heading6"/>
        <w:numPr>
          <w:ilvl w:val="0"/>
          <w:numId w:val="0"/>
        </w:numPr>
        <w:ind w:left="709"/>
        <w:rPr>
          <w:rFonts w:eastAsiaTheme="minorHAnsi"/>
        </w:rPr>
      </w:pPr>
      <w:r w:rsidRPr="002A18A5">
        <w:rPr>
          <w:rFonts w:eastAsiaTheme="minorHAnsi"/>
        </w:rPr>
        <w:t xml:space="preserve">Predmetom je stavba novej čistiarne odpadových vôd súbežne so stavbou kanalizácie. Čistenie odpadových vôd bude zabezpečené na </w:t>
      </w:r>
      <w:proofErr w:type="spellStart"/>
      <w:r w:rsidRPr="002A18A5">
        <w:rPr>
          <w:rFonts w:eastAsiaTheme="minorHAnsi"/>
        </w:rPr>
        <w:t>mechanicko</w:t>
      </w:r>
      <w:proofErr w:type="spellEnd"/>
      <w:r w:rsidRPr="002A18A5">
        <w:rPr>
          <w:rFonts w:eastAsiaTheme="minorHAnsi"/>
        </w:rPr>
        <w:t xml:space="preserve"> – biologických linkách. Kalová koncovka je zabezpečená odvodňovaním aeróbne stabilizovaných kalov</w:t>
      </w:r>
    </w:p>
    <w:p w14:paraId="12527013" w14:textId="75AB75AB" w:rsidR="002A18A5" w:rsidRPr="002A18A5" w:rsidRDefault="00EA158B" w:rsidP="002A18A5">
      <w:pPr>
        <w:pStyle w:val="Heading6"/>
        <w:numPr>
          <w:ilvl w:val="0"/>
          <w:numId w:val="0"/>
        </w:numPr>
        <w:ind w:left="709"/>
        <w:rPr>
          <w:rFonts w:eastAsiaTheme="minorHAnsi"/>
        </w:rPr>
      </w:pPr>
      <w:r w:rsidRPr="00EA158B">
        <w:rPr>
          <w:rFonts w:eastAsiaTheme="minorHAnsi"/>
        </w:rPr>
        <w:t>Členenie stavby na stavebné objekty a prevádzkové súbory:</w:t>
      </w:r>
    </w:p>
    <w:p w14:paraId="0EA55EE5" w14:textId="45E2383A" w:rsidR="002A18A5" w:rsidRPr="00EA158B" w:rsidRDefault="00EA158B" w:rsidP="00EA158B">
      <w:pPr>
        <w:pStyle w:val="Heading6"/>
        <w:numPr>
          <w:ilvl w:val="0"/>
          <w:numId w:val="0"/>
        </w:numPr>
        <w:ind w:left="709"/>
        <w:rPr>
          <w:rFonts w:eastAsiaTheme="minorHAnsi"/>
          <w:b/>
          <w:bCs/>
        </w:rPr>
      </w:pPr>
      <w:r w:rsidRPr="00EA158B">
        <w:rPr>
          <w:rFonts w:eastAsiaTheme="minorHAnsi"/>
          <w:b/>
          <w:bCs/>
        </w:rPr>
        <w:t>Stavebné objekty</w:t>
      </w:r>
    </w:p>
    <w:p w14:paraId="3586624C" w14:textId="77777777" w:rsidR="00673D92" w:rsidRPr="00673D92" w:rsidRDefault="00673D92" w:rsidP="00673D92">
      <w:pPr>
        <w:ind w:left="709"/>
        <w:rPr>
          <w:rFonts w:eastAsiaTheme="majorEastAsia" w:cs="Arial"/>
          <w:b/>
          <w:szCs w:val="20"/>
        </w:rPr>
      </w:pPr>
      <w:r w:rsidRPr="00673D92">
        <w:rPr>
          <w:rFonts w:eastAsiaTheme="majorEastAsia" w:cs="Arial"/>
          <w:b/>
          <w:szCs w:val="20"/>
        </w:rPr>
        <w:t>SO 02 Čistiareň odpadových vôd</w:t>
      </w:r>
    </w:p>
    <w:p w14:paraId="7F75DEF0"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02.1   Objekt čistiarne</w:t>
      </w:r>
    </w:p>
    <w:p w14:paraId="67F69B84"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02.2   Vodovodná prípojka</w:t>
      </w:r>
    </w:p>
    <w:p w14:paraId="7AB8FA61"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02.3   Potrubné prepojenia</w:t>
      </w:r>
    </w:p>
    <w:p w14:paraId="256A5CDE"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 xml:space="preserve">SO 02.4   </w:t>
      </w:r>
      <w:proofErr w:type="spellStart"/>
      <w:r w:rsidRPr="00673D92">
        <w:rPr>
          <w:rFonts w:eastAsiaTheme="majorEastAsia" w:cs="Arial"/>
          <w:bCs/>
          <w:szCs w:val="20"/>
        </w:rPr>
        <w:t>Výustný</w:t>
      </w:r>
      <w:proofErr w:type="spellEnd"/>
      <w:r w:rsidRPr="00673D92">
        <w:rPr>
          <w:rFonts w:eastAsiaTheme="majorEastAsia" w:cs="Arial"/>
          <w:bCs/>
          <w:szCs w:val="20"/>
        </w:rPr>
        <w:t xml:space="preserve"> objekt</w:t>
      </w:r>
    </w:p>
    <w:p w14:paraId="7C796D69"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02.5   Spevnené plochy a terénne úpravy</w:t>
      </w:r>
    </w:p>
    <w:p w14:paraId="59676142"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02.6   Oplotenie so vstupnou bránou a bráničkou</w:t>
      </w:r>
    </w:p>
    <w:p w14:paraId="6E0B1497"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02.7   Prístupová komunikácia</w:t>
      </w:r>
    </w:p>
    <w:p w14:paraId="3A21C91C" w14:textId="77777777" w:rsidR="00673D92" w:rsidRPr="00673D92" w:rsidRDefault="00673D92" w:rsidP="00673D92">
      <w:pPr>
        <w:ind w:left="709"/>
        <w:rPr>
          <w:rFonts w:eastAsiaTheme="majorEastAsia" w:cs="Arial"/>
          <w:bCs/>
          <w:szCs w:val="20"/>
        </w:rPr>
      </w:pPr>
      <w:r w:rsidRPr="00673D92">
        <w:rPr>
          <w:rFonts w:eastAsiaTheme="majorEastAsia" w:cs="Arial"/>
          <w:bCs/>
          <w:szCs w:val="20"/>
        </w:rPr>
        <w:t>SO 02.8   NN prípojka</w:t>
      </w:r>
    </w:p>
    <w:p w14:paraId="052BEF2E" w14:textId="77777777" w:rsidR="00673D92" w:rsidRPr="00673D92" w:rsidRDefault="00673D92" w:rsidP="00673D92">
      <w:pPr>
        <w:ind w:left="709"/>
        <w:rPr>
          <w:rFonts w:eastAsiaTheme="majorEastAsia" w:cs="Arial"/>
          <w:b/>
          <w:szCs w:val="20"/>
        </w:rPr>
      </w:pPr>
      <w:r w:rsidRPr="00673D92">
        <w:rPr>
          <w:rFonts w:eastAsiaTheme="majorEastAsia" w:cs="Arial"/>
          <w:b/>
          <w:szCs w:val="20"/>
        </w:rPr>
        <w:t>Prevádzkové súbory</w:t>
      </w:r>
    </w:p>
    <w:p w14:paraId="0183650C" w14:textId="77777777" w:rsidR="00673D92" w:rsidRPr="00673D92" w:rsidRDefault="00673D92" w:rsidP="00673D92">
      <w:pPr>
        <w:ind w:left="709"/>
        <w:rPr>
          <w:rFonts w:eastAsiaTheme="majorEastAsia" w:cs="Arial"/>
          <w:bCs/>
          <w:szCs w:val="20"/>
        </w:rPr>
      </w:pPr>
      <w:r w:rsidRPr="00673D92">
        <w:rPr>
          <w:rFonts w:eastAsiaTheme="majorEastAsia" w:cs="Arial"/>
          <w:bCs/>
          <w:szCs w:val="20"/>
        </w:rPr>
        <w:t>PS 02.1   Strojnotechnologická časť</w:t>
      </w:r>
    </w:p>
    <w:p w14:paraId="2FF29E11" w14:textId="28C82CB7" w:rsidR="002A18A5" w:rsidRPr="00673D92" w:rsidRDefault="00673D92" w:rsidP="00673D92">
      <w:pPr>
        <w:ind w:left="709"/>
        <w:rPr>
          <w:rFonts w:eastAsiaTheme="majorEastAsia" w:cs="Arial"/>
          <w:bCs/>
          <w:szCs w:val="20"/>
        </w:rPr>
      </w:pPr>
      <w:r w:rsidRPr="00673D92">
        <w:rPr>
          <w:rFonts w:eastAsiaTheme="majorEastAsia" w:cs="Arial"/>
          <w:bCs/>
          <w:szCs w:val="20"/>
        </w:rPr>
        <w:t xml:space="preserve">PS 02.2   </w:t>
      </w:r>
      <w:proofErr w:type="spellStart"/>
      <w:r w:rsidRPr="00673D92">
        <w:rPr>
          <w:rFonts w:eastAsiaTheme="majorEastAsia" w:cs="Arial"/>
          <w:bCs/>
          <w:szCs w:val="20"/>
        </w:rPr>
        <w:t>Elektrotechnologická</w:t>
      </w:r>
      <w:proofErr w:type="spellEnd"/>
      <w:r w:rsidRPr="00673D92">
        <w:rPr>
          <w:rFonts w:eastAsiaTheme="majorEastAsia" w:cs="Arial"/>
          <w:bCs/>
          <w:szCs w:val="20"/>
        </w:rPr>
        <w:t xml:space="preserve"> časť</w:t>
      </w:r>
    </w:p>
    <w:p w14:paraId="5E9D0ABF" w14:textId="031404D0" w:rsidR="002A18A5" w:rsidRDefault="006B3F21" w:rsidP="006B3F21">
      <w:pPr>
        <w:pStyle w:val="Heading3"/>
      </w:pPr>
      <w:r w:rsidRPr="006B3F21">
        <w:lastRenderedPageBreak/>
        <w:tab/>
      </w:r>
      <w:bookmarkStart w:id="380" w:name="_Toc34734244"/>
      <w:r w:rsidRPr="006B3F21">
        <w:t>MIESTO DODANIA PREDMETU ZÁKAZKY</w:t>
      </w:r>
      <w:bookmarkEnd w:id="380"/>
    </w:p>
    <w:p w14:paraId="32095C68" w14:textId="239FD4E9" w:rsidR="006B3F21" w:rsidRPr="00707F61" w:rsidRDefault="00707F61" w:rsidP="00707F61">
      <w:pPr>
        <w:pStyle w:val="Heading4"/>
        <w:numPr>
          <w:ilvl w:val="0"/>
          <w:numId w:val="0"/>
        </w:numPr>
        <w:ind w:left="709"/>
      </w:pPr>
      <w:r w:rsidRPr="00D10BF0">
        <w:t>Miesto dodania Predmetu zákazky: katastrálne územie obcí Kráľová pri Senci, Kostolná pri Dunaji a Hrubá Borša. Bližšie podľa projektovej dokumentácie, ktorá je prílohou súťažných podkladov.</w:t>
      </w:r>
    </w:p>
    <w:p w14:paraId="50C59200" w14:textId="0F4271CA" w:rsidR="002A18A5" w:rsidRPr="006B3F21" w:rsidRDefault="006B3F21" w:rsidP="006B3F21">
      <w:pPr>
        <w:pStyle w:val="Heading3"/>
      </w:pPr>
      <w:r w:rsidRPr="006B3F21">
        <w:tab/>
      </w:r>
      <w:bookmarkStart w:id="381" w:name="_Toc34734245"/>
      <w:r w:rsidRPr="006B3F21">
        <w:t>TERMÍN DODANIA PREDMETU ZÁKAZKY</w:t>
      </w:r>
      <w:bookmarkEnd w:id="381"/>
    </w:p>
    <w:p w14:paraId="692AEDBE" w14:textId="77777777" w:rsidR="00707F61" w:rsidRDefault="00707F61" w:rsidP="00707F61">
      <w:pPr>
        <w:pStyle w:val="Heading4"/>
      </w:pPr>
      <w:r w:rsidRPr="00D10BF0">
        <w:t xml:space="preserve">Termín realizácie Predmetu zákazky: </w:t>
      </w:r>
    </w:p>
    <w:p w14:paraId="2EEF8364" w14:textId="77777777" w:rsidR="00707F61" w:rsidRDefault="00707F61" w:rsidP="00707F61">
      <w:pPr>
        <w:pStyle w:val="Heading6"/>
      </w:pPr>
      <w:r>
        <w:t xml:space="preserve">dokončenie čistiarne odpadových vôd Kráľová pri Senci: </w:t>
      </w:r>
      <w:r w:rsidRPr="003E0E80">
        <w:rPr>
          <w:b/>
          <w:bCs/>
        </w:rPr>
        <w:t>do 20 mesiacov</w:t>
      </w:r>
      <w:r>
        <w:t xml:space="preserve"> odo dňa nadobudnutia účinnosti Zmluvy;</w:t>
      </w:r>
    </w:p>
    <w:p w14:paraId="3590665A" w14:textId="64A99BE6" w:rsidR="00707F61" w:rsidRDefault="00707F61" w:rsidP="00707F61">
      <w:pPr>
        <w:pStyle w:val="Heading6"/>
      </w:pPr>
      <w:r>
        <w:t xml:space="preserve">dokončenie ostatných častí diela - kanalizácia Kráľová pri Senci, kanalizácia Kostolná pri Dunaji a kanalizácia Hrubá Borša: </w:t>
      </w:r>
      <w:r w:rsidRPr="003E0E80">
        <w:rPr>
          <w:b/>
          <w:bCs/>
        </w:rPr>
        <w:t>do 24 mesiacov</w:t>
      </w:r>
      <w:r>
        <w:t xml:space="preserve"> odo dňa nadobudnutia účinnosti Zmluvy.</w:t>
      </w:r>
    </w:p>
    <w:p w14:paraId="59CEC2DC" w14:textId="15BB10E4" w:rsidR="00FD4545" w:rsidRPr="00FD4545" w:rsidRDefault="00FD4545" w:rsidP="00F540DD">
      <w:pPr>
        <w:pStyle w:val="Heading4"/>
      </w:pPr>
      <w:r w:rsidRPr="00FD4545">
        <w:t xml:space="preserve">Uchádzač je povinný vypracovať časový, technický a personálny </w:t>
      </w:r>
      <w:r w:rsidR="007860D7">
        <w:t>harmonogram</w:t>
      </w:r>
      <w:r w:rsidRPr="00FD4545">
        <w:t xml:space="preserve"> zabezpečenia realizácie Predmetu zákazky v súlade s podmienkami uvedenými v Prílohe č. B.5 týchto súťažných podkladov</w:t>
      </w:r>
      <w:r w:rsidR="00E743E0">
        <w:t xml:space="preserve"> a tieto predložiť ako súčasť ponuky</w:t>
      </w:r>
      <w:r w:rsidRPr="00FD4545">
        <w:t>.</w:t>
      </w:r>
    </w:p>
    <w:p w14:paraId="0E227355" w14:textId="406A1B87" w:rsidR="002A18A5" w:rsidRPr="000F10C6" w:rsidRDefault="000F10C6" w:rsidP="000F10C6">
      <w:pPr>
        <w:pStyle w:val="Heading3"/>
      </w:pPr>
      <w:bookmarkStart w:id="382" w:name="_Toc34734246"/>
      <w:r>
        <w:t>Ostatné podmienky realizácie predmetu zákazky</w:t>
      </w:r>
      <w:bookmarkEnd w:id="382"/>
    </w:p>
    <w:p w14:paraId="0DDD3BE4" w14:textId="7B237560" w:rsidR="002A18A5" w:rsidRDefault="00572BB1" w:rsidP="00572BB1">
      <w:pPr>
        <w:pStyle w:val="Heading4"/>
        <w:numPr>
          <w:ilvl w:val="0"/>
          <w:numId w:val="0"/>
        </w:numPr>
        <w:ind w:left="709"/>
      </w:pPr>
      <w:r w:rsidRPr="00572BB1">
        <w:t>Ostatn</w:t>
      </w:r>
      <w:r>
        <w:t>é podmienky realizácie predmetu zákazky obsahuje tiež návrh Zmluvy o Dielo, ktorý tvorí prílohu č. D.1 týchto súťažných podkladov</w:t>
      </w:r>
      <w:r w:rsidR="006A4513">
        <w:t>, pričom podmienky uvedené v návrhu Zmluvy o Dielo sa považujú za súčasť opisu predmetu zákazky upravujúce záväzné podmienky a spôsob realizácie diela.</w:t>
      </w:r>
    </w:p>
    <w:p w14:paraId="1A5AED5F" w14:textId="77B15278" w:rsidR="006A4513" w:rsidRDefault="006A4513" w:rsidP="009E51AD">
      <w:pPr>
        <w:pStyle w:val="Heading4"/>
        <w:numPr>
          <w:ilvl w:val="0"/>
          <w:numId w:val="0"/>
        </w:numPr>
        <w:ind w:left="709"/>
      </w:pPr>
      <w:r>
        <w:t xml:space="preserve">Podrobný opis predmetu zákazky a ďalšie požiadavky na spôsob vykonania diela </w:t>
      </w:r>
      <w:r w:rsidR="009E51AD">
        <w:t>a ostatných plnení tvoriacich predmetu zákazky sa nachádza v nasledovných prílohách tejto Časti B. Opis predmetu zákazky súťažných podkladov.</w:t>
      </w:r>
    </w:p>
    <w:p w14:paraId="68B5AA85" w14:textId="77777777" w:rsidR="00C52B25" w:rsidRPr="00C52B25" w:rsidRDefault="00C52B25" w:rsidP="00C52B25"/>
    <w:p w14:paraId="363107A0" w14:textId="6DFE0B80" w:rsidR="003B49C4" w:rsidRPr="00D10BF0" w:rsidRDefault="003B49C4" w:rsidP="003B49C4">
      <w:pPr>
        <w:ind w:left="709"/>
        <w:rPr>
          <w:rFonts w:eastAsiaTheme="majorEastAsia" w:cs="Arial"/>
          <w:b/>
          <w:szCs w:val="20"/>
        </w:rPr>
      </w:pPr>
      <w:r w:rsidRPr="00D10BF0">
        <w:rPr>
          <w:rFonts w:eastAsiaTheme="majorEastAsia" w:cs="Arial"/>
          <w:b/>
          <w:szCs w:val="20"/>
        </w:rPr>
        <w:t>Prílohy Časti B. Súťažných podkladov</w:t>
      </w:r>
    </w:p>
    <w:p w14:paraId="4CAF14C1" w14:textId="2A717947" w:rsidR="007E6CD3" w:rsidRDefault="003B49C4" w:rsidP="009F5AEC">
      <w:pPr>
        <w:ind w:left="1985" w:hanging="1276"/>
      </w:pPr>
      <w:r w:rsidRPr="00D10BF0">
        <w:rPr>
          <w:rFonts w:cs="Arial"/>
          <w:szCs w:val="20"/>
        </w:rPr>
        <w:t xml:space="preserve">Príloha č. </w:t>
      </w:r>
      <w:r w:rsidR="007846D3">
        <w:t>B.1</w:t>
      </w:r>
      <w:r w:rsidRPr="00D10BF0">
        <w:rPr>
          <w:rFonts w:cs="Arial"/>
          <w:szCs w:val="20"/>
        </w:rPr>
        <w:tab/>
      </w:r>
      <w:r w:rsidR="007846D3" w:rsidRPr="007846D3">
        <w:t>Projektová dokumentácia stavby „KANALIZÁCIA A ČOV Kráľová pri Senci, Hrubá Borša, Kostolná pri Dunaji“ s vyjadreniami dotknutých orgánov k územnému / stavebnému konaniu</w:t>
      </w:r>
    </w:p>
    <w:p w14:paraId="4DAC5E84" w14:textId="402A1B98" w:rsidR="007846D3" w:rsidRDefault="007846D3" w:rsidP="009F5AEC">
      <w:pPr>
        <w:ind w:left="1985" w:hanging="1276"/>
      </w:pPr>
      <w:r>
        <w:t>Príloha č. B.2</w:t>
      </w:r>
      <w:r>
        <w:tab/>
      </w:r>
      <w:r w:rsidRPr="007846D3">
        <w:t>Všeobecné požiadavky na Stavenisko a vykonávanie prác</w:t>
      </w:r>
    </w:p>
    <w:p w14:paraId="5F3ECEBC" w14:textId="0266E349" w:rsidR="007846D3" w:rsidRDefault="007846D3" w:rsidP="009F5AEC">
      <w:pPr>
        <w:ind w:left="1985" w:hanging="1276"/>
      </w:pPr>
      <w:r>
        <w:t>Príloha č. B.3</w:t>
      </w:r>
      <w:r>
        <w:tab/>
      </w:r>
      <w:r w:rsidRPr="007846D3">
        <w:t>Požiadavky na Dokumentáciu Zhotoviteľa a súvisiacu inžiniersku činnosť</w:t>
      </w:r>
    </w:p>
    <w:p w14:paraId="22AE0C99" w14:textId="60368B82" w:rsidR="007846D3" w:rsidRDefault="007846D3" w:rsidP="007846D3">
      <w:pPr>
        <w:ind w:left="1985" w:hanging="1276"/>
      </w:pPr>
      <w:r>
        <w:t>Príloha č. B.4</w:t>
      </w:r>
      <w:r>
        <w:tab/>
      </w:r>
      <w:r w:rsidRPr="007846D3">
        <w:t>Požiadavky na Skúšky</w:t>
      </w:r>
    </w:p>
    <w:p w14:paraId="2792D664" w14:textId="4FADA2A9" w:rsidR="00FD4545" w:rsidRPr="00F540DD" w:rsidRDefault="00FD4545" w:rsidP="007846D3">
      <w:pPr>
        <w:ind w:left="1985" w:hanging="1276"/>
      </w:pPr>
      <w:r w:rsidRPr="00F540DD">
        <w:t>Príloha č. B.5</w:t>
      </w:r>
      <w:r w:rsidRPr="00F540DD">
        <w:tab/>
        <w:t xml:space="preserve">Požiadavky na časový, technický a </w:t>
      </w:r>
      <w:proofErr w:type="spellStart"/>
      <w:r w:rsidRPr="00F540DD">
        <w:t>prsonálny</w:t>
      </w:r>
      <w:proofErr w:type="spellEnd"/>
      <w:r w:rsidRPr="00F540DD">
        <w:t xml:space="preserve"> </w:t>
      </w:r>
      <w:r w:rsidR="00DB0E13">
        <w:t>harmonogram</w:t>
      </w:r>
      <w:r w:rsidRPr="00F540DD">
        <w:t xml:space="preserve"> zabezpečenia realizácie predmetu zákazky (vrátane vzorových tabuliek na vyplnenie B.5a, B.5b a B.5c)</w:t>
      </w:r>
    </w:p>
    <w:p w14:paraId="07109844" w14:textId="77777777" w:rsidR="007846D3" w:rsidRPr="00F540DD" w:rsidRDefault="007846D3" w:rsidP="009F5AEC">
      <w:pPr>
        <w:ind w:left="1985" w:hanging="1276"/>
      </w:pPr>
    </w:p>
    <w:p w14:paraId="73BC00E2" w14:textId="77777777" w:rsidR="007E6CD3" w:rsidRPr="00D10BF0" w:rsidRDefault="007E6CD3" w:rsidP="007E6CD3">
      <w:pPr>
        <w:rPr>
          <w:rFonts w:eastAsiaTheme="majorEastAsia" w:cs="Arial"/>
          <w:szCs w:val="20"/>
        </w:rPr>
      </w:pPr>
    </w:p>
    <w:p w14:paraId="0E7AD6F7" w14:textId="77777777" w:rsidR="007E6CD3" w:rsidRPr="00D10BF0" w:rsidRDefault="007E6CD3" w:rsidP="007E6CD3">
      <w:pPr>
        <w:rPr>
          <w:rFonts w:eastAsiaTheme="majorEastAsia" w:cs="Arial"/>
          <w:szCs w:val="20"/>
        </w:rPr>
      </w:pPr>
    </w:p>
    <w:p w14:paraId="199574C2" w14:textId="77777777" w:rsidR="007E6CD3" w:rsidRPr="00D10BF0" w:rsidRDefault="007E6CD3" w:rsidP="007E6CD3">
      <w:pPr>
        <w:rPr>
          <w:rFonts w:eastAsiaTheme="majorEastAsia" w:cs="Arial"/>
          <w:szCs w:val="20"/>
        </w:rPr>
      </w:pPr>
    </w:p>
    <w:p w14:paraId="62E85FFA" w14:textId="77777777" w:rsidR="002573A5" w:rsidRPr="00D10BF0" w:rsidRDefault="002573A5">
      <w:pPr>
        <w:rPr>
          <w:rFonts w:eastAsiaTheme="majorEastAsia" w:cstheme="majorBidi"/>
          <w:b/>
          <w:spacing w:val="30"/>
          <w:sz w:val="28"/>
          <w:szCs w:val="28"/>
        </w:rPr>
      </w:pPr>
      <w:r w:rsidRPr="00D10BF0">
        <w:rPr>
          <w:b/>
          <w:sz w:val="28"/>
          <w:szCs w:val="28"/>
        </w:rPr>
        <w:br w:type="page"/>
      </w:r>
    </w:p>
    <w:p w14:paraId="2057FB57" w14:textId="55A81B36" w:rsidR="00AB7E74" w:rsidRPr="00D10BF0" w:rsidRDefault="00AB7E74" w:rsidP="001B3C96">
      <w:pPr>
        <w:pStyle w:val="Heading1"/>
      </w:pPr>
      <w:bookmarkStart w:id="383" w:name="_Toc4416503"/>
      <w:bookmarkStart w:id="384" w:name="_Toc4416638"/>
      <w:bookmarkStart w:id="385" w:name="_Toc4416932"/>
      <w:bookmarkStart w:id="386" w:name="_Toc4416981"/>
      <w:bookmarkStart w:id="387" w:name="_Toc34734247"/>
      <w:r w:rsidRPr="00D10BF0">
        <w:lastRenderedPageBreak/>
        <w:t>Spôsob určenia ceny</w:t>
      </w:r>
      <w:bookmarkEnd w:id="379"/>
      <w:bookmarkEnd w:id="383"/>
      <w:bookmarkEnd w:id="384"/>
      <w:bookmarkEnd w:id="385"/>
      <w:bookmarkEnd w:id="386"/>
      <w:r w:rsidR="00532851" w:rsidRPr="00D10BF0">
        <w:t xml:space="preserve"> a nákladov</w:t>
      </w:r>
      <w:bookmarkEnd w:id="387"/>
    </w:p>
    <w:p w14:paraId="5AB616E9" w14:textId="78CD115D" w:rsidR="00AB7E74" w:rsidRPr="00D10BF0" w:rsidRDefault="00AB7E74" w:rsidP="00DB3EC1">
      <w:pPr>
        <w:pStyle w:val="Heading3"/>
      </w:pPr>
      <w:bookmarkStart w:id="388" w:name="_Toc400006306"/>
      <w:bookmarkStart w:id="389" w:name="_Toc444084985"/>
      <w:bookmarkStart w:id="390" w:name="_Toc4416639"/>
      <w:bookmarkStart w:id="391" w:name="_Toc4416933"/>
      <w:bookmarkStart w:id="392" w:name="_Toc4416982"/>
      <w:bookmarkStart w:id="393" w:name="_Toc34734248"/>
      <w:r w:rsidRPr="00D10BF0">
        <w:t xml:space="preserve">Stanovenie ceny za </w:t>
      </w:r>
      <w:r w:rsidR="007D674D" w:rsidRPr="00D10BF0">
        <w:t>Predmet</w:t>
      </w:r>
      <w:r w:rsidRPr="00D10BF0">
        <w:t xml:space="preserve"> zákazky</w:t>
      </w:r>
      <w:bookmarkEnd w:id="388"/>
      <w:bookmarkEnd w:id="389"/>
      <w:bookmarkEnd w:id="390"/>
      <w:bookmarkEnd w:id="391"/>
      <w:bookmarkEnd w:id="392"/>
      <w:r w:rsidR="00D12961" w:rsidRPr="00D10BF0">
        <w:t xml:space="preserve"> </w:t>
      </w:r>
      <w:r w:rsidR="00FA0E5D" w:rsidRPr="00D10BF0">
        <w:t>a nákladov na prevádzku</w:t>
      </w:r>
      <w:bookmarkEnd w:id="393"/>
    </w:p>
    <w:p w14:paraId="42BAC95E" w14:textId="71E1AEA8" w:rsidR="009C25FE" w:rsidRPr="00D10BF0" w:rsidRDefault="00AB7E74" w:rsidP="001E5CF9">
      <w:pPr>
        <w:pStyle w:val="Heading4"/>
      </w:pPr>
      <w:r w:rsidRPr="00D10BF0">
        <w:t xml:space="preserve">Cena za </w:t>
      </w:r>
      <w:r w:rsidR="007D674D" w:rsidRPr="00D10BF0">
        <w:t>Predmet</w:t>
      </w:r>
      <w:r w:rsidRPr="00D10BF0">
        <w:t xml:space="preserve"> zákazky podľa Časti B.  Opis </w:t>
      </w:r>
      <w:r w:rsidR="007D674D" w:rsidRPr="00D10BF0">
        <w:t>Predmet</w:t>
      </w:r>
      <w:r w:rsidRPr="00D10BF0">
        <w:t>u zákazky musí byť stanovená v zmysle zákona NR SR č.18/1996 Z. z. o cenách, v platnom znení a vyhlášky MF SR č.87/1996 Z. z., ktorou sa tento vykonáva.</w:t>
      </w:r>
    </w:p>
    <w:p w14:paraId="2585199F" w14:textId="230FFC9C" w:rsidR="009C25FE" w:rsidRPr="00D10BF0" w:rsidRDefault="009C25FE" w:rsidP="001E5CF9">
      <w:pPr>
        <w:pStyle w:val="Heading4"/>
      </w:pPr>
      <w:r w:rsidRPr="00D10BF0">
        <w:t>Uchádzač musí v ponuke uviesť celkovú cenu</w:t>
      </w:r>
      <w:r w:rsidR="00AD2F22" w:rsidRPr="00D10BF0">
        <w:t> </w:t>
      </w:r>
      <w:r w:rsidR="007D674D" w:rsidRPr="00D10BF0">
        <w:t>Predmet</w:t>
      </w:r>
      <w:r w:rsidRPr="00D10BF0">
        <w:t>u zákazky v</w:t>
      </w:r>
      <w:r w:rsidR="009039CA" w:rsidRPr="00D10BF0">
        <w:t xml:space="preserve"> Prílohe č. </w:t>
      </w:r>
      <w:r w:rsidR="005E3DDA" w:rsidRPr="00D10BF0">
        <w:t>C.</w:t>
      </w:r>
      <w:r w:rsidR="009039CA" w:rsidRPr="00D10BF0">
        <w:t>1 týchto súťažných podkladov – Návrh na plnen</w:t>
      </w:r>
      <w:r w:rsidR="009039CA" w:rsidRPr="00C22476">
        <w:t>ie kritérií</w:t>
      </w:r>
      <w:r w:rsidR="00E9590E" w:rsidRPr="00C22476">
        <w:t xml:space="preserve"> ako aj cenu každej položky určenej v Prílohe č. C.2 – Rozpočet zmluvnej ceny</w:t>
      </w:r>
      <w:r w:rsidRPr="00C22476">
        <w:t>.</w:t>
      </w:r>
    </w:p>
    <w:p w14:paraId="59F7C309" w14:textId="088D86EB" w:rsidR="00AB7E74" w:rsidRPr="00D10BF0" w:rsidRDefault="00292B40" w:rsidP="001E5CF9">
      <w:pPr>
        <w:pStyle w:val="Heading4"/>
      </w:pPr>
      <w:r w:rsidRPr="00D10BF0">
        <w:t xml:space="preserve">Základnou zásadou posudzovania cien a nákladov ponúknutých uchádzačmi je posudzovanie </w:t>
      </w:r>
      <w:r w:rsidR="000B0639" w:rsidRPr="00D10BF0">
        <w:t xml:space="preserve">celkovej </w:t>
      </w:r>
      <w:r w:rsidRPr="00D10BF0">
        <w:t xml:space="preserve">ceny za </w:t>
      </w:r>
      <w:r w:rsidR="000B0639" w:rsidRPr="00D10BF0">
        <w:t xml:space="preserve">dodanie Predmetu zákazky, v ktorej uchádzač zahranie všetky ceny za </w:t>
      </w:r>
      <w:r w:rsidRPr="00D10BF0">
        <w:t xml:space="preserve">dodanie diela, všetkej dokumentácie, materiálov, poistenia, dopravy, </w:t>
      </w:r>
      <w:proofErr w:type="spellStart"/>
      <w:r w:rsidRPr="00D10BF0">
        <w:t>kompletačných</w:t>
      </w:r>
      <w:proofErr w:type="spellEnd"/>
      <w:r w:rsidRPr="00D10BF0">
        <w:t xml:space="preserve"> činností</w:t>
      </w:r>
      <w:r w:rsidR="000B0639" w:rsidRPr="00D10BF0">
        <w:t>,</w:t>
      </w:r>
      <w:r w:rsidRPr="00D10BF0">
        <w:t xml:space="preserve"> </w:t>
      </w:r>
      <w:r w:rsidR="000B0639" w:rsidRPr="00D10BF0">
        <w:t>dočasné užívanie verejných komunikácií, poplatky, zriadenie, prevádzku a vypratanie zariadenia staveniska, náklady na vypracovanie dielenskej alebo výrobnej dokumentácie, náklady na stráženie staveniska, geodetické vytýčenie jednotlivých objektov stavby, spotrebu elektrickej energie a vody, poistné stavby počas realizácie, revízie vrátane akýchkoľvek ostatných nákladov, ktoré mu môžu v súvislosti s realizáciou Predmetu zákazky vzniknú</w:t>
      </w:r>
      <w:r w:rsidRPr="00D10BF0">
        <w:t xml:space="preserve">, </w:t>
      </w:r>
      <w:r w:rsidR="000B0639" w:rsidRPr="00D10BF0">
        <w:t xml:space="preserve">a </w:t>
      </w:r>
      <w:r w:rsidRPr="00D10BF0">
        <w:t>ktorú by Verejný obstarávateľ bol povinný zaplatiť uchádzačovi v prípade úspechu jeho ponuky v tejto Verejnej súťaži v súlade s platným právnym režimom upravujúcim akékoľvek dane, clá a poplatky vzťahujúce sa na dodanie Predmetu zákazky.</w:t>
      </w:r>
    </w:p>
    <w:p w14:paraId="17A67633" w14:textId="4AC7DEAE" w:rsidR="00AB7E74" w:rsidRPr="00D10BF0" w:rsidRDefault="00AB7E74" w:rsidP="00DB3EC1">
      <w:pPr>
        <w:pStyle w:val="Heading3"/>
      </w:pPr>
      <w:bookmarkStart w:id="394" w:name="_Toc400006307"/>
      <w:bookmarkStart w:id="395" w:name="_Toc444084986"/>
      <w:bookmarkStart w:id="396" w:name="_Toc4416640"/>
      <w:bookmarkStart w:id="397" w:name="_Toc4416934"/>
      <w:bookmarkStart w:id="398" w:name="_Toc4416983"/>
      <w:bookmarkStart w:id="399" w:name="_Toc34734249"/>
      <w:r w:rsidRPr="00D10BF0">
        <w:t xml:space="preserve">Predloženie ceny za </w:t>
      </w:r>
      <w:r w:rsidR="007D674D" w:rsidRPr="00D10BF0">
        <w:t>Predmet</w:t>
      </w:r>
      <w:r w:rsidRPr="00D10BF0">
        <w:t xml:space="preserve"> zákazky</w:t>
      </w:r>
      <w:bookmarkEnd w:id="394"/>
      <w:bookmarkEnd w:id="395"/>
      <w:bookmarkEnd w:id="396"/>
      <w:bookmarkEnd w:id="397"/>
      <w:bookmarkEnd w:id="398"/>
      <w:bookmarkEnd w:id="399"/>
    </w:p>
    <w:p w14:paraId="774336AE" w14:textId="77777777" w:rsidR="00AB7E74" w:rsidRPr="00D10BF0" w:rsidRDefault="00AB7E74" w:rsidP="00C01EBB">
      <w:pPr>
        <w:pStyle w:val="ListParagraph"/>
        <w:widowControl w:val="0"/>
        <w:numPr>
          <w:ilvl w:val="0"/>
          <w:numId w:val="8"/>
        </w:numPr>
        <w:contextualSpacing w:val="0"/>
        <w:rPr>
          <w:rFonts w:ascii="Cambria" w:hAnsi="Cambria" w:cs="Arial"/>
          <w:vanish/>
        </w:rPr>
      </w:pPr>
    </w:p>
    <w:p w14:paraId="658CA737" w14:textId="2DA62260" w:rsidR="00AB7E74" w:rsidRPr="00C22476" w:rsidRDefault="00857B59" w:rsidP="001E5CF9">
      <w:pPr>
        <w:pStyle w:val="Heading4"/>
      </w:pPr>
      <w:r w:rsidRPr="00C22476">
        <w:t>Uchádzač</w:t>
      </w:r>
      <w:r w:rsidR="00AB7E74" w:rsidRPr="00C22476">
        <w:t xml:space="preserve"> uvedie navrhovanú zmluvnú cenu </w:t>
      </w:r>
      <w:r w:rsidR="00DE0F2D" w:rsidRPr="00C22476">
        <w:t xml:space="preserve">v mene EUR </w:t>
      </w:r>
      <w:r w:rsidR="00AB7E74" w:rsidRPr="00C22476">
        <w:t>bez DPH.</w:t>
      </w:r>
      <w:r w:rsidRPr="00C22476">
        <w:t xml:space="preserve"> </w:t>
      </w:r>
      <w:r w:rsidR="00DE0F2D" w:rsidRPr="00C22476">
        <w:t xml:space="preserve">Hodnotená bude cena v mene EUR </w:t>
      </w:r>
      <w:r w:rsidR="00081A3E" w:rsidRPr="00C22476">
        <w:t>vrátane</w:t>
      </w:r>
      <w:r w:rsidR="00DE0F2D" w:rsidRPr="00C22476">
        <w:t xml:space="preserve"> DPH. </w:t>
      </w:r>
      <w:r w:rsidRPr="00C22476">
        <w:t>Uchádzač uvedie, či je registrovaným platiteľom DPH v Slovenskej republike alebo nie</w:t>
      </w:r>
      <w:r w:rsidR="00AB7E74" w:rsidRPr="00C22476">
        <w:t xml:space="preserve">. </w:t>
      </w:r>
    </w:p>
    <w:p w14:paraId="40A330D2" w14:textId="43938449" w:rsidR="00AB7E74" w:rsidRPr="00C22476" w:rsidRDefault="00DE0F2D" w:rsidP="001E5CF9">
      <w:pPr>
        <w:pStyle w:val="Heading4"/>
      </w:pPr>
      <w:r w:rsidRPr="00C22476">
        <w:t>DPH</w:t>
      </w:r>
      <w:r w:rsidR="00E05588" w:rsidRPr="00C22476">
        <w:t xml:space="preserve"> sa bude uplatňovať vždy v zmysle platných právnych predpisov aplikovateľných v čase fakturácie zmluvnej ceny. Podrobnosti upravuje návrh Zmluvy uvedený v časti D. Obchodné podmienky súťažných podkladov.</w:t>
      </w:r>
      <w:r w:rsidR="00AB7E74" w:rsidRPr="00C22476">
        <w:t xml:space="preserve"> </w:t>
      </w:r>
    </w:p>
    <w:p w14:paraId="196C77B7" w14:textId="44657494" w:rsidR="00AB7E74" w:rsidRPr="00C22476" w:rsidRDefault="00AB7E74" w:rsidP="001E5CF9">
      <w:pPr>
        <w:pStyle w:val="Heading4"/>
      </w:pPr>
      <w:r w:rsidRPr="00C22476">
        <w:t xml:space="preserve">Cenu ponúkaného </w:t>
      </w:r>
      <w:r w:rsidR="007D674D" w:rsidRPr="00C22476">
        <w:t>Predmet</w:t>
      </w:r>
      <w:r w:rsidRPr="00C22476">
        <w:t xml:space="preserve">u zákazky predloží uchádzač vyplnením </w:t>
      </w:r>
      <w:r w:rsidR="004724DD">
        <w:t>tabuliek</w:t>
      </w:r>
      <w:r w:rsidR="004724DD" w:rsidRPr="00C22476">
        <w:t xml:space="preserve"> </w:t>
      </w:r>
      <w:r w:rsidR="0081533D" w:rsidRPr="00C22476">
        <w:t>v</w:t>
      </w:r>
      <w:r w:rsidRPr="00C22476">
        <w:t xml:space="preserve"> </w:t>
      </w:r>
      <w:r w:rsidR="0081533D" w:rsidRPr="00C22476">
        <w:t xml:space="preserve">Prílohe č. </w:t>
      </w:r>
      <w:r w:rsidR="005E3DDA" w:rsidRPr="00C22476">
        <w:t>C.</w:t>
      </w:r>
      <w:r w:rsidR="00BF20EF" w:rsidRPr="00C22476">
        <w:t>2</w:t>
      </w:r>
      <w:r w:rsidR="0081533D" w:rsidRPr="00C22476">
        <w:t xml:space="preserve"> týchto súťažných podkladov – </w:t>
      </w:r>
      <w:r w:rsidR="00BF20EF" w:rsidRPr="00C22476">
        <w:t>Rozpočet zmluvnej ceny</w:t>
      </w:r>
      <w:r w:rsidR="004724DD">
        <w:t xml:space="preserve"> podľa pokynov uvedených v preambule k výkazu výmer, ktorá </w:t>
      </w:r>
      <w:r w:rsidR="00C95DC0">
        <w:t>je v Prílohe č. C.2 týchto súťažných podkladov</w:t>
      </w:r>
      <w:r w:rsidRPr="00C22476">
        <w:t>.</w:t>
      </w:r>
      <w:r w:rsidR="004D4604">
        <w:t xml:space="preserve"> Do Prílohy č. C.2 – rozpočet zmluvnej ceny </w:t>
      </w:r>
      <w:proofErr w:type="spellStart"/>
      <w:r w:rsidR="004D4604">
        <w:t>ucádzač</w:t>
      </w:r>
      <w:proofErr w:type="spellEnd"/>
      <w:r w:rsidR="004D4604">
        <w:t xml:space="preserve"> vkladá ceny bez DPH.</w:t>
      </w:r>
    </w:p>
    <w:p w14:paraId="3BFA504B" w14:textId="3D5E3393" w:rsidR="009F6BAD" w:rsidRPr="00D10BF0" w:rsidRDefault="00521F93" w:rsidP="001E5CF9">
      <w:pPr>
        <w:pStyle w:val="Heading4"/>
      </w:pPr>
      <w:r w:rsidRPr="00D10BF0">
        <w:t xml:space="preserve">Uchádzač musí predložiť ponuku na celý požadovaný rozsah </w:t>
      </w:r>
      <w:r w:rsidR="007D674D" w:rsidRPr="00D10BF0">
        <w:t>Predmet</w:t>
      </w:r>
      <w:r w:rsidRPr="00D10BF0">
        <w:t xml:space="preserve">u zákazky, t. j. musí dať ponuku na všetky položky </w:t>
      </w:r>
      <w:r w:rsidR="00223CAE" w:rsidRPr="00D10BF0">
        <w:t>Rozpočtu zmluvnej ceny</w:t>
      </w:r>
      <w:r w:rsidRPr="00D10BF0">
        <w:t>. Uchádzač je povinný vyplniť/oceniť všetky položky v nezmenenom poradí.</w:t>
      </w:r>
      <w:r w:rsidR="00786DF2" w:rsidRPr="00D10BF0">
        <w:t xml:space="preserve"> Navrhovaná zmluvná cena musí obsahovať cenu za celý </w:t>
      </w:r>
      <w:r w:rsidR="007D674D" w:rsidRPr="00D10BF0">
        <w:t>Predmet</w:t>
      </w:r>
      <w:r w:rsidR="00786DF2" w:rsidRPr="00D10BF0">
        <w:t xml:space="preserve"> zákazky a musí byť v súlade s pokynmi uvedenými v ostatných súťažných podkladoch, najmä tak v časti C. Spôsob určenia ceny. Uchádzač ku každej položke uvedie číslo v kladných reálnych číslach</w:t>
      </w:r>
      <w:r w:rsidR="00536897" w:rsidRPr="00D10BF0">
        <w:t xml:space="preserve"> zaokrúhlené na maximálne dve desatinné miesta</w:t>
      </w:r>
      <w:r w:rsidR="00786DF2" w:rsidRPr="00D10BF0">
        <w:t>. Nula sa za kladné reálne číslo nepovažuje.</w:t>
      </w:r>
      <w:r w:rsidRPr="00D10BF0">
        <w:t xml:space="preserve"> </w:t>
      </w:r>
      <w:r w:rsidR="00B96AA4" w:rsidRPr="00D10BF0">
        <w:t>Pokiaľ určité plnenie alebo jeho časť neobsahuje v</w:t>
      </w:r>
      <w:r w:rsidR="00A176A0">
        <w:t> rozpočte zmluvnej ceny</w:t>
      </w:r>
      <w:r w:rsidR="00B96AA4" w:rsidRPr="00D10BF0">
        <w:t xml:space="preserve"> samostatnú položku, má sa za to, že cena za </w:t>
      </w:r>
      <w:r w:rsidR="009C25FE" w:rsidRPr="00D10BF0">
        <w:t xml:space="preserve">toto </w:t>
      </w:r>
      <w:r w:rsidR="00B96AA4" w:rsidRPr="00D10BF0">
        <w:t xml:space="preserve">plnenie je </w:t>
      </w:r>
      <w:r w:rsidR="002F7471" w:rsidRPr="00D10BF0">
        <w:t xml:space="preserve">zahrnutá </w:t>
      </w:r>
      <w:r w:rsidR="00B96AA4" w:rsidRPr="00D10BF0">
        <w:t xml:space="preserve">v ostatných položkách </w:t>
      </w:r>
      <w:r w:rsidR="00223CAE" w:rsidRPr="00D10BF0">
        <w:t>Rozpočtu zmluvnej ceny</w:t>
      </w:r>
      <w:r w:rsidR="00B96AA4" w:rsidRPr="00D10BF0">
        <w:t>.</w:t>
      </w:r>
      <w:r w:rsidR="001B6879" w:rsidRPr="00D10BF0">
        <w:t xml:space="preserve"> </w:t>
      </w:r>
    </w:p>
    <w:p w14:paraId="34C6A42C" w14:textId="6F71A5A7" w:rsidR="002F2D1A" w:rsidRPr="00D10BF0" w:rsidRDefault="002F2D1A" w:rsidP="001E5CF9">
      <w:pPr>
        <w:pStyle w:val="Heading4"/>
      </w:pPr>
      <w:r w:rsidRPr="00D10BF0">
        <w:t xml:space="preserve">Uchádzačom navrhovaná zmluvná cena bude vyjadrená v mene EUR. </w:t>
      </w:r>
      <w:r w:rsidR="0035086C" w:rsidRPr="00D10BF0">
        <w:t>Verejn</w:t>
      </w:r>
      <w:r w:rsidRPr="00D10BF0">
        <w:t>ý obstarávateľ upozorňuje, že pokiaľ bude cena uvedená v inej mene ako v mene EUR, bude ponuka uchádzača vylúčená z dôvodu nemožnosti porovnania ponúk uchádzačov.</w:t>
      </w:r>
    </w:p>
    <w:p w14:paraId="1373DB25" w14:textId="244DF31F" w:rsidR="005C361C" w:rsidRPr="00D10BF0" w:rsidRDefault="007954F2" w:rsidP="001E5CF9">
      <w:pPr>
        <w:pStyle w:val="Heading4"/>
      </w:pPr>
      <w:r w:rsidRPr="00D10BF0">
        <w:t>P</w:t>
      </w:r>
      <w:r w:rsidR="005C361C" w:rsidRPr="00D10BF0">
        <w:t xml:space="preserve">ovinnosťou uchádzača je dôsledne preskúmať celý obsah súťažných podkladov a návrhu Zmluvy, a na základe ich obsahu stanoviť cenu za uskutočnenie </w:t>
      </w:r>
      <w:r w:rsidR="007D674D" w:rsidRPr="00D10BF0">
        <w:t>Predmet</w:t>
      </w:r>
      <w:r w:rsidR="005C361C" w:rsidRPr="00D10BF0">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D10BF0">
        <w:t>Predmet</w:t>
      </w:r>
      <w:r w:rsidR="005C361C" w:rsidRPr="00D10BF0">
        <w:t>u zákazky.</w:t>
      </w:r>
      <w:r w:rsidR="00F515D2" w:rsidRPr="00D10BF0">
        <w:t xml:space="preserve"> </w:t>
      </w:r>
      <w:r w:rsidR="005C361C" w:rsidRPr="00D10BF0">
        <w:t xml:space="preserve">Cena musí zahŕňať všetky ekonomicky odôvodnené náklady uchádzača na </w:t>
      </w:r>
      <w:r w:rsidR="007D674D" w:rsidRPr="00D10BF0">
        <w:t>Predmet</w:t>
      </w:r>
      <w:r w:rsidR="005C361C" w:rsidRPr="00D10BF0">
        <w:t xml:space="preserve"> zákazky v rozsahu a za podmienok uvedených v Zmluve a primeraný zisk.</w:t>
      </w:r>
    </w:p>
    <w:p w14:paraId="2908A8BF" w14:textId="4B28E1D3" w:rsidR="003B49C4" w:rsidRPr="00D10BF0" w:rsidRDefault="003B49C4" w:rsidP="003B49C4">
      <w:pPr>
        <w:ind w:left="709"/>
        <w:rPr>
          <w:rFonts w:eastAsiaTheme="majorEastAsia" w:cs="Arial"/>
          <w:b/>
          <w:szCs w:val="20"/>
        </w:rPr>
      </w:pPr>
      <w:r w:rsidRPr="00D10BF0">
        <w:rPr>
          <w:rFonts w:eastAsiaTheme="majorEastAsia" w:cs="Arial"/>
          <w:b/>
          <w:szCs w:val="20"/>
        </w:rPr>
        <w:t>Prílohy Časti C. Súťažných podkladov</w:t>
      </w:r>
    </w:p>
    <w:p w14:paraId="249A90F5" w14:textId="5D89E4E1" w:rsidR="003B49C4" w:rsidRPr="00D10BF0" w:rsidRDefault="003B49C4" w:rsidP="003B49C4">
      <w:pPr>
        <w:ind w:left="1985" w:hanging="1276"/>
        <w:rPr>
          <w:rFonts w:cs="Arial"/>
          <w:szCs w:val="20"/>
        </w:rPr>
      </w:pPr>
      <w:r w:rsidRPr="00D10BF0">
        <w:rPr>
          <w:rFonts w:cs="Arial"/>
          <w:szCs w:val="20"/>
        </w:rPr>
        <w:t xml:space="preserve">Príloha č. C.1  </w:t>
      </w:r>
      <w:r w:rsidRPr="00D10BF0">
        <w:rPr>
          <w:rFonts w:cs="Arial"/>
          <w:szCs w:val="20"/>
        </w:rPr>
        <w:tab/>
        <w:t>Návrh na plnenie kritérií (vzor)</w:t>
      </w:r>
    </w:p>
    <w:p w14:paraId="0E1E6A27" w14:textId="70E57F73" w:rsidR="00C55FD6" w:rsidRPr="00D10BF0" w:rsidRDefault="00C55FD6" w:rsidP="003B49C4">
      <w:pPr>
        <w:ind w:left="1985" w:hanging="1276"/>
        <w:rPr>
          <w:rFonts w:cs="Arial"/>
          <w:szCs w:val="20"/>
        </w:rPr>
      </w:pPr>
      <w:r w:rsidRPr="00D10BF0">
        <w:rPr>
          <w:rFonts w:cs="Arial"/>
          <w:szCs w:val="20"/>
        </w:rPr>
        <w:lastRenderedPageBreak/>
        <w:t>Príloha č. C.2</w:t>
      </w:r>
      <w:r w:rsidRPr="00D10BF0">
        <w:rPr>
          <w:rFonts w:cs="Arial"/>
          <w:szCs w:val="20"/>
        </w:rPr>
        <w:tab/>
        <w:t>Rozpočet zmluvnej ceny</w:t>
      </w:r>
      <w:r w:rsidR="00D0559B" w:rsidRPr="00D10BF0">
        <w:rPr>
          <w:rFonts w:cs="Arial"/>
          <w:szCs w:val="20"/>
        </w:rPr>
        <w:t xml:space="preserve"> (vzor)</w:t>
      </w:r>
      <w:r w:rsidR="00C95DC0">
        <w:rPr>
          <w:rFonts w:cs="Arial"/>
          <w:szCs w:val="20"/>
        </w:rPr>
        <w:t xml:space="preserve"> a pokyny na vypĺňanie</w:t>
      </w:r>
    </w:p>
    <w:p w14:paraId="3B8BAF63" w14:textId="56FF8E95" w:rsidR="003B49C4" w:rsidRPr="00D10BF0" w:rsidRDefault="003B49C4">
      <w:pPr>
        <w:spacing w:after="0" w:line="240" w:lineRule="auto"/>
        <w:jc w:val="left"/>
        <w:rPr>
          <w:rFonts w:eastAsiaTheme="majorEastAsia" w:cstheme="majorBidi"/>
          <w:b/>
          <w:sz w:val="28"/>
          <w:szCs w:val="28"/>
          <w:u w:val="single"/>
        </w:rPr>
      </w:pPr>
    </w:p>
    <w:p w14:paraId="3ABBE52C" w14:textId="4DF5B0B7" w:rsidR="004D6EEC" w:rsidRPr="00D10BF0" w:rsidRDefault="004D6EEC" w:rsidP="001B3C96">
      <w:pPr>
        <w:pStyle w:val="Heading1"/>
      </w:pPr>
      <w:bookmarkStart w:id="400" w:name="_Toc4416504"/>
      <w:bookmarkStart w:id="401" w:name="_Toc4416641"/>
      <w:bookmarkStart w:id="402" w:name="_Toc4416935"/>
      <w:bookmarkStart w:id="403" w:name="_Toc4416984"/>
      <w:bookmarkStart w:id="404" w:name="_Toc34734250"/>
      <w:r w:rsidRPr="00D10BF0">
        <w:t>Obchodné podmienky</w:t>
      </w:r>
      <w:bookmarkEnd w:id="400"/>
      <w:bookmarkEnd w:id="401"/>
      <w:bookmarkEnd w:id="402"/>
      <w:bookmarkEnd w:id="403"/>
      <w:bookmarkEnd w:id="404"/>
    </w:p>
    <w:p w14:paraId="25F5FBFC" w14:textId="55CBFDAF" w:rsidR="00AB7E74" w:rsidRPr="00D10BF0" w:rsidRDefault="00AB7E74" w:rsidP="00DB3EC1">
      <w:pPr>
        <w:pStyle w:val="Heading3"/>
      </w:pPr>
      <w:bookmarkStart w:id="405" w:name="_Toc444084988"/>
      <w:bookmarkStart w:id="406" w:name="_Toc4416642"/>
      <w:bookmarkStart w:id="407" w:name="_Toc4416936"/>
      <w:bookmarkStart w:id="408" w:name="_Toc4416985"/>
      <w:bookmarkStart w:id="409" w:name="_Toc34734251"/>
      <w:r w:rsidRPr="00D10BF0">
        <w:t xml:space="preserve">Podmienky uzatvorenia </w:t>
      </w:r>
      <w:r w:rsidR="00347476" w:rsidRPr="00D10BF0">
        <w:t>Zmluv</w:t>
      </w:r>
      <w:r w:rsidRPr="00D10BF0">
        <w:t>y</w:t>
      </w:r>
      <w:bookmarkEnd w:id="405"/>
      <w:bookmarkEnd w:id="406"/>
      <w:bookmarkEnd w:id="407"/>
      <w:bookmarkEnd w:id="408"/>
      <w:bookmarkEnd w:id="409"/>
    </w:p>
    <w:p w14:paraId="4736926B" w14:textId="77777777" w:rsidR="00E57D88" w:rsidRPr="00D10BF0" w:rsidRDefault="00E57D88" w:rsidP="001E5CF9">
      <w:pPr>
        <w:pStyle w:val="Heading4"/>
      </w:pPr>
      <w:r w:rsidRPr="00D10BF0">
        <w:t xml:space="preserve">S úspešným uchádzačom bude uzavretá zmluva o dielo podľa § 536 a </w:t>
      </w:r>
      <w:proofErr w:type="spellStart"/>
      <w:r w:rsidRPr="00D10BF0">
        <w:t>nasl</w:t>
      </w:r>
      <w:proofErr w:type="spellEnd"/>
      <w:r w:rsidRPr="00D10BF0">
        <w:t xml:space="preserve">. zákona č. 513/1991 Zb. Obchodný zákonník v znení neskorších predpisov (ďalej tiež len „Zmluva“) za podmienok uvedených nižšie, ako aj ďalších štandardných obchodných podmienok používaných pre takýto typ zmluvy a rovnaké alebo podobné predmety plnenia v súlade s právom Slovenskej republiky. Predmet plnenia, ako aj jeho cena budú presne zodpovedať obsahu víťaznej ponuky a bude v súlade so špecifikáciou stanovenou v Časti B. Opis Predmetu zákazky týchto súťažných podkladoch. </w:t>
      </w:r>
    </w:p>
    <w:p w14:paraId="2522BB90" w14:textId="6AB5A4C1" w:rsidR="00AB7E74" w:rsidRPr="00D10BF0" w:rsidRDefault="00AB7E74" w:rsidP="001E5CF9">
      <w:pPr>
        <w:pStyle w:val="Heading4"/>
      </w:pPr>
      <w:r w:rsidRPr="00D10BF0">
        <w:t>Uchádzač predloží v ponuke návrh Zmluvy vypracovaný v súlade s týmito súťažnými podkladmi. Uchádzač je povinný použiť vzor Zmluvy uvedený v</w:t>
      </w:r>
      <w:r w:rsidR="00033C88" w:rsidRPr="00D10BF0">
        <w:t xml:space="preserve"> Prílohe č. </w:t>
      </w:r>
      <w:r w:rsidR="005E3DDA" w:rsidRPr="00D10BF0">
        <w:t>D.1</w:t>
      </w:r>
      <w:r w:rsidR="00033C88" w:rsidRPr="00D10BF0">
        <w:t xml:space="preserve"> týchto</w:t>
      </w:r>
      <w:r w:rsidRPr="00D10BF0">
        <w:t xml:space="preserve"> súťažných podkladov. Uchádzač nesmie okr</w:t>
      </w:r>
      <w:r w:rsidR="007169F7" w:rsidRPr="00D10BF0">
        <w:t>em doplnenia vyznačeného textu</w:t>
      </w:r>
      <w:r w:rsidR="001915A9" w:rsidRPr="00D10BF0">
        <w:t xml:space="preserve">, </w:t>
      </w:r>
      <w:r w:rsidRPr="00D10BF0">
        <w:t xml:space="preserve">akokoľvek meniť vzor </w:t>
      </w:r>
      <w:r w:rsidR="00347476" w:rsidRPr="00D10BF0">
        <w:t>Zmluv</w:t>
      </w:r>
      <w:r w:rsidRPr="00D10BF0">
        <w:t>y. Ak uchádzač predloží návrh Zmluvy, ktorým nebude rešpektovať podmienky stanovené v týchto súťažných podkladoch, bude jeho ponuka z</w:t>
      </w:r>
      <w:r w:rsidR="00483CE3" w:rsidRPr="00D10BF0">
        <w:t> </w:t>
      </w:r>
      <w:r w:rsidR="0035086C" w:rsidRPr="00D10BF0">
        <w:t>Verejn</w:t>
      </w:r>
      <w:r w:rsidR="00483CE3" w:rsidRPr="00D10BF0">
        <w:t xml:space="preserve">ej </w:t>
      </w:r>
      <w:r w:rsidRPr="00D10BF0">
        <w:t>súťaže vylúčená. Uchádzač bude písomne upovedomený o vylúčení jeho ponuky z</w:t>
      </w:r>
      <w:r w:rsidR="00483CE3" w:rsidRPr="00D10BF0">
        <w:t xml:space="preserve"> </w:t>
      </w:r>
      <w:r w:rsidR="0035086C" w:rsidRPr="00D10BF0">
        <w:t>Verejn</w:t>
      </w:r>
      <w:r w:rsidR="00483CE3" w:rsidRPr="00D10BF0">
        <w:t>ej</w:t>
      </w:r>
      <w:r w:rsidRPr="00D10BF0">
        <w:t xml:space="preserve"> súťaže s uvedením dôvodu vylúčenia a lehoty, v ktorej môže byť podaná námietka podľa § 170 ods. 3 písm. d) ZVO.</w:t>
      </w:r>
    </w:p>
    <w:p w14:paraId="744B89CB" w14:textId="77777777" w:rsidR="003B49C4" w:rsidRPr="00D10BF0" w:rsidRDefault="003B49C4" w:rsidP="003B49C4">
      <w:pPr>
        <w:ind w:left="709"/>
        <w:rPr>
          <w:rFonts w:eastAsiaTheme="majorEastAsia" w:cs="Arial"/>
          <w:b/>
          <w:szCs w:val="20"/>
        </w:rPr>
      </w:pPr>
    </w:p>
    <w:p w14:paraId="3E24DA0D" w14:textId="6C50D6C1" w:rsidR="003B49C4" w:rsidRPr="00D10BF0" w:rsidRDefault="003B49C4" w:rsidP="003B49C4">
      <w:pPr>
        <w:ind w:left="709"/>
        <w:rPr>
          <w:rFonts w:eastAsiaTheme="majorEastAsia" w:cs="Arial"/>
          <w:b/>
          <w:szCs w:val="20"/>
        </w:rPr>
      </w:pPr>
      <w:r w:rsidRPr="00D10BF0">
        <w:rPr>
          <w:rFonts w:eastAsiaTheme="majorEastAsia" w:cs="Arial"/>
          <w:b/>
          <w:szCs w:val="20"/>
        </w:rPr>
        <w:t>Prílohy Časti D. Súťažných podkladov</w:t>
      </w:r>
    </w:p>
    <w:p w14:paraId="375D3C68" w14:textId="22C17550" w:rsidR="00AB7E74" w:rsidRPr="00D10BF0" w:rsidRDefault="003B49C4" w:rsidP="003B49C4">
      <w:pPr>
        <w:widowControl w:val="0"/>
        <w:ind w:left="1985" w:hanging="1276"/>
        <w:rPr>
          <w:rFonts w:cs="Arial"/>
          <w:i/>
        </w:rPr>
      </w:pPr>
      <w:r w:rsidRPr="00D10BF0">
        <w:rPr>
          <w:rFonts w:cs="Arial"/>
          <w:szCs w:val="20"/>
        </w:rPr>
        <w:t>Príloha č. D.1</w:t>
      </w:r>
      <w:r w:rsidRPr="00D10BF0">
        <w:rPr>
          <w:rFonts w:cs="Arial"/>
          <w:szCs w:val="20"/>
        </w:rPr>
        <w:tab/>
        <w:t>Zmluva o Dielo</w:t>
      </w:r>
    </w:p>
    <w:p w14:paraId="69A3886C" w14:textId="77777777" w:rsidR="00914ABE" w:rsidRPr="00D10BF0" w:rsidRDefault="00914ABE" w:rsidP="009534E2">
      <w:pPr>
        <w:widowControl w:val="0"/>
        <w:jc w:val="center"/>
        <w:rPr>
          <w:b/>
          <w:bCs/>
          <w:caps/>
          <w:szCs w:val="20"/>
        </w:rPr>
      </w:pPr>
      <w:bookmarkStart w:id="410" w:name="_Toc444084990"/>
    </w:p>
    <w:p w14:paraId="41B583BB" w14:textId="77777777" w:rsidR="00914ABE" w:rsidRPr="00D10BF0" w:rsidRDefault="00914ABE" w:rsidP="009534E2">
      <w:pPr>
        <w:widowControl w:val="0"/>
        <w:jc w:val="center"/>
        <w:rPr>
          <w:b/>
          <w:bCs/>
          <w:caps/>
          <w:szCs w:val="20"/>
        </w:rPr>
      </w:pPr>
    </w:p>
    <w:p w14:paraId="6B8B775F" w14:textId="77777777" w:rsidR="00914ABE" w:rsidRPr="00D10BF0" w:rsidRDefault="00914ABE" w:rsidP="009534E2">
      <w:pPr>
        <w:widowControl w:val="0"/>
        <w:jc w:val="center"/>
        <w:rPr>
          <w:b/>
          <w:bCs/>
          <w:caps/>
          <w:szCs w:val="20"/>
        </w:rPr>
      </w:pPr>
    </w:p>
    <w:p w14:paraId="4BCD521A" w14:textId="77777777" w:rsidR="008F6793" w:rsidRPr="00D10BF0" w:rsidRDefault="008F6793" w:rsidP="001B3C96">
      <w:pPr>
        <w:pStyle w:val="Heading1"/>
        <w:sectPr w:rsidR="008F6793" w:rsidRPr="00D10BF0" w:rsidSect="001C4E2C">
          <w:headerReference w:type="default" r:id="rId19"/>
          <w:footerReference w:type="default" r:id="rId20"/>
          <w:pgSz w:w="11900" w:h="16840"/>
          <w:pgMar w:top="1134" w:right="1417" w:bottom="1560" w:left="1560" w:header="708" w:footer="708" w:gutter="0"/>
          <w:cols w:space="708"/>
          <w:docGrid w:linePitch="360"/>
        </w:sectPr>
      </w:pPr>
    </w:p>
    <w:p w14:paraId="796E10D1" w14:textId="2ECFFB7D" w:rsidR="00737281" w:rsidRPr="00D10BF0" w:rsidRDefault="00737281" w:rsidP="001B3C96">
      <w:pPr>
        <w:pStyle w:val="Heading1"/>
      </w:pPr>
      <w:bookmarkStart w:id="415" w:name="_Toc4416505"/>
      <w:bookmarkStart w:id="416" w:name="_Toc4416643"/>
      <w:bookmarkStart w:id="417" w:name="_Toc4416937"/>
      <w:bookmarkStart w:id="418" w:name="_Toc4416986"/>
      <w:bookmarkStart w:id="419" w:name="_Toc34734252"/>
      <w:r w:rsidRPr="00D10BF0">
        <w:lastRenderedPageBreak/>
        <w:t>Kritéria hodnotenia ponúk</w:t>
      </w:r>
      <w:bookmarkEnd w:id="410"/>
      <w:bookmarkEnd w:id="415"/>
      <w:bookmarkEnd w:id="416"/>
      <w:bookmarkEnd w:id="417"/>
      <w:bookmarkEnd w:id="418"/>
      <w:bookmarkEnd w:id="419"/>
    </w:p>
    <w:p w14:paraId="47E83B9C" w14:textId="72495C9C" w:rsidR="00737281" w:rsidRPr="00D10BF0" w:rsidRDefault="00737281" w:rsidP="00DB3EC1">
      <w:pPr>
        <w:pStyle w:val="Heading3"/>
      </w:pPr>
      <w:bookmarkStart w:id="420" w:name="kriteria_vahy"/>
      <w:bookmarkStart w:id="421" w:name="_Toc444084991"/>
      <w:bookmarkStart w:id="422" w:name="_Toc4416644"/>
      <w:bookmarkStart w:id="423" w:name="_Toc4416938"/>
      <w:bookmarkStart w:id="424" w:name="_Toc4416987"/>
      <w:bookmarkStart w:id="425" w:name="_Toc34734253"/>
      <w:bookmarkEnd w:id="420"/>
      <w:r w:rsidRPr="00D10BF0">
        <w:t>Kritérium na hodnotenie ponúk</w:t>
      </w:r>
      <w:bookmarkEnd w:id="421"/>
      <w:bookmarkEnd w:id="422"/>
      <w:bookmarkEnd w:id="423"/>
      <w:bookmarkEnd w:id="424"/>
      <w:bookmarkEnd w:id="425"/>
    </w:p>
    <w:p w14:paraId="352BB61D" w14:textId="0D1E2BFB" w:rsidR="00571A26" w:rsidRPr="00D10BF0" w:rsidRDefault="00571A26" w:rsidP="001E5CF9">
      <w:pPr>
        <w:pStyle w:val="Heading4"/>
      </w:pPr>
      <w:r w:rsidRPr="00D10BF0">
        <w:t>Jediným kritériom na hodnotenie ponúk je najnižšia cena za Predmet zákazky vypočítaná a vyjadrená v EUR vrátane DPH podľa Časti C. Spôsob učenia ceny týchto súťažných podkladov.</w:t>
      </w:r>
    </w:p>
    <w:p w14:paraId="63F693FF" w14:textId="73170F10" w:rsidR="00571A26" w:rsidRPr="00D10BF0" w:rsidRDefault="00571A26" w:rsidP="00571A26">
      <w:pPr>
        <w:pStyle w:val="Heading3"/>
      </w:pPr>
      <w:bookmarkStart w:id="426" w:name="_Toc34734254"/>
      <w:r w:rsidRPr="00D10BF0">
        <w:t>Spôsob hodnotenia ponúk</w:t>
      </w:r>
      <w:bookmarkEnd w:id="426"/>
    </w:p>
    <w:p w14:paraId="68F2918E" w14:textId="29BF1D45" w:rsidR="00571A26" w:rsidRPr="00D10BF0" w:rsidRDefault="00571A26" w:rsidP="001E5CF9">
      <w:pPr>
        <w:pStyle w:val="Heading4"/>
      </w:pPr>
      <w:r w:rsidRPr="00D10BF0">
        <w:t>Poradie ponúk bude určené od najnižšej po najvyššiu ponúkanú cenu.</w:t>
      </w:r>
    </w:p>
    <w:p w14:paraId="3CC6E607" w14:textId="77777777" w:rsidR="00571A26" w:rsidRPr="00D10BF0" w:rsidRDefault="00571A26" w:rsidP="001E5CF9">
      <w:pPr>
        <w:pStyle w:val="Heading4"/>
      </w:pPr>
      <w:r w:rsidRPr="00D10BF0">
        <w:t xml:space="preserve">Na prvom mieste sa umiestni ponuka uchádzača s najnižšou ponúkanou cenou. Úspešným uchádzačom v súťaži sa stane uchádzač, ktorého ponuka bude obsahovať najnižšiu cenu. </w:t>
      </w:r>
    </w:p>
    <w:p w14:paraId="35737488" w14:textId="0F52AAFC" w:rsidR="00571A26" w:rsidRPr="00D10BF0" w:rsidRDefault="00571A26" w:rsidP="001E5CF9">
      <w:pPr>
        <w:pStyle w:val="Heading4"/>
      </w:pPr>
      <w:r w:rsidRPr="00D10BF0">
        <w:t xml:space="preserve">Ponúkanú cenu uchádzač predloží vo forme podľa </w:t>
      </w:r>
      <w:r w:rsidRPr="00590D00">
        <w:t xml:space="preserve">vzoru, ktorý je uvedený v Prílohe C.1 Návrh na plnenie kritérií </w:t>
      </w:r>
      <w:r w:rsidR="004764DE" w:rsidRPr="00590D00">
        <w:t>a Prílohe č. C.2 Rozpočet zmluvnej ceny</w:t>
      </w:r>
      <w:r w:rsidR="004764DE" w:rsidRPr="00D10BF0">
        <w:t xml:space="preserve"> </w:t>
      </w:r>
      <w:r w:rsidRPr="00D10BF0">
        <w:t>týchto súťažných podkladov.</w:t>
      </w:r>
    </w:p>
    <w:p w14:paraId="321A7A60" w14:textId="74BD21C4" w:rsidR="007A53F1" w:rsidRPr="00D10BF0" w:rsidRDefault="00C44D2E" w:rsidP="007A53F1">
      <w:pPr>
        <w:ind w:left="576"/>
        <w:rPr>
          <w:rFonts w:cs="Arial"/>
          <w:szCs w:val="20"/>
        </w:rPr>
      </w:pPr>
      <w:r w:rsidRPr="00D10BF0" w:rsidDel="00C44D2E">
        <w:rPr>
          <w:rFonts w:cs="Arial"/>
          <w:szCs w:val="20"/>
        </w:rPr>
        <w:t xml:space="preserve"> </w:t>
      </w:r>
    </w:p>
    <w:p w14:paraId="4937650E" w14:textId="7292B162" w:rsidR="004B67F7" w:rsidRPr="00D10BF0" w:rsidRDefault="004B67F7" w:rsidP="009534E2">
      <w:pPr>
        <w:widowControl w:val="0"/>
        <w:rPr>
          <w:rFonts w:cs="Arial"/>
          <w:szCs w:val="20"/>
        </w:rPr>
      </w:pPr>
      <w:r w:rsidRPr="00D10BF0">
        <w:rPr>
          <w:rFonts w:cs="Arial"/>
          <w:szCs w:val="20"/>
        </w:rPr>
        <w:br w:type="page"/>
      </w:r>
    </w:p>
    <w:p w14:paraId="16F31A9A" w14:textId="464C1586" w:rsidR="008568F2" w:rsidRPr="00D10BF0" w:rsidRDefault="008568F2" w:rsidP="001B3C96">
      <w:pPr>
        <w:pStyle w:val="Heading1"/>
      </w:pPr>
      <w:bookmarkStart w:id="427" w:name="_Toc473527863"/>
      <w:bookmarkStart w:id="428" w:name="_Toc4416506"/>
      <w:bookmarkStart w:id="429" w:name="_Toc4416646"/>
      <w:bookmarkStart w:id="430" w:name="_Toc4416940"/>
      <w:bookmarkStart w:id="431" w:name="_Toc4416989"/>
      <w:bookmarkStart w:id="432" w:name="_Toc34734255"/>
      <w:bookmarkStart w:id="433" w:name="_Toc444084998"/>
      <w:r w:rsidRPr="00D10BF0">
        <w:lastRenderedPageBreak/>
        <w:t>Podmienky elektronickej aukcie</w:t>
      </w:r>
      <w:bookmarkEnd w:id="427"/>
      <w:bookmarkEnd w:id="428"/>
      <w:bookmarkEnd w:id="429"/>
      <w:bookmarkEnd w:id="430"/>
      <w:bookmarkEnd w:id="431"/>
      <w:bookmarkEnd w:id="432"/>
    </w:p>
    <w:p w14:paraId="07503BE6" w14:textId="77777777" w:rsidR="008568F2" w:rsidRPr="00D10BF0" w:rsidRDefault="008568F2" w:rsidP="00DB3EC1">
      <w:pPr>
        <w:pStyle w:val="Heading3"/>
      </w:pPr>
      <w:bookmarkStart w:id="434" w:name="_Toc444084995"/>
      <w:bookmarkStart w:id="435" w:name="_Toc469657849"/>
      <w:bookmarkStart w:id="436" w:name="_Toc473527864"/>
      <w:bookmarkStart w:id="437" w:name="_Toc4416647"/>
      <w:bookmarkStart w:id="438" w:name="_Toc4416941"/>
      <w:bookmarkStart w:id="439" w:name="_Toc4416990"/>
      <w:bookmarkStart w:id="440" w:name="_Toc34734256"/>
      <w:r w:rsidRPr="00D10BF0">
        <w:t>Všeobecné informácie</w:t>
      </w:r>
      <w:bookmarkEnd w:id="434"/>
      <w:bookmarkEnd w:id="435"/>
      <w:bookmarkEnd w:id="436"/>
      <w:bookmarkEnd w:id="437"/>
      <w:bookmarkEnd w:id="438"/>
      <w:bookmarkEnd w:id="439"/>
      <w:bookmarkEnd w:id="440"/>
    </w:p>
    <w:p w14:paraId="5AD3EFC0" w14:textId="77777777" w:rsidR="0021385E" w:rsidRPr="00D10BF0" w:rsidRDefault="0021385E" w:rsidP="001E5CF9">
      <w:pPr>
        <w:pStyle w:val="Heading4"/>
      </w:pPr>
      <w:r w:rsidRPr="00D10BF0">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D10BF0" w:rsidRDefault="008568F2" w:rsidP="001E5CF9">
      <w:pPr>
        <w:pStyle w:val="Heading4"/>
      </w:pPr>
      <w:r w:rsidRPr="00D10BF0">
        <w:t>Elektronická aukcia (ďalej len „</w:t>
      </w:r>
      <w:bookmarkStart w:id="441" w:name="_Hlk519076581"/>
      <w:r w:rsidRPr="00D10BF0">
        <w:t>aukcia</w:t>
      </w:r>
      <w:bookmarkEnd w:id="441"/>
      <w:r w:rsidRPr="00D10BF0">
        <w:t xml:space="preserve">“) je na účely tohto </w:t>
      </w:r>
      <w:r w:rsidR="0035086C" w:rsidRPr="00D10BF0">
        <w:t>Verejn</w:t>
      </w:r>
      <w:r w:rsidRPr="00D10BF0">
        <w:t xml:space="preserve">ého obstarávania opakujúci sa proces, ktorý využíva elektronické zariadenia certifikované podľa § 151 ZVO  na predkladanie nových cien upravených smerom nadol. </w:t>
      </w:r>
    </w:p>
    <w:p w14:paraId="3E29671F" w14:textId="77777777" w:rsidR="008568F2" w:rsidRPr="00D10BF0" w:rsidRDefault="008568F2" w:rsidP="001E5CF9">
      <w:pPr>
        <w:pStyle w:val="Heading4"/>
      </w:pPr>
      <w:r w:rsidRPr="00D10BF0">
        <w:t>Účelom aukcie je zostavenie poradia ponúk automatizovaným vyhodnotením po úvodnom úplnom vyhodnotení ponúk.</w:t>
      </w:r>
    </w:p>
    <w:p w14:paraId="1C12BF6F" w14:textId="77777777" w:rsidR="001D34EB" w:rsidRPr="00D10BF0" w:rsidRDefault="008568F2" w:rsidP="001E5CF9">
      <w:pPr>
        <w:pStyle w:val="Heading4"/>
      </w:pPr>
      <w:r w:rsidRPr="00D10BF0">
        <w:t xml:space="preserve">Predmet elektronickej aukcie </w:t>
      </w:r>
      <w:r w:rsidR="00C95A00" w:rsidRPr="00D10BF0">
        <w:t xml:space="preserve">a zároveň jediným kritériom </w:t>
      </w:r>
      <w:r w:rsidR="005B5EB5" w:rsidRPr="00D10BF0">
        <w:t>bud</w:t>
      </w:r>
      <w:r w:rsidR="00C95A00" w:rsidRPr="00D10BF0">
        <w:t xml:space="preserve">e iba položka „Celková cena za Predmet zákazky vrátane DPH“. </w:t>
      </w:r>
    </w:p>
    <w:p w14:paraId="71985C7B" w14:textId="48BAFB02" w:rsidR="00C95A00" w:rsidRPr="00D10BF0" w:rsidRDefault="00C95A00" w:rsidP="001E5CF9">
      <w:pPr>
        <w:pStyle w:val="Heading4"/>
      </w:pPr>
      <w:r w:rsidRPr="00D10BF0">
        <w:t>Po ukončení elektronickej aukcie</w:t>
      </w:r>
      <w:r w:rsidR="00166646" w:rsidRPr="00D10BF0">
        <w:t xml:space="preserve"> bude</w:t>
      </w:r>
      <w:r w:rsidRPr="00D10BF0">
        <w:t xml:space="preserve"> uchádzač, ktorého cena v rámci elektronickej aukcie bude najnižšia, </w:t>
      </w:r>
      <w:r w:rsidR="00166646" w:rsidRPr="00D10BF0">
        <w:t xml:space="preserve">vyzvaný na predloženie aktualizovanej časti jeho ponuky, ktorú predkladal podľa bodu </w:t>
      </w:r>
      <w:r w:rsidR="00166646" w:rsidRPr="00D10BF0">
        <w:fldChar w:fldCharType="begin"/>
      </w:r>
      <w:r w:rsidR="00166646" w:rsidRPr="00D10BF0">
        <w:instrText xml:space="preserve"> REF _Ref7514364 \n \h </w:instrText>
      </w:r>
      <w:r w:rsidR="00166646" w:rsidRPr="00D10BF0">
        <w:fldChar w:fldCharType="separate"/>
      </w:r>
      <w:r w:rsidR="00171596">
        <w:t>8.2</w:t>
      </w:r>
      <w:r w:rsidR="00166646" w:rsidRPr="00D10BF0">
        <w:fldChar w:fldCharType="end"/>
      </w:r>
      <w:r w:rsidR="00166646" w:rsidRPr="00D10BF0">
        <w:fldChar w:fldCharType="begin"/>
      </w:r>
      <w:r w:rsidR="00166646" w:rsidRPr="00D10BF0">
        <w:instrText xml:space="preserve"> REF _Ref20736936 \n \h </w:instrText>
      </w:r>
      <w:r w:rsidR="00166646" w:rsidRPr="00D10BF0">
        <w:fldChar w:fldCharType="separate"/>
      </w:r>
      <w:r w:rsidR="00171596">
        <w:t>i)</w:t>
      </w:r>
      <w:r w:rsidR="00166646" w:rsidRPr="00D10BF0">
        <w:fldChar w:fldCharType="end"/>
      </w:r>
      <w:r w:rsidR="00166646" w:rsidRPr="00D10BF0">
        <w:t xml:space="preserve"> súťažných </w:t>
      </w:r>
      <w:proofErr w:type="spellStart"/>
      <w:r w:rsidR="00166646" w:rsidRPr="00D10BF0">
        <w:t>podkaldov</w:t>
      </w:r>
      <w:proofErr w:type="spellEnd"/>
      <w:r w:rsidR="001D34EB" w:rsidRPr="00D10BF0">
        <w:t xml:space="preserve"> (Návrh na plnenie kritérií predložený formou vyplnených tabuliek podľa vzoru v Prílohe č. C.1 Návrh na plnenie kritérií týchto a Prílohy č C.2 – Rozpočet zmluvnej ceny)</w:t>
      </w:r>
      <w:r w:rsidR="00166646" w:rsidRPr="00D10BF0">
        <w:t>.</w:t>
      </w:r>
      <w:r w:rsidR="00805730" w:rsidRPr="00D10BF0">
        <w:t xml:space="preserve"> Zároveň bude platiť, že </w:t>
      </w:r>
    </w:p>
    <w:p w14:paraId="621A6BD6" w14:textId="0B1A8756" w:rsidR="00805730" w:rsidRPr="00D10BF0" w:rsidRDefault="00CE2D12" w:rsidP="00283EDF">
      <w:pPr>
        <w:pStyle w:val="Heading6"/>
      </w:pPr>
      <w:r w:rsidRPr="00D10BF0">
        <w:t>s</w:t>
      </w:r>
      <w:r w:rsidR="00805730" w:rsidRPr="00D10BF0">
        <w:t xml:space="preserve">účet všetkých položiek </w:t>
      </w:r>
      <w:r w:rsidRPr="00D10BF0">
        <w:t>v rámci Prílohy č</w:t>
      </w:r>
      <w:r w:rsidR="00566276" w:rsidRPr="00D10BF0">
        <w:t>.</w:t>
      </w:r>
      <w:r w:rsidRPr="00D10BF0">
        <w:t xml:space="preserve"> C.2 – Rozpočet zmluvnej ceny po zaokrúhlení, bude musieť zodpovedať sume, ktorú tento uchádzač predložil v rámci </w:t>
      </w:r>
      <w:proofErr w:type="spellStart"/>
      <w:r w:rsidRPr="00D10BF0">
        <w:t>elektornickej</w:t>
      </w:r>
      <w:proofErr w:type="spellEnd"/>
      <w:r w:rsidRPr="00D10BF0">
        <w:t xml:space="preserve"> aukcie; a</w:t>
      </w:r>
    </w:p>
    <w:p w14:paraId="4BADBA14" w14:textId="2DE1B5D0" w:rsidR="00CE2D12" w:rsidRPr="00D10BF0" w:rsidRDefault="00566276" w:rsidP="00283EDF">
      <w:pPr>
        <w:pStyle w:val="Heading6"/>
      </w:pPr>
      <w:r w:rsidRPr="00D10BF0">
        <w:t>žiadna z položiek novo predloženej Prílohy č. C.2 – Rozpočet zmluvnej ceny, nemôže byť vyššia, ako bola predložená v rámci pôvodnej Prílohy č. C.2 – Rozpočet zmluvnej ceny, ktor</w:t>
      </w:r>
      <w:r w:rsidR="00F518C3" w:rsidRPr="00D10BF0">
        <w:t>ú uchádzač predložil vo svojej ponuke.</w:t>
      </w:r>
    </w:p>
    <w:p w14:paraId="33872F50" w14:textId="7C126BC5" w:rsidR="008568F2" w:rsidRPr="00D10BF0" w:rsidRDefault="008568F2" w:rsidP="001E5CF9">
      <w:pPr>
        <w:pStyle w:val="Heading4"/>
      </w:pPr>
      <w:r w:rsidRPr="00D10BF0">
        <w:t xml:space="preserve">Administrátor </w:t>
      </w:r>
      <w:r w:rsidR="0035086C" w:rsidRPr="00D10BF0">
        <w:t>Verejn</w:t>
      </w:r>
      <w:r w:rsidRPr="00D10BF0">
        <w:t xml:space="preserve">ého obstarávateľa je osoba, ktorá v rámci on-line aukcie vyzýva uchádzačov na predkladanie nových cien upravených smerom nadol. </w:t>
      </w:r>
    </w:p>
    <w:p w14:paraId="76827814" w14:textId="77777777" w:rsidR="008568F2" w:rsidRPr="00D10BF0" w:rsidRDefault="008568F2" w:rsidP="00DB3EC1">
      <w:pPr>
        <w:pStyle w:val="Heading3"/>
      </w:pPr>
      <w:bookmarkStart w:id="442" w:name="_Toc444084996"/>
      <w:bookmarkStart w:id="443" w:name="_Toc469657850"/>
      <w:bookmarkStart w:id="444" w:name="_Toc473527865"/>
      <w:bookmarkStart w:id="445" w:name="_Toc4416648"/>
      <w:bookmarkStart w:id="446" w:name="_Toc4416942"/>
      <w:bookmarkStart w:id="447" w:name="_Toc4416991"/>
      <w:bookmarkStart w:id="448" w:name="_Toc34734257"/>
      <w:r w:rsidRPr="00D10BF0">
        <w:t>Priebeh aukcie</w:t>
      </w:r>
      <w:bookmarkEnd w:id="442"/>
      <w:bookmarkEnd w:id="443"/>
      <w:bookmarkEnd w:id="444"/>
      <w:bookmarkEnd w:id="445"/>
      <w:bookmarkEnd w:id="446"/>
      <w:bookmarkEnd w:id="447"/>
      <w:bookmarkEnd w:id="448"/>
    </w:p>
    <w:p w14:paraId="362CCFCA" w14:textId="77777777" w:rsidR="008568F2" w:rsidRPr="00D10BF0" w:rsidRDefault="008568F2" w:rsidP="00AF5DFF">
      <w:pPr>
        <w:pStyle w:val="ListParagraph"/>
        <w:numPr>
          <w:ilvl w:val="0"/>
          <w:numId w:val="11"/>
        </w:numPr>
        <w:contextualSpacing w:val="0"/>
        <w:rPr>
          <w:rFonts w:ascii="Cambria" w:hAnsi="Cambria" w:cs="Arial"/>
          <w:b/>
          <w:bCs/>
          <w:smallCaps/>
          <w:vanish/>
          <w:color w:val="2F5496" w:themeColor="accent5" w:themeShade="BF"/>
        </w:rPr>
      </w:pPr>
    </w:p>
    <w:p w14:paraId="702C3E10" w14:textId="0B3A2AE3" w:rsidR="008568F2" w:rsidRPr="00D10BF0" w:rsidRDefault="008568F2" w:rsidP="001E5CF9">
      <w:pPr>
        <w:pStyle w:val="Heading4"/>
      </w:pPr>
      <w:r w:rsidRPr="00D10BF0">
        <w:t xml:space="preserve">V priebehu aukcie budú uchádzačom oznamované dostatočné informácie, ktoré im umožnia zistiť v každom okamihu ich relatívne umiestnenie, a to aktuálna najnižšia celková cena </w:t>
      </w:r>
      <w:r w:rsidR="00480A30" w:rsidRPr="00D10BF0">
        <w:t>dodávky</w:t>
      </w:r>
      <w:r w:rsidR="00FC45F8" w:rsidRPr="00D10BF0">
        <w:t xml:space="preserve"> </w:t>
      </w:r>
      <w:r w:rsidRPr="00D10BF0">
        <w:t>cel</w:t>
      </w:r>
      <w:r w:rsidR="00FC45F8" w:rsidRPr="00D10BF0">
        <w:t>ého</w:t>
      </w:r>
      <w:r w:rsidRPr="00D10BF0">
        <w:t xml:space="preserve"> </w:t>
      </w:r>
      <w:r w:rsidR="007D674D" w:rsidRPr="00D10BF0">
        <w:t>Predmet</w:t>
      </w:r>
      <w:r w:rsidR="00FC45F8" w:rsidRPr="00D10BF0">
        <w:t>u</w:t>
      </w:r>
      <w:r w:rsidRPr="00D10BF0">
        <w:t xml:space="preserve"> zákazky uvedeného uchádzača. Oznamované budú aj údaje o začiatku a ukončovaní elektronickej aukcie a údaje o okamžitom čase, ktorý zostáva do skončenia aukcie. </w:t>
      </w:r>
    </w:p>
    <w:p w14:paraId="36DEEC1D" w14:textId="7E4A4EE2" w:rsidR="008568F2" w:rsidRPr="00D10BF0" w:rsidRDefault="008568F2" w:rsidP="001E5CF9">
      <w:pPr>
        <w:pStyle w:val="Heading4"/>
      </w:pPr>
      <w:r w:rsidRPr="00D10BF0">
        <w:t>Po úvodnom vyhodnotení ponúk budú do aukcie pozvaní uchádzači, ktorých ponuky neboli vylúčené.</w:t>
      </w:r>
    </w:p>
    <w:p w14:paraId="3C7F59BC" w14:textId="03C13223" w:rsidR="008568F2" w:rsidRPr="00D10BF0" w:rsidRDefault="008568F2" w:rsidP="001E5CF9">
      <w:pPr>
        <w:pStyle w:val="Heading4"/>
      </w:pPr>
      <w:r w:rsidRPr="00D10BF0">
        <w:t xml:space="preserve">Po úvodnom vyhodnotení ponúk </w:t>
      </w:r>
      <w:r w:rsidR="0035086C" w:rsidRPr="00D10BF0">
        <w:t>Verejn</w:t>
      </w:r>
      <w:r w:rsidRPr="00D10BF0">
        <w:t xml:space="preserve">ý obstarávateľ zadá do aukčného prostredia vstupné ceny uchádzačov, tak ako boli uvedené v ich úvodných </w:t>
      </w:r>
      <w:bookmarkStart w:id="449" w:name="_Hlk522551941"/>
      <w:r w:rsidR="007A0A2F" w:rsidRPr="00D10BF0">
        <w:t>ponukách v systéme JOSEPHINE</w:t>
      </w:r>
      <w:bookmarkEnd w:id="449"/>
      <w:r w:rsidRPr="00D10BF0">
        <w:t>.</w:t>
      </w:r>
    </w:p>
    <w:p w14:paraId="7BB19DD5" w14:textId="048D3E7F" w:rsidR="008568F2" w:rsidRPr="00D10BF0" w:rsidRDefault="008568F2" w:rsidP="001E5CF9">
      <w:pPr>
        <w:pStyle w:val="Heading4"/>
      </w:pPr>
      <w:r w:rsidRPr="00D10BF0">
        <w:t>Uchádzači sa budú aukcie zúčastňovať prostredníctvom e-mailovej adresy, ktorú musia uviesť vo svojej ponuke ako e-mailovú adresu určenú pre elektronickú komunikáciu v aukcii. Na túto e-mailovú adresu im bude elektronickými prostriedkami poslaná výzva na účasť v</w:t>
      </w:r>
      <w:r w:rsidR="0077297B" w:rsidRPr="00D10BF0">
        <w:t> </w:t>
      </w:r>
      <w:r w:rsidRPr="00D10BF0">
        <w:t xml:space="preserve">aukcii. Okrem e-mailovej adresy uvedie uchádzač v ponuke aj kontaktnú osobu a jej kontaktné údaje. </w:t>
      </w:r>
      <w:bookmarkStart w:id="450" w:name="_Hlk522551952"/>
      <w:r w:rsidR="007A0A2F" w:rsidRPr="00D10BF0">
        <w:t>Podrobnejšie informácie o procese elektronickej aukcie budú uvedené vo výzve na účasť v elektronickej aukci</w:t>
      </w:r>
      <w:r w:rsidR="00614131" w:rsidRPr="00D10BF0">
        <w:t>i</w:t>
      </w:r>
      <w:r w:rsidR="00430C42" w:rsidRPr="00D10BF0">
        <w:t>.</w:t>
      </w:r>
      <w:bookmarkEnd w:id="450"/>
    </w:p>
    <w:p w14:paraId="05FEDD89" w14:textId="429103FD" w:rsidR="008568F2" w:rsidRPr="00D10BF0" w:rsidRDefault="008568F2" w:rsidP="001E5CF9">
      <w:pPr>
        <w:pStyle w:val="Heading4"/>
      </w:pPr>
      <w:r w:rsidRPr="00D10BF0">
        <w:t>Vo výzve na účasť v aukcii budú okrem dátumu a času začatia aukcie a spôsobu ukončenia aukcie uvedené najmä informácie týkajúce sa individuálneho pripojenia uchádzača k používanému elektronickému zariadeniu</w:t>
      </w:r>
      <w:r w:rsidR="009033FA" w:rsidRPr="00D10BF0">
        <w:t xml:space="preserve"> a výsledok celkového vyhodnotenia príslušnej ponuky podľa ustanovenia § 54 ods. 8 ZVO</w:t>
      </w:r>
      <w:r w:rsidRPr="00D10BF0">
        <w:t>. Súčasťou výzvy na účasť je priložený „.</w:t>
      </w:r>
      <w:proofErr w:type="spellStart"/>
      <w:r w:rsidRPr="00D10BF0">
        <w:t>pdf</w:t>
      </w:r>
      <w:proofErr w:type="spellEnd"/>
      <w:r w:rsidRPr="00D10BF0">
        <w:t xml:space="preserve">“ dokument, ktorý obsahuje prihlasovacie meno, heslo a odkaz na internetovú adresu aukcie. Kliknutím na túto internetovú adresu sa otvorí prihlasovacie okno do aukcie. Ak sa uchádzač prihlási do aukcie pred </w:t>
      </w:r>
      <w:r w:rsidRPr="00D10BF0">
        <w:lastRenderedPageBreak/>
        <w:t xml:space="preserve">jej začiatkom, zobrazí sa len obrazovka s odpočítavaním času, ktorý zostáva do začiatku aukcie. </w:t>
      </w:r>
      <w:bookmarkStart w:id="451" w:name="_Hlk522551959"/>
      <w:r w:rsidRPr="00D10BF0">
        <w:t xml:space="preserve">Súčasťou výzvy na účasť v aukcii je </w:t>
      </w:r>
      <w:r w:rsidR="007A0A2F" w:rsidRPr="00D10BF0">
        <w:t>budú aj podrobné</w:t>
      </w:r>
      <w:r w:rsidRPr="00D10BF0">
        <w:t xml:space="preserve"> pravidlá aukcie a  podmienky technického pripojenia</w:t>
      </w:r>
      <w:bookmarkEnd w:id="451"/>
      <w:r w:rsidRPr="00D10BF0">
        <w:t>.</w:t>
      </w:r>
    </w:p>
    <w:p w14:paraId="290C3595" w14:textId="483C460E" w:rsidR="008568F2" w:rsidRPr="00D10BF0" w:rsidRDefault="00654D76" w:rsidP="001E5CF9">
      <w:pPr>
        <w:pStyle w:val="Heading4"/>
      </w:pPr>
      <w:bookmarkStart w:id="452" w:name="_Hlk522547156"/>
      <w:bookmarkStart w:id="453" w:name="_Hlk522551968"/>
      <w:r w:rsidRPr="00D10BF0">
        <w:t xml:space="preserve">Elektronická aukcia sa bude realizovať prostredníctvom elektronického aukčného softwaru PROEBIZ  dostupnom na </w:t>
      </w:r>
      <w:hyperlink r:id="rId21" w:history="1">
        <w:r w:rsidR="009615CD" w:rsidRPr="00D10BF0">
          <w:t>http://proebiz.com</w:t>
        </w:r>
      </w:hyperlink>
      <w:bookmarkEnd w:id="452"/>
      <w:r w:rsidRPr="00D10BF0">
        <w:t>.</w:t>
      </w:r>
      <w:bookmarkEnd w:id="453"/>
      <w:r w:rsidR="008568F2" w:rsidRPr="00D10BF0">
        <w:t xml:space="preserve"> </w:t>
      </w:r>
    </w:p>
    <w:p w14:paraId="3EC44C9F" w14:textId="266AEC42" w:rsidR="008568F2" w:rsidRPr="00D10BF0" w:rsidRDefault="002D5D83" w:rsidP="001E5CF9">
      <w:pPr>
        <w:pStyle w:val="Heading4"/>
      </w:pPr>
      <w:r w:rsidRPr="00D10BF0">
        <w:t xml:space="preserve">V priebehu konania aukcie bude umožnené všetkým zúčastneným uchádzačom svoje zadané ceny upravovať v stanovených položkách smerom dole v ľubovoľnom počte krokov. Obmedzenie zmeny jedného kroku </w:t>
      </w:r>
      <w:r w:rsidR="00DF29BC" w:rsidRPr="00D10BF0">
        <w:t>bude</w:t>
      </w:r>
      <w:r w:rsidRPr="00D10BF0">
        <w:t xml:space="preserve"> nastavené nasledovne: minimálny vyžadovaný rozdiel v jednom kroku je </w:t>
      </w:r>
      <w:r w:rsidR="007718E8">
        <w:t>2</w:t>
      </w:r>
      <w:r w:rsidR="00A67985">
        <w:t>.000</w:t>
      </w:r>
      <w:r w:rsidR="00A67985" w:rsidRPr="00D10BF0">
        <w:t>,</w:t>
      </w:r>
      <w:r w:rsidRPr="00D10BF0">
        <w:t xml:space="preserve">- EUR </w:t>
      </w:r>
      <w:r w:rsidR="00DF29BC" w:rsidRPr="00D10BF0">
        <w:t>vrátane</w:t>
      </w:r>
      <w:r w:rsidRPr="00D10BF0">
        <w:t xml:space="preserve"> DPH</w:t>
      </w:r>
      <w:r w:rsidR="00696580" w:rsidRPr="00D10BF0">
        <w:t xml:space="preserve">. Maximálny možný rozdiel nie je limitovaný, avšak v prípade prekročenia </w:t>
      </w:r>
      <w:r w:rsidRPr="00D10BF0">
        <w:t xml:space="preserve"> </w:t>
      </w:r>
      <w:r w:rsidR="00696580" w:rsidRPr="00D10BF0">
        <w:t xml:space="preserve">rozdielu v jednom kroku </w:t>
      </w:r>
      <w:r w:rsidR="00BD1BC0" w:rsidRPr="00D10BF0">
        <w:t xml:space="preserve">o </w:t>
      </w:r>
      <w:r w:rsidR="007718E8">
        <w:t>50</w:t>
      </w:r>
      <w:r w:rsidRPr="00D10BF0">
        <w:t xml:space="preserve">.000,- EUR </w:t>
      </w:r>
      <w:r w:rsidR="00DF29BC" w:rsidRPr="00D10BF0">
        <w:t xml:space="preserve">vrátane </w:t>
      </w:r>
      <w:r w:rsidRPr="00D10BF0">
        <w:t xml:space="preserve">DPH </w:t>
      </w:r>
      <w:r w:rsidR="00176E9E" w:rsidRPr="00D10BF0">
        <w:t>sa objaví upozorňovacie okno</w:t>
      </w:r>
      <w:r w:rsidR="0044321A" w:rsidRPr="00D10BF0">
        <w:t>, ktoré uchádzača upozorní na výšku ním navrhovanej úpravy ceny</w:t>
      </w:r>
      <w:r w:rsidR="002F4406" w:rsidRPr="00D10BF0">
        <w:t xml:space="preserve">. </w:t>
      </w:r>
    </w:p>
    <w:p w14:paraId="0CA09EE7" w14:textId="6E867566" w:rsidR="008568F2" w:rsidRPr="00D10BF0" w:rsidRDefault="0035086C" w:rsidP="001E5CF9">
      <w:pPr>
        <w:pStyle w:val="Heading4"/>
      </w:pPr>
      <w:r w:rsidRPr="00D10BF0">
        <w:t>Verejn</w:t>
      </w:r>
      <w:r w:rsidR="008568F2" w:rsidRPr="00D10BF0">
        <w:t xml:space="preserve">ý obstarávateľ skončí elektronickú aukciu, </w:t>
      </w:r>
    </w:p>
    <w:p w14:paraId="6048840E" w14:textId="4BF361BE" w:rsidR="008568F2" w:rsidRPr="00D10BF0" w:rsidRDefault="008568F2" w:rsidP="00283EDF">
      <w:pPr>
        <w:pStyle w:val="Heading6"/>
      </w:pPr>
      <w:r w:rsidRPr="00D10BF0">
        <w:t xml:space="preserve">ak na základe výzvy na účasť v elektronickej aukcii </w:t>
      </w:r>
      <w:r w:rsidR="003D5432" w:rsidRPr="00D10BF0">
        <w:t xml:space="preserve">v ním stanovenej lehote </w:t>
      </w:r>
      <w:r w:rsidRPr="00D10BF0">
        <w:t>nedostane</w:t>
      </w:r>
      <w:r w:rsidR="003D5432" w:rsidRPr="00D10BF0">
        <w:t xml:space="preserve"> </w:t>
      </w:r>
      <w:r w:rsidRPr="00D10BF0">
        <w:t xml:space="preserve">žiadne nové ceny alebo nové hodnoty, ktoré spĺňajú požiadavky týkajúce sa minimálnych rozdielov, </w:t>
      </w:r>
      <w:r w:rsidR="003D5432" w:rsidRPr="00D10BF0">
        <w:t>a/alebo</w:t>
      </w:r>
    </w:p>
    <w:p w14:paraId="46F09821" w14:textId="77777777" w:rsidR="008568F2" w:rsidRPr="00D10BF0" w:rsidRDefault="008568F2" w:rsidP="00283EDF">
      <w:pPr>
        <w:pStyle w:val="Heading6"/>
      </w:pPr>
      <w:r w:rsidRPr="00D10BF0">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D10BF0" w:rsidRDefault="008568F2" w:rsidP="001E5CF9">
      <w:pPr>
        <w:pStyle w:val="Heading4"/>
      </w:pPr>
      <w:r w:rsidRPr="00D10BF0">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D10BF0" w:rsidRDefault="008568F2" w:rsidP="00FA4DBD">
      <w:pPr>
        <w:numPr>
          <w:ilvl w:val="0"/>
          <w:numId w:val="9"/>
        </w:numPr>
        <w:rPr>
          <w:rFonts w:cs="Arial"/>
          <w:b/>
          <w:bCs/>
          <w:vanish/>
          <w:szCs w:val="20"/>
        </w:rPr>
      </w:pPr>
    </w:p>
    <w:p w14:paraId="12C4B34B" w14:textId="77777777" w:rsidR="008568F2" w:rsidRPr="00D10BF0" w:rsidRDefault="008568F2" w:rsidP="00FA4DBD">
      <w:pPr>
        <w:numPr>
          <w:ilvl w:val="0"/>
          <w:numId w:val="9"/>
        </w:numPr>
        <w:rPr>
          <w:rFonts w:cs="Arial"/>
          <w:b/>
          <w:bCs/>
          <w:vanish/>
          <w:szCs w:val="20"/>
        </w:rPr>
      </w:pPr>
    </w:p>
    <w:p w14:paraId="1F1F0CEE" w14:textId="77777777" w:rsidR="008568F2" w:rsidRPr="00D10BF0" w:rsidRDefault="008568F2" w:rsidP="00FA4DBD">
      <w:pPr>
        <w:numPr>
          <w:ilvl w:val="0"/>
          <w:numId w:val="9"/>
        </w:numPr>
        <w:rPr>
          <w:rFonts w:cs="Arial"/>
          <w:b/>
          <w:bCs/>
          <w:vanish/>
          <w:szCs w:val="20"/>
        </w:rPr>
      </w:pPr>
    </w:p>
    <w:p w14:paraId="053FC149" w14:textId="77777777" w:rsidR="008568F2" w:rsidRPr="00D10BF0" w:rsidRDefault="008568F2" w:rsidP="00FA4DBD">
      <w:pPr>
        <w:numPr>
          <w:ilvl w:val="0"/>
          <w:numId w:val="9"/>
        </w:numPr>
        <w:rPr>
          <w:rFonts w:cs="Arial"/>
          <w:b/>
          <w:bCs/>
          <w:vanish/>
          <w:szCs w:val="20"/>
        </w:rPr>
      </w:pPr>
    </w:p>
    <w:p w14:paraId="79E6B12F" w14:textId="77777777" w:rsidR="008568F2" w:rsidRPr="00D10BF0" w:rsidRDefault="008568F2" w:rsidP="00FA4DBD">
      <w:pPr>
        <w:numPr>
          <w:ilvl w:val="0"/>
          <w:numId w:val="9"/>
        </w:numPr>
        <w:rPr>
          <w:rFonts w:cs="Arial"/>
          <w:b/>
          <w:bCs/>
          <w:vanish/>
          <w:szCs w:val="20"/>
        </w:rPr>
      </w:pPr>
    </w:p>
    <w:p w14:paraId="22284399" w14:textId="77777777" w:rsidR="008568F2" w:rsidRPr="00D10BF0" w:rsidRDefault="008568F2" w:rsidP="00FA4DBD">
      <w:pPr>
        <w:numPr>
          <w:ilvl w:val="0"/>
          <w:numId w:val="9"/>
        </w:numPr>
        <w:rPr>
          <w:rFonts w:cs="Arial"/>
          <w:b/>
          <w:bCs/>
          <w:vanish/>
          <w:szCs w:val="20"/>
        </w:rPr>
      </w:pPr>
    </w:p>
    <w:p w14:paraId="7DB6113B" w14:textId="77777777" w:rsidR="008568F2" w:rsidRPr="00D10BF0" w:rsidRDefault="008568F2" w:rsidP="00FA4DBD">
      <w:pPr>
        <w:numPr>
          <w:ilvl w:val="0"/>
          <w:numId w:val="9"/>
        </w:numPr>
        <w:rPr>
          <w:rFonts w:cs="Arial"/>
          <w:b/>
          <w:bCs/>
          <w:vanish/>
          <w:szCs w:val="20"/>
        </w:rPr>
      </w:pPr>
    </w:p>
    <w:p w14:paraId="4CBFFDAB" w14:textId="77777777" w:rsidR="008568F2" w:rsidRPr="00D10BF0" w:rsidRDefault="008568F2" w:rsidP="00FA4DBD">
      <w:pPr>
        <w:numPr>
          <w:ilvl w:val="0"/>
          <w:numId w:val="9"/>
        </w:numPr>
        <w:rPr>
          <w:rFonts w:cs="Arial"/>
          <w:b/>
          <w:bCs/>
          <w:vanish/>
          <w:szCs w:val="20"/>
        </w:rPr>
      </w:pPr>
    </w:p>
    <w:p w14:paraId="7C735F0F" w14:textId="77777777" w:rsidR="008568F2" w:rsidRPr="00D10BF0" w:rsidRDefault="008568F2" w:rsidP="00FA4DBD">
      <w:pPr>
        <w:numPr>
          <w:ilvl w:val="0"/>
          <w:numId w:val="9"/>
        </w:numPr>
        <w:rPr>
          <w:rFonts w:cs="Arial"/>
          <w:b/>
          <w:bCs/>
          <w:vanish/>
          <w:szCs w:val="20"/>
        </w:rPr>
      </w:pPr>
    </w:p>
    <w:p w14:paraId="30C640C7" w14:textId="77777777" w:rsidR="00A106F7" w:rsidRPr="00D10BF0" w:rsidRDefault="00A106F7" w:rsidP="00283EDF">
      <w:pPr>
        <w:pStyle w:val="Heading6"/>
      </w:pPr>
      <w:bookmarkStart w:id="454" w:name="_Hlk522552046"/>
      <w:r w:rsidRPr="00D10BF0">
        <w:t>pripojenie na internet,</w:t>
      </w:r>
    </w:p>
    <w:p w14:paraId="40AFE9A9" w14:textId="77777777" w:rsidR="00A106F7" w:rsidRPr="00D10BF0" w:rsidRDefault="00A106F7" w:rsidP="00283EDF">
      <w:pPr>
        <w:pStyle w:val="Heading6"/>
      </w:pPr>
      <w:r w:rsidRPr="00D10BF0">
        <w:t xml:space="preserve">nainštalovaný jeden z podporovaných webových prehliadačov: </w:t>
      </w:r>
    </w:p>
    <w:p w14:paraId="37A3CA4B" w14:textId="68942785" w:rsidR="00A106F7" w:rsidRPr="00D10BF0" w:rsidRDefault="00A106F7" w:rsidP="009D6B0A">
      <w:pPr>
        <w:pStyle w:val="Heading7"/>
      </w:pPr>
      <w:r w:rsidRPr="00D10BF0">
        <w:t xml:space="preserve">Microsoft Internet Explorer verzia 11.0 a vyššia (http://microsoft.com/ie) </w:t>
      </w:r>
    </w:p>
    <w:p w14:paraId="2194672E" w14:textId="4B58681E" w:rsidR="00A106F7" w:rsidRPr="00D10BF0" w:rsidRDefault="00A106F7" w:rsidP="009D6B0A">
      <w:pPr>
        <w:pStyle w:val="Heading7"/>
      </w:pPr>
      <w:proofErr w:type="spellStart"/>
      <w:r w:rsidRPr="00D10BF0">
        <w:t>Mozilla</w:t>
      </w:r>
      <w:proofErr w:type="spellEnd"/>
      <w:r w:rsidRPr="00D10BF0">
        <w:t xml:space="preserve"> Firefox 13.0 a vyššia (</w:t>
      </w:r>
      <w:hyperlink r:id="rId22" w:history="1">
        <w:r w:rsidRPr="00D10BF0">
          <w:rPr>
            <w:rStyle w:val="Hyperlink"/>
            <w:rFonts w:cs="Arial"/>
            <w:bCs/>
          </w:rPr>
          <w:t>http://firefox.com</w:t>
        </w:r>
      </w:hyperlink>
      <w:r w:rsidRPr="00D10BF0">
        <w:t xml:space="preserve">) </w:t>
      </w:r>
    </w:p>
    <w:p w14:paraId="55471192" w14:textId="199F295B" w:rsidR="00A106F7" w:rsidRPr="00D10BF0" w:rsidRDefault="00A106F7" w:rsidP="009D6B0A">
      <w:pPr>
        <w:pStyle w:val="Heading7"/>
      </w:pPr>
      <w:r w:rsidRPr="00D10BF0">
        <w:t>Google Chrome (</w:t>
      </w:r>
      <w:hyperlink r:id="rId23" w:history="1">
        <w:r w:rsidRPr="00D10BF0">
          <w:t>http://google.com/chrome</w:t>
        </w:r>
      </w:hyperlink>
      <w:r w:rsidRPr="00D10BF0">
        <w:t xml:space="preserve">) </w:t>
      </w:r>
    </w:p>
    <w:p w14:paraId="227A0148" w14:textId="0A025577" w:rsidR="00A106F7" w:rsidRPr="00D10BF0" w:rsidRDefault="00A106F7" w:rsidP="009D6B0A">
      <w:pPr>
        <w:pStyle w:val="Heading7"/>
      </w:pPr>
      <w:r w:rsidRPr="00D10BF0">
        <w:t xml:space="preserve">Microsoft </w:t>
      </w:r>
      <w:proofErr w:type="spellStart"/>
      <w:r w:rsidRPr="00D10BF0">
        <w:t>Edge</w:t>
      </w:r>
      <w:proofErr w:type="spellEnd"/>
      <w:r w:rsidRPr="00D10BF0">
        <w:t xml:space="preserve"> (</w:t>
      </w:r>
      <w:hyperlink r:id="rId24" w:history="1">
        <w:r w:rsidRPr="00D10BF0">
          <w:t>https://www.microsoft.com/edge</w:t>
        </w:r>
      </w:hyperlink>
      <w:r w:rsidRPr="00D10BF0">
        <w:t xml:space="preserve">) </w:t>
      </w:r>
    </w:p>
    <w:p w14:paraId="3D8FE892" w14:textId="77777777" w:rsidR="00A106F7" w:rsidRPr="00D10BF0" w:rsidRDefault="00A106F7" w:rsidP="00283EDF">
      <w:pPr>
        <w:pStyle w:val="Heading6"/>
      </w:pPr>
      <w:r w:rsidRPr="00D10BF0">
        <w:t xml:space="preserve">nainštalovaný Adobe Flash </w:t>
      </w:r>
      <w:proofErr w:type="spellStart"/>
      <w:r w:rsidRPr="00D10BF0">
        <w:t>Player</w:t>
      </w:r>
      <w:proofErr w:type="spellEnd"/>
      <w:r w:rsidRPr="00D10BF0">
        <w:t xml:space="preserve"> (http://get adobe.com/</w:t>
      </w:r>
      <w:proofErr w:type="spellStart"/>
      <w:r w:rsidRPr="00D10BF0">
        <w:t>flashplayer</w:t>
      </w:r>
      <w:proofErr w:type="spellEnd"/>
      <w:r w:rsidRPr="00D10BF0">
        <w:t xml:space="preserve">), </w:t>
      </w:r>
    </w:p>
    <w:p w14:paraId="54D9F278" w14:textId="77777777" w:rsidR="00A106F7" w:rsidRPr="00D10BF0" w:rsidRDefault="00A106F7" w:rsidP="00283EDF">
      <w:pPr>
        <w:pStyle w:val="Heading6"/>
      </w:pPr>
      <w:r w:rsidRPr="00D10BF0">
        <w:t xml:space="preserve">v prehliadači povolené </w:t>
      </w:r>
      <w:proofErr w:type="spellStart"/>
      <w:r w:rsidRPr="00D10BF0">
        <w:t>vyskakovacie</w:t>
      </w:r>
      <w:proofErr w:type="spellEnd"/>
      <w:r w:rsidRPr="00D10BF0">
        <w:t xml:space="preserve"> okná,</w:t>
      </w:r>
    </w:p>
    <w:p w14:paraId="4837BFBB" w14:textId="77777777" w:rsidR="00A106F7" w:rsidRPr="00D10BF0" w:rsidRDefault="00A106F7" w:rsidP="00283EDF">
      <w:pPr>
        <w:pStyle w:val="Heading6"/>
      </w:pPr>
      <w:r w:rsidRPr="00D10BF0">
        <w:t xml:space="preserve">povolená podpora </w:t>
      </w:r>
      <w:proofErr w:type="spellStart"/>
      <w:r w:rsidRPr="00D10BF0">
        <w:t>Javascript</w:t>
      </w:r>
      <w:proofErr w:type="spellEnd"/>
      <w:r w:rsidRPr="00D10BF0">
        <w:t xml:space="preserve"> v prehliadači a povolené </w:t>
      </w:r>
      <w:proofErr w:type="spellStart"/>
      <w:r w:rsidRPr="00D10BF0">
        <w:t>cookies</w:t>
      </w:r>
      <w:proofErr w:type="spellEnd"/>
      <w:r w:rsidRPr="00D10BF0">
        <w:t xml:space="preserve">, Návod, ako </w:t>
      </w:r>
      <w:proofErr w:type="spellStart"/>
      <w:r w:rsidRPr="00D10BF0">
        <w:t>cookies</w:t>
      </w:r>
      <w:proofErr w:type="spellEnd"/>
      <w:r w:rsidRPr="00D10BF0">
        <w:t xml:space="preserve"> vo webovom prehliadači povoliť, nájdete na http://proebiz.com/sk/podpora</w:t>
      </w:r>
    </w:p>
    <w:p w14:paraId="1DC3567B" w14:textId="77777777" w:rsidR="00A106F7" w:rsidRPr="00D10BF0" w:rsidRDefault="00A106F7" w:rsidP="00283EDF">
      <w:pPr>
        <w:pStyle w:val="Heading6"/>
      </w:pPr>
      <w:r w:rsidRPr="00D10BF0">
        <w:t xml:space="preserve">nainštalovaný Adobe Acrobat </w:t>
      </w:r>
      <w:proofErr w:type="spellStart"/>
      <w:r w:rsidRPr="00D10BF0">
        <w:t>Reader</w:t>
      </w:r>
      <w:proofErr w:type="spellEnd"/>
      <w:r w:rsidRPr="00D10BF0">
        <w:t xml:space="preserve"> pre otváranie dokumentov. </w:t>
      </w:r>
    </w:p>
    <w:p w14:paraId="0B668818" w14:textId="77777777" w:rsidR="008568F2" w:rsidRPr="00D10BF0" w:rsidRDefault="008568F2" w:rsidP="00DB3EC1">
      <w:pPr>
        <w:pStyle w:val="Heading3"/>
      </w:pPr>
      <w:bookmarkStart w:id="455" w:name="_Toc444084997"/>
      <w:bookmarkStart w:id="456" w:name="_Toc469657851"/>
      <w:bookmarkStart w:id="457" w:name="_Toc473527866"/>
      <w:bookmarkStart w:id="458" w:name="_Toc4416649"/>
      <w:bookmarkStart w:id="459" w:name="_Toc4416943"/>
      <w:bookmarkStart w:id="460" w:name="_Toc4416992"/>
      <w:bookmarkStart w:id="461" w:name="_Toc34734258"/>
      <w:bookmarkEnd w:id="454"/>
      <w:r w:rsidRPr="00D10BF0">
        <w:t>Ďalšie upozornenia pre účasť v aukcii</w:t>
      </w:r>
      <w:bookmarkEnd w:id="455"/>
      <w:bookmarkEnd w:id="456"/>
      <w:bookmarkEnd w:id="457"/>
      <w:bookmarkEnd w:id="458"/>
      <w:bookmarkEnd w:id="459"/>
      <w:bookmarkEnd w:id="460"/>
      <w:bookmarkEnd w:id="461"/>
      <w:r w:rsidRPr="00D10BF0">
        <w:t xml:space="preserve"> </w:t>
      </w:r>
    </w:p>
    <w:p w14:paraId="77ACA54B" w14:textId="77777777" w:rsidR="008568F2" w:rsidRPr="00D10BF0" w:rsidRDefault="008568F2" w:rsidP="00AF5DFF">
      <w:pPr>
        <w:pStyle w:val="ListParagraph"/>
        <w:numPr>
          <w:ilvl w:val="0"/>
          <w:numId w:val="11"/>
        </w:numPr>
        <w:contextualSpacing w:val="0"/>
        <w:rPr>
          <w:rFonts w:ascii="Cambria" w:hAnsi="Cambria" w:cs="Arial"/>
          <w:b/>
          <w:bCs/>
          <w:smallCaps/>
          <w:vanish/>
          <w:color w:val="2F5496" w:themeColor="accent5" w:themeShade="BF"/>
        </w:rPr>
      </w:pPr>
    </w:p>
    <w:p w14:paraId="354E1AF8" w14:textId="77777777" w:rsidR="008568F2" w:rsidRPr="00D10BF0" w:rsidRDefault="008568F2" w:rsidP="001E5CF9">
      <w:pPr>
        <w:pStyle w:val="Heading4"/>
      </w:pPr>
      <w:r w:rsidRPr="00D10BF0">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D10BF0" w:rsidRDefault="008568F2" w:rsidP="001E5CF9">
      <w:pPr>
        <w:pStyle w:val="Heading4"/>
      </w:pPr>
      <w:r w:rsidRPr="00D10BF0">
        <w:t xml:space="preserve">V prípade nemožnosti konania aukcie z dôvodu vyššej moci, ako napr. dokázateľného plošného výpadku siete internet, alebo inej nepredpokladateľnej objektívnej príčiny si </w:t>
      </w:r>
      <w:r w:rsidR="0035086C" w:rsidRPr="00D10BF0">
        <w:t>Verejn</w:t>
      </w:r>
      <w:r w:rsidRPr="00D10BF0">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7AEB8E9B" w:rsidR="008568F2" w:rsidRPr="00D10BF0" w:rsidRDefault="008568F2" w:rsidP="001E5CF9">
      <w:pPr>
        <w:pStyle w:val="Heading4"/>
      </w:pPr>
      <w:r w:rsidRPr="00D10BF0">
        <w:lastRenderedPageBreak/>
        <w:t xml:space="preserve">Na ceny aktualizované v e-aukcii sa vzťahujú ustanovenia bodu </w:t>
      </w:r>
      <w:r w:rsidR="00FB42BC" w:rsidRPr="00D10BF0">
        <w:fldChar w:fldCharType="begin"/>
      </w:r>
      <w:r w:rsidR="00FB42BC" w:rsidRPr="00D10BF0">
        <w:instrText xml:space="preserve"> REF _Ref4423373 \n \h </w:instrText>
      </w:r>
      <w:r w:rsidR="008501A8" w:rsidRPr="00D10BF0">
        <w:instrText xml:space="preserve"> \* MERGEFORMAT </w:instrText>
      </w:r>
      <w:r w:rsidR="00FB42BC" w:rsidRPr="00D10BF0">
        <w:fldChar w:fldCharType="separate"/>
      </w:r>
      <w:r w:rsidR="00171596">
        <w:t>24</w:t>
      </w:r>
      <w:r w:rsidR="00FB42BC" w:rsidRPr="00D10BF0">
        <w:fldChar w:fldCharType="end"/>
      </w:r>
      <w:r w:rsidR="00FB42BC" w:rsidRPr="00D10BF0">
        <w:t xml:space="preserve"> </w:t>
      </w:r>
      <w:r w:rsidRPr="00D10BF0">
        <w:t xml:space="preserve">Časti A. Pokyny pre uchádzačov týchto súťažných podkladov o mimoriadne nízkej ponuke. V prípade, ak bude uchádzač, ktorý predloží v e-aukcii najnižšiu cenu z </w:t>
      </w:r>
      <w:r w:rsidR="0035086C" w:rsidRPr="00D10BF0">
        <w:t>Verejn</w:t>
      </w:r>
      <w:r w:rsidRPr="00D10BF0">
        <w:t>ej súťaže z dôvodu predloženia mimoriadnej nízkej ponuky z </w:t>
      </w:r>
      <w:r w:rsidR="0035086C" w:rsidRPr="00D10BF0">
        <w:t>Verejn</w:t>
      </w:r>
      <w:r w:rsidRPr="00D10BF0">
        <w:t>ej súťaže vylúčený, stáva sa úspešným druhý uchádzač v poradí.</w:t>
      </w:r>
    </w:p>
    <w:p w14:paraId="5C956A65" w14:textId="351E1E5E" w:rsidR="008B699B" w:rsidRPr="00D10BF0" w:rsidRDefault="0035086C" w:rsidP="001E5CF9">
      <w:pPr>
        <w:pStyle w:val="Heading4"/>
      </w:pPr>
      <w:r w:rsidRPr="00D10BF0">
        <w:t>Verejn</w:t>
      </w:r>
      <w:r w:rsidR="008B699B" w:rsidRPr="00D10BF0">
        <w:t xml:space="preserve">ý obstarávateľ si vyhradzuje právo zopakovať elektronickú aukciu v prípade, ak uchádzač, ktorý sa umiestnil na prvom mieste v poradí bude vylúčený </w:t>
      </w:r>
      <w:proofErr w:type="spellStart"/>
      <w:r w:rsidR="008B699B" w:rsidRPr="00D10BF0">
        <w:t>posupom</w:t>
      </w:r>
      <w:proofErr w:type="spellEnd"/>
      <w:r w:rsidR="008B699B" w:rsidRPr="00D10BF0">
        <w:t xml:space="preserve"> podľa bodu </w:t>
      </w:r>
      <w:r w:rsidR="00FB42BC" w:rsidRPr="00D10BF0">
        <w:fldChar w:fldCharType="begin"/>
      </w:r>
      <w:r w:rsidR="00FB42BC" w:rsidRPr="00D10BF0">
        <w:instrText xml:space="preserve"> REF _Ref4423292 \n \h </w:instrText>
      </w:r>
      <w:r w:rsidR="008501A8" w:rsidRPr="00D10BF0">
        <w:instrText xml:space="preserve"> \* MERGEFORMAT </w:instrText>
      </w:r>
      <w:r w:rsidR="00FB42BC" w:rsidRPr="00D10BF0">
        <w:fldChar w:fldCharType="separate"/>
      </w:r>
      <w:r w:rsidR="00171596">
        <w:t>26.1</w:t>
      </w:r>
      <w:r w:rsidR="00FB42BC" w:rsidRPr="00D10BF0">
        <w:fldChar w:fldCharType="end"/>
      </w:r>
      <w:r w:rsidR="008B699B" w:rsidRPr="00D10BF0">
        <w:t xml:space="preserve"> Časti A. Pokyny pre uchádzačov súťažných podkladov</w:t>
      </w:r>
    </w:p>
    <w:p w14:paraId="68C3D26F" w14:textId="77777777" w:rsidR="008B699B" w:rsidRPr="00D10BF0" w:rsidRDefault="008B699B" w:rsidP="00A9332F">
      <w:pPr>
        <w:ind w:left="540"/>
        <w:rPr>
          <w:rFonts w:cs="Arial"/>
          <w:szCs w:val="20"/>
        </w:rPr>
      </w:pPr>
    </w:p>
    <w:p w14:paraId="64C84D29" w14:textId="77777777" w:rsidR="008568F2" w:rsidRPr="00D10BF0" w:rsidRDefault="008568F2" w:rsidP="008568F2">
      <w:pPr>
        <w:pStyle w:val="ListParagraph"/>
        <w:rPr>
          <w:rFonts w:ascii="Cambria" w:hAnsi="Cambria" w:cs="Arial"/>
        </w:rPr>
      </w:pPr>
    </w:p>
    <w:bookmarkEnd w:id="433"/>
    <w:p w14:paraId="61579803" w14:textId="00EC875F" w:rsidR="00742488" w:rsidRPr="00D10BF0" w:rsidRDefault="009A7301">
      <w:pPr>
        <w:spacing w:after="0" w:line="240" w:lineRule="auto"/>
        <w:jc w:val="left"/>
        <w:rPr>
          <w:b/>
          <w:sz w:val="28"/>
          <w:szCs w:val="28"/>
        </w:rPr>
      </w:pPr>
      <w:r w:rsidRPr="00D10BF0">
        <w:rPr>
          <w:b/>
          <w:sz w:val="28"/>
          <w:szCs w:val="28"/>
        </w:rPr>
        <w:br w:type="page"/>
      </w:r>
    </w:p>
    <w:p w14:paraId="50FF5102" w14:textId="7D04D313" w:rsidR="00742488" w:rsidRPr="00D10BF0" w:rsidRDefault="00742488" w:rsidP="00742488">
      <w:pPr>
        <w:pStyle w:val="Heading1"/>
      </w:pPr>
      <w:bookmarkStart w:id="462" w:name="_Toc34734259"/>
      <w:r w:rsidRPr="00D10BF0">
        <w:lastRenderedPageBreak/>
        <w:t>Podmienky účasti</w:t>
      </w:r>
      <w:bookmarkEnd w:id="462"/>
    </w:p>
    <w:p w14:paraId="17C675B0" w14:textId="1B07AD4B" w:rsidR="001834FF" w:rsidRPr="00D10BF0" w:rsidRDefault="001834FF" w:rsidP="001834FF">
      <w:pPr>
        <w:pStyle w:val="Heading3"/>
      </w:pPr>
      <w:bookmarkStart w:id="463" w:name="_Toc34734260"/>
      <w:r w:rsidRPr="00D10BF0">
        <w:t>Osobné postavenie</w:t>
      </w:r>
      <w:bookmarkEnd w:id="463"/>
    </w:p>
    <w:p w14:paraId="08869673" w14:textId="0A5FC99E" w:rsidR="001834FF" w:rsidRPr="00D10BF0" w:rsidRDefault="001834FF" w:rsidP="001E5CF9">
      <w:pPr>
        <w:pStyle w:val="Heading4"/>
      </w:pPr>
      <w:r w:rsidRPr="00D10BF0">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2E465D86" w14:textId="77777777" w:rsidR="001834FF" w:rsidRPr="00D10BF0" w:rsidRDefault="001834FF" w:rsidP="001E5CF9">
      <w:pPr>
        <w:pStyle w:val="Heading4"/>
      </w:pPr>
      <w:r w:rsidRPr="00D10BF0">
        <w:t>Tejto súťaže sa môže zúčastniť len ten, kto spĺňa podmienky účasti týkajúce sa osobného postavenia vymedzené v ustanovení § 32 ods. 1 ZVO.</w:t>
      </w:r>
    </w:p>
    <w:p w14:paraId="5C7E9A70" w14:textId="4BC6797E" w:rsidR="001834FF" w:rsidRPr="00D10BF0" w:rsidRDefault="001834FF" w:rsidP="001E5CF9">
      <w:pPr>
        <w:pStyle w:val="Heading4"/>
      </w:pPr>
      <w:bookmarkStart w:id="464" w:name="_Ref34733959"/>
      <w:r w:rsidRPr="00D10BF0">
        <w:t>Spôsob preukázania splnenia podmienok podľa § 32 ods. 1 ZVO:</w:t>
      </w:r>
      <w:bookmarkEnd w:id="464"/>
      <w:r w:rsidRPr="00D10BF0">
        <w:t> </w:t>
      </w:r>
    </w:p>
    <w:p w14:paraId="7FF79130" w14:textId="77777777" w:rsidR="001834FF" w:rsidRPr="00D10BF0" w:rsidRDefault="001834FF" w:rsidP="00283EDF">
      <w:pPr>
        <w:pStyle w:val="Heading6"/>
      </w:pPr>
      <w:r w:rsidRPr="00D10BF0">
        <w:t>Uchádzač zapísaný v zozname hospodárskych subjektov (ďalej len „ZHS“) podľa § 152 ZVO preukáže splnenie podmienok účasti osobného postavenia informáciou o zapísaní do ZHS alebo predložením platného potvrdenia úradu o zapísaní do ZHS, pričom ak jeho zápis v</w:t>
      </w:r>
      <w:r w:rsidRPr="00D10BF0">
        <w:rPr>
          <w:rFonts w:cs="Arial"/>
        </w:rPr>
        <w:t> </w:t>
      </w:r>
      <w:r w:rsidRPr="00D10BF0">
        <w:t>ZHS neobsahuje všetky doklady potrebné na preukázanie splnenia podmienok účasti v</w:t>
      </w:r>
      <w:r w:rsidRPr="00D10BF0">
        <w:rPr>
          <w:rFonts w:cs="Arial"/>
        </w:rPr>
        <w:t> </w:t>
      </w:r>
      <w:r w:rsidRPr="00D10BF0">
        <w:t>súlade s</w:t>
      </w:r>
      <w:r w:rsidRPr="00D10BF0">
        <w:rPr>
          <w:rFonts w:cs="Arial"/>
        </w:rPr>
        <w:t> </w:t>
      </w:r>
      <w:r w:rsidRPr="00D10BF0">
        <w:t>ustanovením § 32 ods. 2 ZVO platného v</w:t>
      </w:r>
      <w:r w:rsidRPr="00D10BF0">
        <w:rPr>
          <w:rFonts w:cs="Arial"/>
        </w:rPr>
        <w:t> </w:t>
      </w:r>
      <w:r w:rsidRPr="00D10BF0">
        <w:t>čase vyhlásenia tohto verejného obstarávania, predloží tieto doklady v</w:t>
      </w:r>
      <w:r w:rsidRPr="00D10BF0">
        <w:rPr>
          <w:rFonts w:cs="Arial"/>
        </w:rPr>
        <w:t> </w:t>
      </w:r>
      <w:r w:rsidRPr="00D10BF0">
        <w:t>svojej ponuke.</w:t>
      </w:r>
    </w:p>
    <w:p w14:paraId="5789E682" w14:textId="2CC9EAC1" w:rsidR="001834FF" w:rsidRPr="00D10BF0" w:rsidRDefault="001834FF" w:rsidP="00283EDF">
      <w:pPr>
        <w:pStyle w:val="Heading6"/>
      </w:pPr>
      <w:bookmarkStart w:id="465" w:name="_Ref20407693"/>
      <w:r w:rsidRPr="00D10BF0">
        <w:t>Uchádzač, ktorý nie je zapísaný v ZHS podľa § 152 ZVO preukáže splnenie podmienok účasti osobného postavenia dokladmi v súlade s § 32 ods. 2 ZVO.</w:t>
      </w:r>
      <w:bookmarkEnd w:id="465"/>
    </w:p>
    <w:p w14:paraId="605CDDAB" w14:textId="37E64109" w:rsidR="001834FF" w:rsidRPr="00D10BF0" w:rsidRDefault="001834FF" w:rsidP="001E5CF9">
      <w:pPr>
        <w:pStyle w:val="Heading4"/>
      </w:pPr>
      <w:r w:rsidRPr="00D10BF0">
        <w:t xml:space="preserve">Ak uchádzač alebo záujemca má sídlo, miesto podnikania alebo obvyklý pobyt mimo územia Slovenskej republiky a štát jeho sídla, miesta podnikania alebo obvyklého pobytu nevydáva niektoré z dokladov uvedených v bode </w:t>
      </w:r>
      <w:r w:rsidR="00443B2D">
        <w:fldChar w:fldCharType="begin"/>
      </w:r>
      <w:r w:rsidR="00443B2D">
        <w:instrText xml:space="preserve"> REF _Ref34733959 \n \h </w:instrText>
      </w:r>
      <w:r w:rsidR="00443B2D">
        <w:fldChar w:fldCharType="separate"/>
      </w:r>
      <w:r w:rsidR="00171596">
        <w:t>1.3</w:t>
      </w:r>
      <w:r w:rsidR="00443B2D">
        <w:fldChar w:fldCharType="end"/>
      </w:r>
      <w:r w:rsidRPr="00D10BF0">
        <w:fldChar w:fldCharType="begin"/>
      </w:r>
      <w:r w:rsidRPr="00D10BF0">
        <w:instrText xml:space="preserve"> REF _Ref20407693 \r \h  \* MERGEFORMAT </w:instrText>
      </w:r>
      <w:r w:rsidRPr="00D10BF0">
        <w:fldChar w:fldCharType="separate"/>
      </w:r>
      <w:r w:rsidR="00171596">
        <w:t>b)</w:t>
      </w:r>
      <w:r w:rsidRPr="00D10BF0">
        <w:fldChar w:fldCharType="end"/>
      </w:r>
      <w:r w:rsidRPr="00D10BF0">
        <w:t xml:space="preserve"> vyššie alebo nevydáva ani rovnocenné doklady, možno ich nahradiť čestným vyhlásením podľa predpisov platných v štáte jeho sídla, miesta podnikania alebo obvyklého pobytu.</w:t>
      </w:r>
    </w:p>
    <w:p w14:paraId="65B0DE28" w14:textId="77777777" w:rsidR="001834FF" w:rsidRPr="00D10BF0" w:rsidRDefault="001834FF" w:rsidP="001E5CF9">
      <w:pPr>
        <w:pStyle w:val="Heading4"/>
      </w:pPr>
      <w:r w:rsidRPr="00D10BF0">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4D479A18" w14:textId="77777777" w:rsidR="001834FF" w:rsidRPr="00D10BF0" w:rsidRDefault="001834FF" w:rsidP="001E5CF9">
      <w:pPr>
        <w:pStyle w:val="Heading4"/>
      </w:pPr>
      <w:r w:rsidRPr="00D10BF0">
        <w:t>Podrobnosti k podmienkam účasti osobného postavenia a ich preukazovanie sú uvedené v § 32 ZVO.</w:t>
      </w:r>
    </w:p>
    <w:p w14:paraId="5095A929" w14:textId="77777777" w:rsidR="001834FF" w:rsidRPr="00D10BF0" w:rsidRDefault="001834FF" w:rsidP="00AF5DFF">
      <w:pPr>
        <w:pStyle w:val="Heading3"/>
      </w:pPr>
      <w:r w:rsidRPr="00D10BF0">
        <w:tab/>
      </w:r>
      <w:bookmarkStart w:id="466" w:name="_Toc494096884"/>
      <w:bookmarkStart w:id="467" w:name="_Toc34734261"/>
      <w:r w:rsidRPr="00D10BF0">
        <w:t>Ekonomické a finančné postavenie</w:t>
      </w:r>
      <w:bookmarkEnd w:id="466"/>
      <w:bookmarkEnd w:id="467"/>
    </w:p>
    <w:p w14:paraId="7C765907" w14:textId="77777777" w:rsidR="001834FF" w:rsidRPr="00D10BF0" w:rsidRDefault="001834FF" w:rsidP="001E5CF9">
      <w:pPr>
        <w:pStyle w:val="Heading4"/>
      </w:pPr>
      <w:r w:rsidRPr="00D10BF0">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63426E1B" w14:textId="77777777" w:rsidR="001834FF" w:rsidRPr="00D10BF0" w:rsidRDefault="001834FF" w:rsidP="001E5CF9">
      <w:pPr>
        <w:pStyle w:val="Heading4"/>
      </w:pPr>
      <w:r w:rsidRPr="00D10BF0">
        <w:t>Tejto súťaže sa môže zúčastniť len ten, kto spĺňa nižšie stanovené požiadavky pre preukázania svojho finančného a ekonomického postavenia. Pre preukázanie splnenia uvedených podmienok predloží uchádzač v ponuke nasledovné doklady (môžu byť nahradené aj jednotným európskym dokumentom):</w:t>
      </w:r>
    </w:p>
    <w:p w14:paraId="0686F8B9" w14:textId="38CE4B02" w:rsidR="001834FF" w:rsidRPr="00D10BF0" w:rsidRDefault="001834FF" w:rsidP="001E5CF9">
      <w:pPr>
        <w:pStyle w:val="Heading4"/>
        <w:rPr>
          <w:shd w:val="clear" w:color="auto" w:fill="FFFFFF"/>
        </w:rPr>
      </w:pPr>
      <w:r w:rsidRPr="00D10BF0">
        <w:t>V súlade s ustanovením § 33 ods. 1 písm. d) ZVO: Prehľad o</w:t>
      </w:r>
      <w:r w:rsidR="00F9659C">
        <w:t xml:space="preserve"> celkovom </w:t>
      </w:r>
      <w:r w:rsidRPr="00D10BF0">
        <w:t>obrate dosiahnutom</w:t>
      </w:r>
      <w:r w:rsidRPr="00D10BF0">
        <w:rPr>
          <w:shd w:val="clear" w:color="auto" w:fill="FFFFFF"/>
        </w:rPr>
        <w:t xml:space="preserve"> za posledné tri hospodárske roky, za ktoré sú dostupné v závislosti od vzniku alebo začatia prevádzkovania činnosti.</w:t>
      </w:r>
    </w:p>
    <w:p w14:paraId="03008ECD" w14:textId="72558754" w:rsidR="001834FF" w:rsidRPr="00D10BF0" w:rsidRDefault="001834FF" w:rsidP="001E5CF9">
      <w:pPr>
        <w:pStyle w:val="Heading4"/>
        <w:numPr>
          <w:ilvl w:val="0"/>
          <w:numId w:val="0"/>
        </w:numPr>
        <w:ind w:left="709"/>
        <w:rPr>
          <w:shd w:val="clear" w:color="auto" w:fill="FFFFFF"/>
        </w:rPr>
      </w:pPr>
      <w:r w:rsidRPr="00D10BF0">
        <w:rPr>
          <w:shd w:val="clear" w:color="auto" w:fill="FFFFFF"/>
        </w:rPr>
        <w:t>Minimálna požadovaná úroveň:</w:t>
      </w:r>
    </w:p>
    <w:p w14:paraId="47730DC9" w14:textId="477A6AEB" w:rsidR="001834FF" w:rsidRPr="00D10BF0" w:rsidRDefault="00F9659C" w:rsidP="001E5CF9">
      <w:pPr>
        <w:pStyle w:val="Heading4"/>
        <w:numPr>
          <w:ilvl w:val="0"/>
          <w:numId w:val="0"/>
        </w:numPr>
        <w:ind w:left="709"/>
        <w:rPr>
          <w:shd w:val="clear" w:color="auto" w:fill="FFFFFF"/>
        </w:rPr>
      </w:pPr>
      <w:r>
        <w:rPr>
          <w:shd w:val="clear" w:color="auto" w:fill="FFFFFF"/>
        </w:rPr>
        <w:t>Celkový obrat</w:t>
      </w:r>
      <w:r w:rsidRPr="00D10BF0">
        <w:rPr>
          <w:shd w:val="clear" w:color="auto" w:fill="FFFFFF"/>
        </w:rPr>
        <w:t xml:space="preserve"> </w:t>
      </w:r>
      <w:r w:rsidR="001834FF" w:rsidRPr="00D10BF0">
        <w:rPr>
          <w:shd w:val="clear" w:color="auto" w:fill="FFFFFF"/>
        </w:rPr>
        <w:t>dosiahnutý v po</w:t>
      </w:r>
      <w:r w:rsidR="001834FF" w:rsidRPr="00D10BF0">
        <w:rPr>
          <w:rFonts w:cs="Proba Pro"/>
          <w:shd w:val="clear" w:color="auto" w:fill="FFFFFF"/>
        </w:rPr>
        <w:t>ž</w:t>
      </w:r>
      <w:r w:rsidR="001834FF" w:rsidRPr="00D10BF0">
        <w:rPr>
          <w:shd w:val="clear" w:color="auto" w:fill="FFFFFF"/>
        </w:rPr>
        <w:t>adovanom obdob</w:t>
      </w:r>
      <w:r w:rsidR="001834FF" w:rsidRPr="00D10BF0">
        <w:rPr>
          <w:rFonts w:cs="Proba Pro"/>
          <w:shd w:val="clear" w:color="auto" w:fill="FFFFFF"/>
        </w:rPr>
        <w:t>í</w:t>
      </w:r>
      <w:r w:rsidR="001834FF" w:rsidRPr="00D10BF0">
        <w:rPr>
          <w:shd w:val="clear" w:color="auto" w:fill="FFFFFF"/>
        </w:rPr>
        <w:t xml:space="preserve"> musel by</w:t>
      </w:r>
      <w:r w:rsidR="001834FF" w:rsidRPr="00D10BF0">
        <w:rPr>
          <w:rFonts w:cs="Proba Pro"/>
          <w:shd w:val="clear" w:color="auto" w:fill="FFFFFF"/>
        </w:rPr>
        <w:t>ť</w:t>
      </w:r>
      <w:r w:rsidR="001834FF" w:rsidRPr="00D10BF0">
        <w:rPr>
          <w:shd w:val="clear" w:color="auto" w:fill="FFFFFF"/>
        </w:rPr>
        <w:t xml:space="preserve"> najmenej </w:t>
      </w:r>
      <w:r w:rsidR="00D80C68" w:rsidRPr="00F820FC">
        <w:rPr>
          <w:b/>
          <w:bCs/>
        </w:rPr>
        <w:t>50.000.000</w:t>
      </w:r>
      <w:r w:rsidR="00D80C68" w:rsidRPr="00F820FC">
        <w:rPr>
          <w:b/>
          <w:bCs/>
          <w:shd w:val="clear" w:color="auto" w:fill="FFFFFF"/>
        </w:rPr>
        <w:t>,-</w:t>
      </w:r>
      <w:r w:rsidR="00D80C68" w:rsidRPr="006F2C70">
        <w:rPr>
          <w:b/>
          <w:shd w:val="clear" w:color="auto" w:fill="FFFFFF"/>
        </w:rPr>
        <w:t xml:space="preserve"> EUR </w:t>
      </w:r>
      <w:r w:rsidR="00D80C68" w:rsidRPr="00F540DD">
        <w:rPr>
          <w:bCs/>
          <w:shd w:val="clear" w:color="auto" w:fill="FFFFFF"/>
        </w:rPr>
        <w:t>bez DPH</w:t>
      </w:r>
      <w:r w:rsidR="00D80C68" w:rsidRPr="008A652D">
        <w:rPr>
          <w:shd w:val="clear" w:color="auto" w:fill="FFFFFF"/>
        </w:rPr>
        <w:t xml:space="preserve"> (slovom </w:t>
      </w:r>
      <w:proofErr w:type="spellStart"/>
      <w:r w:rsidR="00D80C68" w:rsidRPr="00506A4E">
        <w:t>päťdesiatmiliónov</w:t>
      </w:r>
      <w:proofErr w:type="spellEnd"/>
      <w:r w:rsidR="00D80C68" w:rsidRPr="00506A4E">
        <w:t xml:space="preserve"> euro</w:t>
      </w:r>
      <w:r w:rsidR="00D80C68" w:rsidRPr="00FC0B5B">
        <w:rPr>
          <w:shd w:val="clear" w:color="auto" w:fill="FFFFFF"/>
        </w:rPr>
        <w:t>)</w:t>
      </w:r>
      <w:r w:rsidR="001834FF" w:rsidRPr="00D10BF0">
        <w:rPr>
          <w:shd w:val="clear" w:color="auto" w:fill="FFFFFF"/>
        </w:rPr>
        <w:t>.</w:t>
      </w:r>
    </w:p>
    <w:p w14:paraId="23E4C485" w14:textId="77777777" w:rsidR="001834FF" w:rsidRPr="00D10BF0" w:rsidRDefault="001834FF" w:rsidP="001E5CF9">
      <w:pPr>
        <w:pStyle w:val="Heading4"/>
        <w:numPr>
          <w:ilvl w:val="0"/>
          <w:numId w:val="0"/>
        </w:numPr>
        <w:ind w:left="709"/>
        <w:rPr>
          <w:shd w:val="clear" w:color="auto" w:fill="FFFFFF"/>
        </w:rPr>
      </w:pPr>
      <w:r w:rsidRPr="00D10BF0">
        <w:rPr>
          <w:shd w:val="clear" w:color="auto" w:fill="FFFFFF"/>
        </w:rPr>
        <w:t xml:space="preserve">Uchádzač za posledné tri ukončené hospodárske roky (resp. roky, za ktoré sú dostupné v závislosti od vzniku alebo začatia prevádzkovania činnosti) predloží, (i) ak ide o osobu, ktorá vedie podvojné účtovníctvo, z účtovnej závierky overené kópie výkazov ziskov a strát s vyznačeným údajom o celkovom obrate overené daňovým úradom alebo audítorom, alebo iným </w:t>
      </w:r>
      <w:r w:rsidRPr="00D10BF0">
        <w:rPr>
          <w:shd w:val="clear" w:color="auto" w:fill="FFFFFF"/>
        </w:rPr>
        <w:lastRenderedPageBreak/>
        <w:t>orgánom príslušným podľa predpisov platných v krajine sídla uchádzača alebo (ii) ak ide o osobu, ktorá vedie jednoduché účtovníctvo predloží z účtovnej závierky overené kópie výkazov príjmov a výdavkov overené daňovým úradom alebo audítorom alebo iným orgánom príslušným podľa predpisov platných v krajine sídla uchádzača. V prípade, ak uchádzač nemá sídlo v Slovenskej republike, verejný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20C715AF" w14:textId="77777777" w:rsidR="001834FF" w:rsidRPr="00D10BF0" w:rsidRDefault="001834FF" w:rsidP="001E5CF9">
      <w:pPr>
        <w:pStyle w:val="Heading4"/>
        <w:numPr>
          <w:ilvl w:val="0"/>
          <w:numId w:val="0"/>
        </w:numPr>
        <w:ind w:left="709"/>
        <w:rPr>
          <w:shd w:val="clear" w:color="auto" w:fill="FFFFFF"/>
        </w:rPr>
      </w:pPr>
      <w:r w:rsidRPr="00D10BF0">
        <w:rPr>
          <w:shd w:val="clear" w:color="auto" w:fill="FFFFFF"/>
        </w:rPr>
        <w:t>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tri ukončené hospodárske roky, resp. za ktoré sú dostupné v závislosti od vzniku alebo začatia prevádzkovania činnosti.</w:t>
      </w:r>
    </w:p>
    <w:p w14:paraId="109793D3" w14:textId="32A573BA" w:rsidR="001834FF" w:rsidRPr="00D10BF0" w:rsidRDefault="001834FF" w:rsidP="001E5CF9">
      <w:pPr>
        <w:pStyle w:val="Heading4"/>
        <w:numPr>
          <w:ilvl w:val="0"/>
          <w:numId w:val="0"/>
        </w:numPr>
        <w:ind w:left="709"/>
        <w:rPr>
          <w:shd w:val="clear" w:color="auto" w:fill="FFFFFF"/>
        </w:rPr>
      </w:pPr>
      <w:r w:rsidRPr="00D10BF0">
        <w:rPr>
          <w:shd w:val="clear" w:color="auto" w:fill="FFFFFF"/>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 za obdobie od roku 2013, na túto skutočnosť uchádzač upozorní verejného obstarávateľa. </w:t>
      </w:r>
    </w:p>
    <w:p w14:paraId="220EB070" w14:textId="77777777" w:rsidR="001834FF" w:rsidRPr="00D10BF0" w:rsidRDefault="001834FF" w:rsidP="001E5CF9">
      <w:pPr>
        <w:pStyle w:val="Heading4"/>
        <w:rPr>
          <w:shd w:val="clear" w:color="auto" w:fill="FFFFFF"/>
        </w:rPr>
      </w:pPr>
      <w:r w:rsidRPr="00D10BF0">
        <w:rPr>
          <w:shd w:val="clear" w:color="auto" w:fill="FFFFFF"/>
        </w:rPr>
        <w:t>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ZVO a nesmú u nej existovať dôvody na vylúčenie podľa § 40 ods. 6 písm. a) až h) a ods. 7 ZVO.</w:t>
      </w:r>
    </w:p>
    <w:p w14:paraId="2B896D98" w14:textId="33830629" w:rsidR="001834FF" w:rsidRPr="00D10BF0" w:rsidRDefault="001834FF" w:rsidP="001834FF">
      <w:pPr>
        <w:pStyle w:val="Heading3"/>
      </w:pPr>
      <w:r w:rsidRPr="00D10BF0">
        <w:tab/>
      </w:r>
      <w:bookmarkStart w:id="468" w:name="_Toc34734262"/>
      <w:r w:rsidRPr="00D10BF0">
        <w:t>Technická a Odborná spôsobilosť</w:t>
      </w:r>
      <w:bookmarkEnd w:id="468"/>
    </w:p>
    <w:p w14:paraId="6AEB7023" w14:textId="77777777" w:rsidR="001834FF" w:rsidRPr="00D10BF0" w:rsidRDefault="001834FF" w:rsidP="001E5CF9">
      <w:pPr>
        <w:pStyle w:val="Heading4"/>
        <w:rPr>
          <w:shd w:val="clear" w:color="auto" w:fill="FFFFFF"/>
        </w:rPr>
      </w:pPr>
      <w:r w:rsidRPr="00D10BF0">
        <w:rPr>
          <w:shd w:val="clear" w:color="auto" w:fill="FFFFFF"/>
        </w:rPr>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6539E82C" w14:textId="77777777" w:rsidR="001834FF" w:rsidRPr="00D10BF0" w:rsidRDefault="001834FF" w:rsidP="001E5CF9">
      <w:pPr>
        <w:pStyle w:val="Heading4"/>
        <w:rPr>
          <w:shd w:val="clear" w:color="auto" w:fill="FFFFFF"/>
        </w:rPr>
      </w:pPr>
      <w:r w:rsidRPr="00D10BF0">
        <w:rPr>
          <w:shd w:val="clear" w:color="auto" w:fill="FFFFFF"/>
        </w:rPr>
        <w:t>Tejto súťaže sa môže zúčastniť len ten, kto spĺňa nižšie stanovené požiadavky pre preukázania svojej technickej alebo odbornej spôsobilosti. Pre preukázanie splnenia uvedených podmienok predloží uchádzač v ponuke nasledovné doklady (môžu byť nahradené aj jednotným európskym dokumentom):</w:t>
      </w:r>
    </w:p>
    <w:p w14:paraId="798CCAC1" w14:textId="0A30E2F6" w:rsidR="001834FF" w:rsidRPr="00D10BF0" w:rsidRDefault="001834FF" w:rsidP="001E5CF9">
      <w:pPr>
        <w:pStyle w:val="Heading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lade 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sm. b) ZVO: Zoznam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uskuto</w:t>
      </w:r>
      <w:r w:rsidRPr="00D10BF0">
        <w:rPr>
          <w:rFonts w:cs="Proba Pro"/>
          <w:shd w:val="clear" w:color="auto" w:fill="FFFFFF"/>
        </w:rPr>
        <w:t>č</w:t>
      </w:r>
      <w:r w:rsidRPr="00D10BF0">
        <w:rPr>
          <w:shd w:val="clear" w:color="auto" w:fill="FFFFFF"/>
        </w:rPr>
        <w:t>nen</w:t>
      </w:r>
      <w:r w:rsidRPr="00D10BF0">
        <w:rPr>
          <w:rFonts w:cs="Proba Pro"/>
          <w:shd w:val="clear" w:color="auto" w:fill="FFFFFF"/>
        </w:rPr>
        <w:t>ý</w:t>
      </w:r>
      <w:r w:rsidRPr="00D10BF0">
        <w:rPr>
          <w:shd w:val="clear" w:color="auto" w:fill="FFFFFF"/>
        </w:rPr>
        <w:t>ch za predch</w:t>
      </w:r>
      <w:r w:rsidRPr="00D10BF0">
        <w:rPr>
          <w:rFonts w:cs="Proba Pro"/>
          <w:shd w:val="clear" w:color="auto" w:fill="FFFFFF"/>
        </w:rPr>
        <w:t>á</w:t>
      </w:r>
      <w:r w:rsidRPr="00D10BF0">
        <w:rPr>
          <w:shd w:val="clear" w:color="auto" w:fill="FFFFFF"/>
        </w:rPr>
        <w:t>dzaj</w:t>
      </w:r>
      <w:r w:rsidRPr="00D10BF0">
        <w:rPr>
          <w:rFonts w:cs="Proba Pro"/>
          <w:shd w:val="clear" w:color="auto" w:fill="FFFFFF"/>
        </w:rPr>
        <w:t>ú</w:t>
      </w:r>
      <w:r w:rsidRPr="00D10BF0">
        <w:rPr>
          <w:shd w:val="clear" w:color="auto" w:fill="FFFFFF"/>
        </w:rPr>
        <w:t>cich p</w:t>
      </w:r>
      <w:r w:rsidRPr="00D10BF0">
        <w:rPr>
          <w:rFonts w:cs="Proba Pro"/>
          <w:shd w:val="clear" w:color="auto" w:fill="FFFFFF"/>
        </w:rPr>
        <w:t>äť</w:t>
      </w:r>
      <w:r w:rsidRPr="00D10BF0">
        <w:rPr>
          <w:shd w:val="clear" w:color="auto" w:fill="FFFFFF"/>
        </w:rPr>
        <w:t xml:space="preserve"> rokov od vyhl</w:t>
      </w:r>
      <w:r w:rsidRPr="00D10BF0">
        <w:rPr>
          <w:rFonts w:cs="Proba Pro"/>
          <w:shd w:val="clear" w:color="auto" w:fill="FFFFFF"/>
        </w:rPr>
        <w:t>á</w:t>
      </w:r>
      <w:r w:rsidRPr="00D10BF0">
        <w:rPr>
          <w:shd w:val="clear" w:color="auto" w:fill="FFFFFF"/>
        </w:rPr>
        <w:t>senia verejn</w:t>
      </w:r>
      <w:r w:rsidRPr="00D10BF0">
        <w:rPr>
          <w:rFonts w:cs="Proba Pro"/>
          <w:shd w:val="clear" w:color="auto" w:fill="FFFFFF"/>
        </w:rPr>
        <w:t>é</w:t>
      </w:r>
      <w:r w:rsidRPr="00D10BF0">
        <w:rPr>
          <w:shd w:val="clear" w:color="auto" w:fill="FFFFFF"/>
        </w:rPr>
        <w:t>ho obstar</w:t>
      </w:r>
      <w:r w:rsidRPr="00D10BF0">
        <w:rPr>
          <w:rFonts w:cs="Proba Pro"/>
          <w:shd w:val="clear" w:color="auto" w:fill="FFFFFF"/>
        </w:rPr>
        <w:t>á</w:t>
      </w:r>
      <w:r w:rsidRPr="00D10BF0">
        <w:rPr>
          <w:shd w:val="clear" w:color="auto" w:fill="FFFFFF"/>
        </w:rPr>
        <w:t>vania s uveden</w:t>
      </w:r>
      <w:r w:rsidRPr="00D10BF0">
        <w:rPr>
          <w:rFonts w:cs="Proba Pro"/>
          <w:shd w:val="clear" w:color="auto" w:fill="FFFFFF"/>
        </w:rPr>
        <w:t>í</w:t>
      </w:r>
      <w:r w:rsidRPr="00D10BF0">
        <w:rPr>
          <w:shd w:val="clear" w:color="auto" w:fill="FFFFFF"/>
        </w:rPr>
        <w:t>m cien, miest a leh</w:t>
      </w:r>
      <w:r w:rsidRPr="00D10BF0">
        <w:rPr>
          <w:rFonts w:cs="Proba Pro"/>
          <w:shd w:val="clear" w:color="auto" w:fill="FFFFFF"/>
        </w:rPr>
        <w:t>ô</w:t>
      </w:r>
      <w:r w:rsidRPr="00D10BF0">
        <w:rPr>
          <w:shd w:val="clear" w:color="auto" w:fill="FFFFFF"/>
        </w:rPr>
        <w:t>t uskuto</w:t>
      </w:r>
      <w:r w:rsidRPr="00D10BF0">
        <w:rPr>
          <w:rFonts w:cs="Proba Pro"/>
          <w:shd w:val="clear" w:color="auto" w:fill="FFFFFF"/>
        </w:rPr>
        <w:t>č</w:t>
      </w:r>
      <w:r w:rsidRPr="00D10BF0">
        <w:rPr>
          <w:shd w:val="clear" w:color="auto" w:fill="FFFFFF"/>
        </w:rPr>
        <w:t>nenia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zoznam mus</w:t>
      </w:r>
      <w:r w:rsidRPr="00D10BF0">
        <w:rPr>
          <w:rFonts w:cs="Proba Pro"/>
          <w:shd w:val="clear" w:color="auto" w:fill="FFFFFF"/>
        </w:rPr>
        <w:t>í</w:t>
      </w:r>
      <w:r w:rsidRPr="00D10BF0">
        <w:rPr>
          <w:shd w:val="clear" w:color="auto" w:fill="FFFFFF"/>
        </w:rPr>
        <w:t xml:space="preserve"> by</w:t>
      </w:r>
      <w:r w:rsidRPr="00D10BF0">
        <w:rPr>
          <w:rFonts w:cs="Proba Pro"/>
          <w:shd w:val="clear" w:color="auto" w:fill="FFFFFF"/>
        </w:rPr>
        <w:t>ť</w:t>
      </w:r>
      <w:r w:rsidRPr="00D10BF0">
        <w:rPr>
          <w:shd w:val="clear" w:color="auto" w:fill="FFFFFF"/>
        </w:rPr>
        <w:t xml:space="preserve"> doplnen</w:t>
      </w:r>
      <w:r w:rsidRPr="00D10BF0">
        <w:rPr>
          <w:rFonts w:cs="Proba Pro"/>
          <w:shd w:val="clear" w:color="auto" w:fill="FFFFFF"/>
        </w:rPr>
        <w:t>ý</w:t>
      </w:r>
      <w:r w:rsidRPr="00D10BF0">
        <w:rPr>
          <w:shd w:val="clear" w:color="auto" w:fill="FFFFFF"/>
        </w:rPr>
        <w:t xml:space="preserve"> potvrdením o uspokojivom vykonaní stavebných prác a zhodnotení uskutočnených stavebných prác podľa obchodných podmienok, ak odberateľom:</w:t>
      </w:r>
    </w:p>
    <w:p w14:paraId="0F33F657" w14:textId="77777777" w:rsidR="00EF4BAC" w:rsidRPr="00D10BF0" w:rsidRDefault="00EF4BAC" w:rsidP="00283EDF">
      <w:pPr>
        <w:pStyle w:val="Heading6"/>
        <w:rPr>
          <w:shd w:val="clear" w:color="auto" w:fill="FFFFFF"/>
        </w:rPr>
      </w:pPr>
      <w:r w:rsidRPr="00D10BF0">
        <w:rPr>
          <w:shd w:val="clear" w:color="auto" w:fill="FFFFFF"/>
        </w:rPr>
        <w:t>bol verejný obstarávateľ alebo obstarávateľ podľa ZVO, dokladom je referencia,</w:t>
      </w:r>
    </w:p>
    <w:p w14:paraId="107FBAF5" w14:textId="577E16F6" w:rsidR="00EF4BAC" w:rsidRPr="00D10BF0" w:rsidRDefault="00EF4BAC" w:rsidP="00283EDF">
      <w:pPr>
        <w:pStyle w:val="Heading6"/>
      </w:pPr>
      <w:r w:rsidRPr="00D10BF0">
        <w:rPr>
          <w:shd w:val="clear" w:color="auto" w:fill="FFFFFF"/>
        </w:rPr>
        <w:t>bola iná osoba ako verejný obstarávateľ alebo obstarávateľ podľa ZVO, dôkaz o plnení potvrdí odberateľ; ak také potvrdenie uchádzač alebo záujemca nemá k dispozícii, vyhlásením uchádzača alebo záujemcu o ich uskutočnení, doplneným</w:t>
      </w:r>
      <w:r w:rsidRPr="00D10BF0">
        <w:rPr>
          <w:rFonts w:cs="Arial"/>
          <w:shd w:val="clear" w:color="auto" w:fill="FFFFFF"/>
        </w:rPr>
        <w:t xml:space="preserve"> dokladom, preukazujúcim ich uskutočnenie alebo zmluvný vzťah, na základe ktorého boli uskutočnené.</w:t>
      </w:r>
    </w:p>
    <w:p w14:paraId="4C5F99B6" w14:textId="77777777" w:rsidR="00B301E4" w:rsidRDefault="00EF4BAC" w:rsidP="00B301E4">
      <w:pPr>
        <w:pStyle w:val="Heading5"/>
        <w:rPr>
          <w:shd w:val="clear" w:color="auto" w:fill="FFFFFF"/>
        </w:rPr>
      </w:pPr>
      <w:r w:rsidRPr="00D10BF0">
        <w:rPr>
          <w:shd w:val="clear" w:color="auto" w:fill="FFFFFF"/>
        </w:rPr>
        <w:t>Minimálna požadovaná úroveň:</w:t>
      </w:r>
    </w:p>
    <w:p w14:paraId="73595838" w14:textId="1C0E1EDE" w:rsidR="002A063F" w:rsidRPr="00D10BF0" w:rsidRDefault="00EF4BAC" w:rsidP="00B301E4">
      <w:pPr>
        <w:pStyle w:val="Heading5"/>
        <w:rPr>
          <w:shd w:val="clear" w:color="auto" w:fill="FFFFFF"/>
        </w:rPr>
      </w:pPr>
      <w:r w:rsidRPr="00D10BF0">
        <w:rPr>
          <w:shd w:val="clear" w:color="auto" w:fill="FFFFFF"/>
        </w:rPr>
        <w:t>Uchádzač musí potvrdeniami o uspokojivom vykonaní stavebných prác preukázať uskutočnenie prác rovnakého alebo podobného charakteru ako predmet zákazky v priebehu predchádzajúcich piatich</w:t>
      </w:r>
      <w:r w:rsidR="00A904D8" w:rsidRPr="00D10BF0">
        <w:rPr>
          <w:shd w:val="clear" w:color="auto" w:fill="FFFFFF"/>
        </w:rPr>
        <w:t xml:space="preserve"> (5)</w:t>
      </w:r>
      <w:r w:rsidRPr="00D10BF0">
        <w:rPr>
          <w:shd w:val="clear" w:color="auto" w:fill="FFFFFF"/>
        </w:rPr>
        <w:t xml:space="preserve"> rokov</w:t>
      </w:r>
      <w:r w:rsidR="0086532B">
        <w:rPr>
          <w:shd w:val="clear" w:color="auto" w:fill="FFFFFF"/>
        </w:rPr>
        <w:t xml:space="preserve"> (referenčné obdobie)</w:t>
      </w:r>
      <w:r w:rsidRPr="00D10BF0">
        <w:rPr>
          <w:shd w:val="clear" w:color="auto" w:fill="FFFFFF"/>
        </w:rPr>
        <w:t xml:space="preserve">, </w:t>
      </w:r>
      <w:r w:rsidR="002A063F" w:rsidRPr="00D10BF0">
        <w:rPr>
          <w:shd w:val="clear" w:color="auto" w:fill="FFFFFF"/>
        </w:rPr>
        <w:t xml:space="preserve">resp. </w:t>
      </w:r>
      <w:r w:rsidRPr="00D10BF0">
        <w:rPr>
          <w:shd w:val="clear" w:color="auto" w:fill="FFFFFF"/>
        </w:rPr>
        <w:t xml:space="preserve">v závislosti od vzniku spoločnosti. </w:t>
      </w:r>
    </w:p>
    <w:p w14:paraId="4B9892BB" w14:textId="22218EE1" w:rsidR="002A063F" w:rsidRPr="00D10BF0" w:rsidRDefault="002A063F" w:rsidP="002A70A4">
      <w:pPr>
        <w:pStyle w:val="Heading5"/>
        <w:rPr>
          <w:shd w:val="clear" w:color="auto" w:fill="FFFFFF"/>
        </w:rPr>
      </w:pPr>
      <w:r w:rsidRPr="00D10BF0">
        <w:rPr>
          <w:shd w:val="clear" w:color="auto" w:fill="FFFFFF"/>
        </w:rPr>
        <w:lastRenderedPageBreak/>
        <w:t>Do realizovaných stavebných prác v rámci referenčného obdobia možno započítať iba práce na úspešne dokončených projektoch, resp.</w:t>
      </w:r>
      <w:r w:rsidR="00851495" w:rsidRPr="00D10BF0">
        <w:rPr>
          <w:shd w:val="clear" w:color="auto" w:fill="FFFFFF"/>
        </w:rPr>
        <w:t xml:space="preserve"> samostatne funkčných parciálnych celkoch projektov, spĺňajúcich nižšie uvedené parametre. </w:t>
      </w:r>
    </w:p>
    <w:p w14:paraId="7C7311D8" w14:textId="3AA85576" w:rsidR="00851495" w:rsidRPr="00D10BF0" w:rsidRDefault="00851495" w:rsidP="002570AB">
      <w:pPr>
        <w:pStyle w:val="Heading5"/>
      </w:pPr>
      <w:r w:rsidRPr="00D10BF0">
        <w:t xml:space="preserve">Do objemu referenčného plnenia </w:t>
      </w:r>
      <w:r w:rsidR="005C355C" w:rsidRPr="00D10BF0">
        <w:t xml:space="preserve">v rámci preukazovania podmienok účasti podľa tohto bodu </w:t>
      </w:r>
      <w:r w:rsidRPr="00D10BF0">
        <w:rPr>
          <w:b/>
          <w:bCs/>
        </w:rPr>
        <w:t>možno</w:t>
      </w:r>
      <w:r w:rsidRPr="00D10BF0">
        <w:t xml:space="preserve"> započítať </w:t>
      </w:r>
      <w:r w:rsidR="005C355C" w:rsidRPr="00D10BF0">
        <w:t xml:space="preserve">všetky </w:t>
      </w:r>
      <w:r w:rsidR="005C355C" w:rsidRPr="00D10BF0">
        <w:rPr>
          <w:shd w:val="clear" w:color="auto" w:fill="FFFFFF"/>
        </w:rPr>
        <w:t>práce</w:t>
      </w:r>
      <w:r w:rsidR="005C355C" w:rsidRPr="00D10BF0">
        <w:t xml:space="preserve"> (objemy) referenčného plnenia od začiatku realizácie daného projektu za predpokladu, že tento projekt (resp. jeho samostatne funkčná ucelená časť spĺňajúca </w:t>
      </w:r>
      <w:r w:rsidR="007E3218" w:rsidRPr="00D10BF0">
        <w:t xml:space="preserve">požadované parametre) bol v rámci referenčného obdobia dokončený a prevzatý </w:t>
      </w:r>
      <w:proofErr w:type="spellStart"/>
      <w:r w:rsidR="007E3218" w:rsidRPr="00D10BF0">
        <w:t>oberateľom</w:t>
      </w:r>
      <w:proofErr w:type="spellEnd"/>
      <w:r w:rsidR="007E3218" w:rsidRPr="00D10BF0">
        <w:t xml:space="preserve">. </w:t>
      </w:r>
    </w:p>
    <w:p w14:paraId="66E3740B" w14:textId="3048BF36" w:rsidR="007E3218" w:rsidRPr="00D10BF0" w:rsidRDefault="007E3218" w:rsidP="002570AB">
      <w:pPr>
        <w:pStyle w:val="Heading5"/>
      </w:pPr>
      <w:r w:rsidRPr="00D10BF0">
        <w:t xml:space="preserve">Do objemu </w:t>
      </w:r>
      <w:r w:rsidRPr="00D10BF0">
        <w:rPr>
          <w:shd w:val="clear" w:color="auto" w:fill="FFFFFF"/>
        </w:rPr>
        <w:t>referenčného</w:t>
      </w:r>
      <w:r w:rsidRPr="00D10BF0">
        <w:t xml:space="preserve"> plnenia v rámci preukazovania podmienok účasti podľa tohto bodu </w:t>
      </w:r>
      <w:r w:rsidRPr="00D10BF0">
        <w:rPr>
          <w:b/>
          <w:bCs/>
        </w:rPr>
        <w:t>nemožno</w:t>
      </w:r>
      <w:r w:rsidRPr="00D10BF0">
        <w:t xml:space="preserve"> započítať </w:t>
      </w:r>
      <w:r w:rsidR="00DB5172" w:rsidRPr="00D10BF0">
        <w:t>žiadne práce (objemy) plnenia, pokiaľ v rámci referenčného obdobia nebol projekt</w:t>
      </w:r>
      <w:r w:rsidR="00A36831" w:rsidRPr="00D10BF0">
        <w:t xml:space="preserve"> (resp. jeho samostatne funkčná ucelená časť spĺňajúca požadované parametre), ktorého sa čiastkovo vykonané práce týkajú,</w:t>
      </w:r>
      <w:r w:rsidR="00DB5172" w:rsidRPr="00D10BF0">
        <w:t xml:space="preserve"> ako funkčný celok riadne dokončený a odovzdaný k</w:t>
      </w:r>
      <w:r w:rsidR="00CD2B25" w:rsidRPr="00D10BF0">
        <w:t> </w:t>
      </w:r>
      <w:r w:rsidR="00DB5172" w:rsidRPr="00D10BF0">
        <w:t>užívaniu</w:t>
      </w:r>
      <w:r w:rsidR="00CD2B25" w:rsidRPr="00D10BF0">
        <w:t xml:space="preserve"> resp. prevzatý odberateľom</w:t>
      </w:r>
      <w:r w:rsidR="00DB5172" w:rsidRPr="00D10BF0">
        <w:t>.</w:t>
      </w:r>
    </w:p>
    <w:p w14:paraId="2859F595" w14:textId="283D8157" w:rsidR="00AF023E" w:rsidRPr="00D10BF0" w:rsidRDefault="00EF4BAC" w:rsidP="002A70A4">
      <w:pPr>
        <w:pStyle w:val="Heading5"/>
      </w:pPr>
      <w:r w:rsidRPr="00D10BF0">
        <w:rPr>
          <w:shd w:val="clear" w:color="auto" w:fill="FFFFFF"/>
        </w:rPr>
        <w:t>Uchádzač preukáže, že</w:t>
      </w:r>
      <w:r w:rsidR="001A7AE3" w:rsidRPr="00D10BF0">
        <w:rPr>
          <w:shd w:val="clear" w:color="auto" w:fill="FFFFFF"/>
        </w:rPr>
        <w:t xml:space="preserve"> v referenčnom období </w:t>
      </w:r>
      <w:r w:rsidRPr="00D10BF0">
        <w:rPr>
          <w:shd w:val="clear" w:color="auto" w:fill="FFFFFF"/>
        </w:rPr>
        <w:t>uskutočnil</w:t>
      </w:r>
      <w:r w:rsidR="004B3C10" w:rsidRPr="00D10BF0">
        <w:rPr>
          <w:shd w:val="clear" w:color="auto" w:fill="FFFFFF"/>
        </w:rPr>
        <w:t xml:space="preserve"> / </w:t>
      </w:r>
      <w:r w:rsidR="001A7AE3" w:rsidRPr="00D10BF0">
        <w:rPr>
          <w:shd w:val="clear" w:color="auto" w:fill="FFFFFF"/>
        </w:rPr>
        <w:t>dokončil a odovzdal k</w:t>
      </w:r>
      <w:r w:rsidR="004B3C10" w:rsidRPr="00D10BF0">
        <w:rPr>
          <w:shd w:val="clear" w:color="auto" w:fill="FFFFFF"/>
        </w:rPr>
        <w:t> </w:t>
      </w:r>
      <w:r w:rsidR="001A7AE3" w:rsidRPr="00D10BF0">
        <w:rPr>
          <w:shd w:val="clear" w:color="auto" w:fill="FFFFFF"/>
        </w:rPr>
        <w:t>užívaniu</w:t>
      </w:r>
      <w:r w:rsidR="004B3C10" w:rsidRPr="00D10BF0">
        <w:rPr>
          <w:shd w:val="clear" w:color="auto" w:fill="FFFFFF"/>
        </w:rPr>
        <w:t xml:space="preserve"> </w:t>
      </w:r>
      <w:r w:rsidR="001A7AE3" w:rsidRPr="00D10BF0">
        <w:rPr>
          <w:shd w:val="clear" w:color="auto" w:fill="FFFFFF"/>
        </w:rPr>
        <w:t xml:space="preserve">výsledky </w:t>
      </w:r>
      <w:r w:rsidRPr="00D10BF0">
        <w:rPr>
          <w:shd w:val="clear" w:color="auto" w:fill="FFFFFF"/>
        </w:rPr>
        <w:t>stavebn</w:t>
      </w:r>
      <w:r w:rsidR="001A7AE3" w:rsidRPr="00D10BF0">
        <w:rPr>
          <w:shd w:val="clear" w:color="auto" w:fill="FFFFFF"/>
        </w:rPr>
        <w:t>ých</w:t>
      </w:r>
      <w:r w:rsidRPr="00D10BF0">
        <w:rPr>
          <w:shd w:val="clear" w:color="auto" w:fill="FFFFFF"/>
        </w:rPr>
        <w:t xml:space="preserve"> prác</w:t>
      </w:r>
      <w:r w:rsidR="001A7AE3" w:rsidRPr="00D10BF0">
        <w:rPr>
          <w:shd w:val="clear" w:color="auto" w:fill="FFFFFF"/>
        </w:rPr>
        <w:t>,</w:t>
      </w:r>
      <w:r w:rsidR="004B3C10" w:rsidRPr="00D10BF0">
        <w:rPr>
          <w:shd w:val="clear" w:color="auto" w:fill="FFFFFF"/>
        </w:rPr>
        <w:t xml:space="preserve"> spĺňajúcich nasledovné parametre (obdobné ako Predmet zákazky):</w:t>
      </w:r>
    </w:p>
    <w:p w14:paraId="78F0F9E6" w14:textId="77777777" w:rsidR="0061156A" w:rsidRDefault="0061156A" w:rsidP="0061156A">
      <w:pPr>
        <w:pStyle w:val="Heading5"/>
        <w:numPr>
          <w:ilvl w:val="0"/>
          <w:numId w:val="19"/>
        </w:numPr>
        <w:rPr>
          <w:szCs w:val="20"/>
          <w:shd w:val="clear" w:color="auto" w:fill="FFFFFF"/>
        </w:rPr>
      </w:pPr>
      <w:r w:rsidRPr="00947F1F">
        <w:rPr>
          <w:szCs w:val="20"/>
        </w:rPr>
        <w:t xml:space="preserve">Vybudovanie alebo rekonštrukcia </w:t>
      </w:r>
      <w:r>
        <w:rPr>
          <w:szCs w:val="20"/>
        </w:rPr>
        <w:t>K</w:t>
      </w:r>
      <w:r w:rsidRPr="00947F1F">
        <w:rPr>
          <w:szCs w:val="20"/>
        </w:rPr>
        <w:t>analizácií</w:t>
      </w:r>
      <w:r w:rsidRPr="00947F1F">
        <w:rPr>
          <w:rStyle w:val="FootnoteReference"/>
          <w:szCs w:val="20"/>
        </w:rPr>
        <w:footnoteReference w:id="2"/>
      </w:r>
      <w:r w:rsidRPr="00947F1F">
        <w:rPr>
          <w:szCs w:val="20"/>
        </w:rPr>
        <w:t xml:space="preserve"> </w:t>
      </w:r>
      <w:r w:rsidRPr="00947F1F">
        <w:rPr>
          <w:szCs w:val="20"/>
          <w:shd w:val="clear" w:color="auto" w:fill="FFFFFF"/>
        </w:rPr>
        <w:t xml:space="preserve">v súhrnnej hodnote minimálne </w:t>
      </w:r>
      <w:r w:rsidRPr="00947F1F">
        <w:rPr>
          <w:b/>
          <w:bCs/>
          <w:szCs w:val="20"/>
          <w:shd w:val="clear" w:color="auto" w:fill="FFFFFF"/>
        </w:rPr>
        <w:t>1</w:t>
      </w:r>
      <w:r>
        <w:rPr>
          <w:b/>
          <w:bCs/>
          <w:szCs w:val="20"/>
          <w:shd w:val="clear" w:color="auto" w:fill="FFFFFF"/>
        </w:rPr>
        <w:t>4</w:t>
      </w:r>
      <w:r w:rsidRPr="00947F1F">
        <w:rPr>
          <w:b/>
          <w:bCs/>
          <w:szCs w:val="20"/>
          <w:shd w:val="clear" w:color="auto" w:fill="FFFFFF"/>
        </w:rPr>
        <w:t>.000.000,- EUR bez DPH</w:t>
      </w:r>
      <w:r w:rsidRPr="00947F1F">
        <w:rPr>
          <w:szCs w:val="20"/>
          <w:shd w:val="clear" w:color="auto" w:fill="FFFFFF"/>
        </w:rPr>
        <w:t>;</w:t>
      </w:r>
    </w:p>
    <w:p w14:paraId="4FAFE8C9" w14:textId="77777777" w:rsidR="0061156A" w:rsidRPr="00947F1F" w:rsidRDefault="0061156A" w:rsidP="0061156A">
      <w:pPr>
        <w:pStyle w:val="Heading5"/>
        <w:numPr>
          <w:ilvl w:val="0"/>
          <w:numId w:val="19"/>
        </w:numPr>
        <w:rPr>
          <w:szCs w:val="20"/>
          <w:shd w:val="clear" w:color="auto" w:fill="FFFFFF"/>
        </w:rPr>
      </w:pPr>
      <w:r w:rsidRPr="00947F1F">
        <w:rPr>
          <w:szCs w:val="20"/>
          <w:shd w:val="clear" w:color="auto" w:fill="FFFFFF"/>
        </w:rPr>
        <w:t xml:space="preserve">Vybudovanie alebo rekonštrukcia </w:t>
      </w:r>
      <w:r>
        <w:rPr>
          <w:szCs w:val="20"/>
          <w:shd w:val="clear" w:color="auto" w:fill="FFFFFF"/>
        </w:rPr>
        <w:t>K</w:t>
      </w:r>
      <w:r w:rsidRPr="00947F1F">
        <w:rPr>
          <w:szCs w:val="20"/>
          <w:shd w:val="clear" w:color="auto" w:fill="FFFFFF"/>
        </w:rPr>
        <w:t xml:space="preserve">analizácie, pri ktorej samostatná hodnota zákazky bola minimálne </w:t>
      </w:r>
      <w:r>
        <w:rPr>
          <w:b/>
          <w:bCs/>
          <w:szCs w:val="20"/>
          <w:shd w:val="clear" w:color="auto" w:fill="FFFFFF"/>
        </w:rPr>
        <w:t>7</w:t>
      </w:r>
      <w:r w:rsidRPr="00947F1F">
        <w:rPr>
          <w:b/>
          <w:bCs/>
          <w:szCs w:val="20"/>
          <w:shd w:val="clear" w:color="auto" w:fill="FFFFFF"/>
        </w:rPr>
        <w:t>.</w:t>
      </w:r>
      <w:r>
        <w:rPr>
          <w:b/>
          <w:bCs/>
          <w:szCs w:val="20"/>
          <w:shd w:val="clear" w:color="auto" w:fill="FFFFFF"/>
        </w:rPr>
        <w:t>0</w:t>
      </w:r>
      <w:r w:rsidRPr="00947F1F">
        <w:rPr>
          <w:b/>
          <w:bCs/>
          <w:szCs w:val="20"/>
          <w:shd w:val="clear" w:color="auto" w:fill="FFFFFF"/>
        </w:rPr>
        <w:t>00.000,- EUR bez DPH</w:t>
      </w:r>
      <w:r w:rsidRPr="001D12A7">
        <w:t xml:space="preserve"> </w:t>
      </w:r>
      <w:r w:rsidRPr="009C54DE">
        <w:rPr>
          <w:szCs w:val="20"/>
          <w:shd w:val="clear" w:color="auto" w:fill="FFFFFF"/>
        </w:rPr>
        <w:t>alebo jej dĺžka bola minimálne</w:t>
      </w:r>
      <w:r w:rsidRPr="001D12A7">
        <w:rPr>
          <w:b/>
          <w:bCs/>
          <w:szCs w:val="20"/>
          <w:shd w:val="clear" w:color="auto" w:fill="FFFFFF"/>
        </w:rPr>
        <w:t xml:space="preserve"> 10 km</w:t>
      </w:r>
      <w:r w:rsidRPr="00947F1F">
        <w:rPr>
          <w:szCs w:val="20"/>
          <w:shd w:val="clear" w:color="auto" w:fill="FFFFFF"/>
        </w:rPr>
        <w:t>;</w:t>
      </w:r>
    </w:p>
    <w:p w14:paraId="2A824727" w14:textId="77777777" w:rsidR="0061156A" w:rsidRPr="00947F1F" w:rsidRDefault="0061156A" w:rsidP="0061156A">
      <w:pPr>
        <w:pStyle w:val="Heading5"/>
        <w:numPr>
          <w:ilvl w:val="0"/>
          <w:numId w:val="19"/>
        </w:numPr>
        <w:rPr>
          <w:szCs w:val="20"/>
          <w:shd w:val="clear" w:color="auto" w:fill="FFFFFF"/>
        </w:rPr>
      </w:pPr>
      <w:r w:rsidRPr="00947F1F">
        <w:rPr>
          <w:szCs w:val="20"/>
        </w:rPr>
        <w:t xml:space="preserve">Vybudovanie alebo rekonštrukcia </w:t>
      </w:r>
      <w:r w:rsidRPr="00947F1F">
        <w:rPr>
          <w:szCs w:val="20"/>
          <w:shd w:val="clear" w:color="auto" w:fill="FFFFFF"/>
        </w:rPr>
        <w:t>Čistiarní odpadových vôd</w:t>
      </w:r>
      <w:r w:rsidRPr="00947F1F">
        <w:rPr>
          <w:rStyle w:val="FootnoteReference"/>
          <w:szCs w:val="20"/>
          <w:shd w:val="clear" w:color="auto" w:fill="FFFFFF"/>
        </w:rPr>
        <w:footnoteReference w:id="3"/>
      </w:r>
      <w:r w:rsidRPr="00947F1F">
        <w:rPr>
          <w:szCs w:val="20"/>
          <w:shd w:val="clear" w:color="auto" w:fill="FFFFFF"/>
        </w:rPr>
        <w:t xml:space="preserve">, v súhrnnej hodnote minimálne </w:t>
      </w:r>
      <w:r>
        <w:rPr>
          <w:b/>
          <w:bCs/>
          <w:szCs w:val="20"/>
          <w:shd w:val="clear" w:color="auto" w:fill="FFFFFF"/>
        </w:rPr>
        <w:t>3</w:t>
      </w:r>
      <w:r w:rsidRPr="00947F1F">
        <w:rPr>
          <w:b/>
          <w:bCs/>
          <w:szCs w:val="20"/>
          <w:shd w:val="clear" w:color="auto" w:fill="FFFFFF"/>
        </w:rPr>
        <w:t>.000.000,- EUR bez DPH</w:t>
      </w:r>
      <w:r w:rsidRPr="00947F1F">
        <w:rPr>
          <w:szCs w:val="20"/>
          <w:shd w:val="clear" w:color="auto" w:fill="FFFFFF"/>
        </w:rPr>
        <w:t>;</w:t>
      </w:r>
    </w:p>
    <w:p w14:paraId="62F07EBB" w14:textId="77777777" w:rsidR="0061156A" w:rsidRPr="00F820FC" w:rsidRDefault="0061156A" w:rsidP="0061156A">
      <w:pPr>
        <w:pStyle w:val="Heading5"/>
        <w:numPr>
          <w:ilvl w:val="0"/>
          <w:numId w:val="19"/>
        </w:numPr>
        <w:rPr>
          <w:szCs w:val="20"/>
          <w:shd w:val="clear" w:color="auto" w:fill="FFFFFF"/>
        </w:rPr>
      </w:pPr>
      <w:r w:rsidRPr="00947F1F">
        <w:rPr>
          <w:szCs w:val="20"/>
          <w:shd w:val="clear" w:color="auto" w:fill="FFFFFF"/>
        </w:rPr>
        <w:t xml:space="preserve">Vybudovanie alebo rekonštrukcia Čistiarne odpadových, pri ktorej samostatná hodnota zákazky bola minimálne </w:t>
      </w:r>
      <w:r>
        <w:rPr>
          <w:b/>
          <w:bCs/>
          <w:szCs w:val="20"/>
          <w:shd w:val="clear" w:color="auto" w:fill="FFFFFF"/>
        </w:rPr>
        <w:t>1.500</w:t>
      </w:r>
      <w:r w:rsidRPr="00947F1F">
        <w:rPr>
          <w:b/>
          <w:bCs/>
          <w:szCs w:val="20"/>
          <w:shd w:val="clear" w:color="auto" w:fill="FFFFFF"/>
        </w:rPr>
        <w:t>.000,- EUR bez DPH</w:t>
      </w:r>
      <w:r w:rsidRPr="00947F1F">
        <w:rPr>
          <w:szCs w:val="20"/>
          <w:shd w:val="clear" w:color="auto" w:fill="FFFFFF"/>
        </w:rPr>
        <w:t>;</w:t>
      </w:r>
    </w:p>
    <w:p w14:paraId="2B89AE93" w14:textId="0BDBF006" w:rsidR="00EF4BAC" w:rsidRPr="00D10BF0" w:rsidRDefault="00EF4BAC" w:rsidP="002A70A4">
      <w:pPr>
        <w:pStyle w:val="Heading5"/>
        <w:rPr>
          <w:shd w:val="clear" w:color="auto" w:fill="FFFFFF"/>
        </w:rPr>
      </w:pPr>
      <w:r w:rsidRPr="00D10BF0">
        <w:rPr>
          <w:shd w:val="clear" w:color="auto" w:fill="FFFFFF"/>
        </w:rPr>
        <w:t xml:space="preserve">V prípade ak bola odplata za referenčné plnenie dohodnutá v inej mene ako </w:t>
      </w:r>
      <w:r w:rsidR="007A244D" w:rsidRPr="00D10BF0">
        <w:rPr>
          <w:shd w:val="clear" w:color="auto" w:fill="FFFFFF"/>
        </w:rPr>
        <w:t xml:space="preserve">v mene </w:t>
      </w:r>
      <w:r w:rsidRPr="00D10BF0">
        <w:rPr>
          <w:shd w:val="clear" w:color="auto" w:fill="FFFFFF"/>
        </w:rPr>
        <w:t xml:space="preserve">EUR, bude pre jej posúdenie vykonaný prepočet na EUR podľa kurzu NBS platného ku dňu </w:t>
      </w:r>
      <w:r w:rsidR="005254B6" w:rsidRPr="00D10BF0">
        <w:rPr>
          <w:shd w:val="clear" w:color="auto" w:fill="FFFFFF"/>
        </w:rPr>
        <w:t>dokončenia referenčného plnenia</w:t>
      </w:r>
      <w:r w:rsidRPr="00D10BF0">
        <w:rPr>
          <w:shd w:val="clear" w:color="auto" w:fill="FFFFFF"/>
        </w:rPr>
        <w:t xml:space="preserve">.   </w:t>
      </w:r>
    </w:p>
    <w:p w14:paraId="653A39CD" w14:textId="5EC5B25A" w:rsidR="000960F7" w:rsidRPr="00D10BF0" w:rsidRDefault="000960F7" w:rsidP="001E5CF9">
      <w:pPr>
        <w:pStyle w:val="Heading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 xml:space="preserve">lade </w:t>
      </w:r>
      <w:r w:rsidRPr="00D10BF0">
        <w:rPr>
          <w:rFonts w:cs="Proba Pro"/>
          <w:shd w:val="clear" w:color="auto" w:fill="FFFFFF"/>
        </w:rPr>
        <w:t>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 xml:space="preserve">sm. g) ZVO: </w:t>
      </w:r>
      <w:r w:rsidRPr="00D10BF0">
        <w:rPr>
          <w:rFonts w:cs="Proba Pro"/>
          <w:shd w:val="clear" w:color="auto" w:fill="FFFFFF"/>
        </w:rPr>
        <w:t>Ú</w:t>
      </w:r>
      <w:r w:rsidRPr="00D10BF0">
        <w:rPr>
          <w:shd w:val="clear" w:color="auto" w:fill="FFFFFF"/>
        </w:rPr>
        <w:t>daje o vzdelan</w:t>
      </w:r>
      <w:r w:rsidRPr="00D10BF0">
        <w:rPr>
          <w:rFonts w:cs="Proba Pro"/>
          <w:shd w:val="clear" w:color="auto" w:fill="FFFFFF"/>
        </w:rPr>
        <w:t>í</w:t>
      </w:r>
      <w:r w:rsidRPr="00D10BF0">
        <w:rPr>
          <w:shd w:val="clear" w:color="auto" w:fill="FFFFFF"/>
        </w:rPr>
        <w:t xml:space="preserve"> a odbornej praxi alebo o odbornej kvalifik</w:t>
      </w:r>
      <w:r w:rsidRPr="00D10BF0">
        <w:rPr>
          <w:rFonts w:cs="Proba Pro"/>
          <w:shd w:val="clear" w:color="auto" w:fill="FFFFFF"/>
        </w:rPr>
        <w:t>á</w:t>
      </w:r>
      <w:r w:rsidRPr="00D10BF0">
        <w:rPr>
          <w:shd w:val="clear" w:color="auto" w:fill="FFFFFF"/>
        </w:rPr>
        <w:t>cií osôb určených na plnenie zmluvy alebo riadiacich zamestnancov.</w:t>
      </w:r>
    </w:p>
    <w:p w14:paraId="264E7AE5" w14:textId="00757B0F" w:rsidR="00283EDF" w:rsidRPr="00D10BF0" w:rsidRDefault="00283EDF" w:rsidP="002A70A4">
      <w:pPr>
        <w:pStyle w:val="Heading5"/>
      </w:pPr>
      <w:r w:rsidRPr="00D10BF0">
        <w:t xml:space="preserve">Uchádzač </w:t>
      </w:r>
      <w:r w:rsidRPr="00D10BF0">
        <w:rPr>
          <w:shd w:val="clear" w:color="auto" w:fill="FFFFFF"/>
        </w:rPr>
        <w:t>musí</w:t>
      </w:r>
      <w:r w:rsidRPr="00D10BF0">
        <w:t xml:space="preserve"> preukázať svoju odbornú spôsobilosť na uskutočňovanie stavebných prác potvrdením, </w:t>
      </w:r>
      <w:r w:rsidRPr="00D10BF0">
        <w:rPr>
          <w:shd w:val="clear" w:color="auto" w:fill="FFFFFF"/>
        </w:rPr>
        <w:t>že</w:t>
      </w:r>
      <w:r w:rsidRPr="00D10BF0">
        <w:t xml:space="preserve"> má k </w:t>
      </w:r>
      <w:r w:rsidRPr="00D10BF0">
        <w:rPr>
          <w:szCs w:val="32"/>
          <w:shd w:val="clear" w:color="auto" w:fill="FFFFFF"/>
        </w:rPr>
        <w:t>dispozícii</w:t>
      </w:r>
      <w:r w:rsidRPr="00D10BF0">
        <w:t xml:space="preserve"> nižšie uvedených </w:t>
      </w:r>
      <w:r w:rsidR="00F540DD">
        <w:t>odborníkov</w:t>
      </w:r>
      <w:r w:rsidR="00F540DD" w:rsidRPr="00D10BF0">
        <w:t xml:space="preserve"> </w:t>
      </w:r>
      <w:r w:rsidRPr="00D10BF0">
        <w:t xml:space="preserve">spĺňajúcich stanovené požiadavky. Nižšie uvedené požiadavky na </w:t>
      </w:r>
      <w:r w:rsidR="00F540DD">
        <w:t>odborníka</w:t>
      </w:r>
      <w:r w:rsidR="00F540DD" w:rsidRPr="00D10BF0">
        <w:t xml:space="preserve"> </w:t>
      </w:r>
      <w:r w:rsidRPr="00D10BF0">
        <w:t>uchádzač preukáže:</w:t>
      </w:r>
    </w:p>
    <w:p w14:paraId="2BCD7C5C" w14:textId="3234F763" w:rsidR="00283EDF" w:rsidRPr="00D10BF0" w:rsidRDefault="00283EDF" w:rsidP="00283EDF">
      <w:pPr>
        <w:pStyle w:val="Heading6"/>
      </w:pPr>
      <w:r w:rsidRPr="00D10BF0">
        <w:rPr>
          <w:shd w:val="clear" w:color="auto" w:fill="FFFFFF"/>
        </w:rPr>
        <w:t>predložením</w:t>
      </w:r>
      <w:r w:rsidRPr="00D10BF0">
        <w:t xml:space="preserve"> profesijného životopisu, s minimálnym obsahom:</w:t>
      </w:r>
    </w:p>
    <w:p w14:paraId="05288EBF" w14:textId="35FEA320" w:rsidR="00283EDF" w:rsidRPr="00D10BF0" w:rsidRDefault="00283EDF" w:rsidP="00283EDF">
      <w:pPr>
        <w:pStyle w:val="Heading7"/>
        <w:rPr>
          <w:shd w:val="clear" w:color="auto" w:fill="FFFFFF"/>
        </w:rPr>
      </w:pPr>
      <w:r w:rsidRPr="00D10BF0">
        <w:t xml:space="preserve">meno a </w:t>
      </w:r>
      <w:r w:rsidRPr="00D10BF0">
        <w:rPr>
          <w:shd w:val="clear" w:color="auto" w:fill="FFFFFF"/>
        </w:rPr>
        <w:t xml:space="preserve">priezvisko </w:t>
      </w:r>
      <w:r w:rsidR="002072A7">
        <w:rPr>
          <w:shd w:val="clear" w:color="auto" w:fill="FFFFFF"/>
        </w:rPr>
        <w:t>odborníka</w:t>
      </w:r>
      <w:r w:rsidRPr="00D10BF0">
        <w:rPr>
          <w:shd w:val="clear" w:color="auto" w:fill="FFFFFF"/>
        </w:rPr>
        <w:t>,</w:t>
      </w:r>
    </w:p>
    <w:p w14:paraId="7FF8E723" w14:textId="3A22FBFA" w:rsidR="00283EDF" w:rsidRPr="00D10BF0" w:rsidRDefault="00283EDF" w:rsidP="00283EDF">
      <w:pPr>
        <w:pStyle w:val="Heading7"/>
        <w:rPr>
          <w:shd w:val="clear" w:color="auto" w:fill="FFFFFF"/>
        </w:rPr>
      </w:pPr>
      <w:r w:rsidRPr="00D10BF0">
        <w:rPr>
          <w:shd w:val="clear" w:color="auto" w:fill="FFFFFF"/>
        </w:rPr>
        <w:t>dosiahnuté vzdelanie,</w:t>
      </w:r>
    </w:p>
    <w:p w14:paraId="0AC81AEF" w14:textId="2F9244E8" w:rsidR="00283EDF" w:rsidRPr="00D10BF0" w:rsidRDefault="00283EDF" w:rsidP="00283EDF">
      <w:pPr>
        <w:pStyle w:val="Heading7"/>
        <w:rPr>
          <w:shd w:val="clear" w:color="auto" w:fill="FFFFFF"/>
        </w:rPr>
      </w:pPr>
      <w:r w:rsidRPr="00D10BF0">
        <w:rPr>
          <w:shd w:val="clear" w:color="auto" w:fill="FFFFFF"/>
        </w:rPr>
        <w:t>súčasná pracovná pozícia,</w:t>
      </w:r>
    </w:p>
    <w:p w14:paraId="39BE07FC" w14:textId="1E8CC48F" w:rsidR="00283EDF" w:rsidRPr="00D10BF0" w:rsidRDefault="00283EDF" w:rsidP="00283EDF">
      <w:pPr>
        <w:pStyle w:val="Heading7"/>
        <w:rPr>
          <w:shd w:val="clear" w:color="auto" w:fill="FFFFFF"/>
        </w:rPr>
      </w:pPr>
      <w:r w:rsidRPr="00D10BF0">
        <w:rPr>
          <w:shd w:val="clear" w:color="auto" w:fill="FFFFFF"/>
        </w:rPr>
        <w:t>kvalifikácia vzťahujúca sa k predmetu zákazky,</w:t>
      </w:r>
    </w:p>
    <w:p w14:paraId="4A451B20" w14:textId="04C4D0B5" w:rsidR="00283EDF" w:rsidRPr="00D10BF0" w:rsidRDefault="00283EDF" w:rsidP="00283EDF">
      <w:pPr>
        <w:pStyle w:val="Heading7"/>
        <w:rPr>
          <w:shd w:val="clear" w:color="auto" w:fill="FFFFFF"/>
        </w:rPr>
      </w:pPr>
      <w:r w:rsidRPr="00D10BF0">
        <w:rPr>
          <w:shd w:val="clear" w:color="auto" w:fill="FFFFFF"/>
        </w:rPr>
        <w:t xml:space="preserve">prehľad profesijnej praxe vzťahujúcej sa k požadovanej činnosti </w:t>
      </w:r>
      <w:r w:rsidR="002072A7">
        <w:rPr>
          <w:shd w:val="clear" w:color="auto" w:fill="FFFFFF"/>
        </w:rPr>
        <w:t>odborníka</w:t>
      </w:r>
      <w:r w:rsidRPr="00D10BF0">
        <w:rPr>
          <w:shd w:val="clear" w:color="auto" w:fill="FFFFFF"/>
        </w:rPr>
        <w:t>,</w:t>
      </w:r>
    </w:p>
    <w:p w14:paraId="582E6687" w14:textId="0D8752AD" w:rsidR="00283EDF" w:rsidRPr="00D10BF0" w:rsidRDefault="00283EDF" w:rsidP="00283EDF">
      <w:pPr>
        <w:pStyle w:val="Heading7"/>
      </w:pPr>
      <w:r w:rsidRPr="00D10BF0">
        <w:rPr>
          <w:shd w:val="clear" w:color="auto" w:fill="FFFFFF"/>
        </w:rPr>
        <w:t xml:space="preserve">vlastnoručný podpis </w:t>
      </w:r>
      <w:r w:rsidR="002072A7">
        <w:rPr>
          <w:shd w:val="clear" w:color="auto" w:fill="FFFFFF"/>
        </w:rPr>
        <w:t>odborníka</w:t>
      </w:r>
      <w:r w:rsidRPr="00D10BF0">
        <w:t>.</w:t>
      </w:r>
    </w:p>
    <w:p w14:paraId="6158204D" w14:textId="141806F2" w:rsidR="00283EDF" w:rsidRPr="00D10BF0" w:rsidRDefault="00283EDF" w:rsidP="00283EDF">
      <w:pPr>
        <w:pStyle w:val="Heading6"/>
      </w:pPr>
      <w:r w:rsidRPr="00D10BF0">
        <w:t xml:space="preserve">predložením </w:t>
      </w:r>
      <w:r w:rsidR="00AF1475">
        <w:t xml:space="preserve">kópie </w:t>
      </w:r>
      <w:r w:rsidRPr="00D10BF0">
        <w:t xml:space="preserve">dokladu o odbornej spôsobilosti s originálom odtlačku </w:t>
      </w:r>
      <w:r w:rsidRPr="00D10BF0">
        <w:rPr>
          <w:shd w:val="clear" w:color="auto" w:fill="FFFFFF"/>
        </w:rPr>
        <w:t>pečiatky</w:t>
      </w:r>
      <w:r w:rsidRPr="00D10BF0">
        <w:t xml:space="preserve"> a originálom podpisu odborne spôsobilej osoby (</w:t>
      </w:r>
      <w:r w:rsidR="002072A7">
        <w:rPr>
          <w:shd w:val="clear" w:color="auto" w:fill="FFFFFF"/>
        </w:rPr>
        <w:t>odborníka</w:t>
      </w:r>
      <w:r w:rsidRPr="00D10BF0">
        <w:t xml:space="preserve">), ktorá bude uchádzačovi k </w:t>
      </w:r>
      <w:r w:rsidRPr="00D10BF0">
        <w:lastRenderedPageBreak/>
        <w:t>dispozícii na plnenie predmetu zákazky.</w:t>
      </w:r>
    </w:p>
    <w:p w14:paraId="2FE3FC66" w14:textId="3D64644E" w:rsidR="00474F30" w:rsidRDefault="00283EDF" w:rsidP="002A70A4">
      <w:pPr>
        <w:pStyle w:val="Heading5"/>
        <w:rPr>
          <w:shd w:val="clear" w:color="auto" w:fill="FFFFFF"/>
        </w:rPr>
      </w:pPr>
      <w:r w:rsidRPr="00D10BF0">
        <w:rPr>
          <w:shd w:val="clear" w:color="auto" w:fill="FFFFFF"/>
        </w:rPr>
        <w:t xml:space="preserve">Uchádzač vyššie uvedeným spôsobom preukáže splnenie minimálnych požiadaviek na </w:t>
      </w:r>
      <w:r w:rsidR="008A6340" w:rsidRPr="00D10BF0">
        <w:rPr>
          <w:shd w:val="clear" w:color="auto" w:fill="FFFFFF"/>
        </w:rPr>
        <w:t xml:space="preserve">nasledovných </w:t>
      </w:r>
      <w:r w:rsidR="00A566E7">
        <w:rPr>
          <w:shd w:val="clear" w:color="auto" w:fill="FFFFFF"/>
        </w:rPr>
        <w:t>odborníkov</w:t>
      </w:r>
      <w:r w:rsidR="00A566E7" w:rsidRPr="00D10BF0">
        <w:rPr>
          <w:shd w:val="clear" w:color="auto" w:fill="FFFFFF"/>
        </w:rPr>
        <w:t xml:space="preserve"> </w:t>
      </w:r>
      <w:r w:rsidR="00474F30" w:rsidRPr="00D10BF0">
        <w:rPr>
          <w:shd w:val="clear" w:color="auto" w:fill="FFFFFF"/>
        </w:rPr>
        <w:t>uvedených v tabuľke nižšie</w:t>
      </w:r>
      <w:r w:rsidRPr="00D10BF0">
        <w:rPr>
          <w:shd w:val="clear" w:color="auto" w:fill="FFFFFF"/>
        </w:rPr>
        <w:t>:</w:t>
      </w:r>
    </w:p>
    <w:tbl>
      <w:tblPr>
        <w:tblStyle w:val="GridTable4-Accent4"/>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1283"/>
        <w:gridCol w:w="1844"/>
        <w:gridCol w:w="2409"/>
        <w:gridCol w:w="3118"/>
      </w:tblGrid>
      <w:tr w:rsidR="00A61DC1" w:rsidRPr="00947F1F" w14:paraId="1414C9F8" w14:textId="77777777" w:rsidTr="001E11B9">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4ECE4B8" w14:textId="77777777" w:rsidR="00A61DC1" w:rsidRPr="00947F1F" w:rsidRDefault="00A61DC1" w:rsidP="001E11B9">
            <w:pPr>
              <w:widowControl w:val="0"/>
              <w:tabs>
                <w:tab w:val="left" w:pos="720"/>
              </w:tabs>
              <w:jc w:val="center"/>
              <w:rPr>
                <w:rFonts w:cs="Arial"/>
                <w:color w:val="auto"/>
                <w:szCs w:val="20"/>
              </w:rPr>
            </w:pPr>
            <w:proofErr w:type="spellStart"/>
            <w:r w:rsidRPr="00947F1F">
              <w:rPr>
                <w:rFonts w:cs="Arial"/>
                <w:color w:val="auto"/>
                <w:szCs w:val="20"/>
              </w:rPr>
              <w:t>P.č</w:t>
            </w:r>
            <w:proofErr w:type="spellEnd"/>
            <w:r w:rsidRPr="00947F1F">
              <w:rPr>
                <w:rFonts w:cs="Arial"/>
                <w:color w:val="auto"/>
                <w:szCs w:val="20"/>
              </w:rPr>
              <w:t>.</w:t>
            </w:r>
          </w:p>
        </w:tc>
        <w:tc>
          <w:tcPr>
            <w:tcW w:w="128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F0F1F0A" w14:textId="4F68C6F2"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 xml:space="preserve">Pozícia </w:t>
            </w:r>
            <w:r w:rsidR="002072A7">
              <w:rPr>
                <w:rFonts w:cs="Arial"/>
                <w:color w:val="auto"/>
                <w:szCs w:val="20"/>
              </w:rPr>
              <w:t>Odborníka</w:t>
            </w:r>
          </w:p>
        </w:tc>
        <w:tc>
          <w:tcPr>
            <w:tcW w:w="18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226A550"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color w:val="auto"/>
                <w:szCs w:val="20"/>
              </w:rPr>
            </w:pPr>
            <w:r w:rsidRPr="00947F1F">
              <w:rPr>
                <w:rFonts w:cs="Arial"/>
                <w:color w:val="auto"/>
                <w:szCs w:val="20"/>
              </w:rPr>
              <w:t>Požiadavka na dĺžku praxe</w:t>
            </w:r>
          </w:p>
        </w:tc>
        <w:tc>
          <w:tcPr>
            <w:tcW w:w="24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FA0D05D"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Požiadavka na praktické skúsenosti</w:t>
            </w:r>
          </w:p>
        </w:tc>
        <w:tc>
          <w:tcPr>
            <w:tcW w:w="31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7668BFA"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Vzdelanie, osvedčenia a oprávnenia</w:t>
            </w:r>
          </w:p>
        </w:tc>
      </w:tr>
      <w:tr w:rsidR="00A61DC1" w:rsidRPr="00947F1F" w14:paraId="00CB4E1C" w14:textId="77777777" w:rsidTr="001E11B9">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7C94E1E4"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76AAEDDF" w14:textId="77777777" w:rsidR="00A61DC1" w:rsidRPr="00F820FC"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F820FC">
              <w:rPr>
                <w:rFonts w:cs="Arial"/>
                <w:b/>
                <w:sz w:val="16"/>
                <w:szCs w:val="16"/>
              </w:rPr>
              <w:t xml:space="preserve">Hlavný stavbyvedúci </w:t>
            </w:r>
          </w:p>
        </w:tc>
        <w:tc>
          <w:tcPr>
            <w:tcW w:w="1844" w:type="dxa"/>
            <w:tcBorders>
              <w:top w:val="single" w:sz="4" w:space="0" w:color="auto"/>
              <w:left w:val="single" w:sz="4" w:space="0" w:color="auto"/>
              <w:bottom w:val="single" w:sz="4" w:space="0" w:color="auto"/>
              <w:right w:val="single" w:sz="4" w:space="0" w:color="auto"/>
            </w:tcBorders>
            <w:hideMark/>
          </w:tcPr>
          <w:p w14:paraId="16748292" w14:textId="77777777" w:rsidR="00A61DC1" w:rsidRPr="00977204"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Minimálne </w:t>
            </w:r>
            <w:r w:rsidRPr="00977204">
              <w:rPr>
                <w:rFonts w:cs="Arial"/>
                <w:b/>
                <w:bCs/>
                <w:sz w:val="16"/>
                <w:szCs w:val="16"/>
              </w:rPr>
              <w:t>15</w:t>
            </w:r>
            <w:r w:rsidRPr="00977204">
              <w:rPr>
                <w:rFonts w:cs="Arial"/>
                <w:b/>
                <w:sz w:val="16"/>
                <w:szCs w:val="16"/>
              </w:rPr>
              <w:t xml:space="preserve"> rokov praxe</w:t>
            </w:r>
            <w:r w:rsidRPr="00977204">
              <w:rPr>
                <w:rFonts w:cs="Arial"/>
                <w:sz w:val="16"/>
                <w:szCs w:val="16"/>
              </w:rPr>
              <w:t xml:space="preserve"> v</w:t>
            </w:r>
            <w:r w:rsidRPr="00977204">
              <w:rPr>
                <w:rFonts w:cs="Calibri"/>
                <w:sz w:val="16"/>
                <w:szCs w:val="16"/>
              </w:rPr>
              <w:t> </w:t>
            </w:r>
            <w:r w:rsidRPr="00977204">
              <w:rPr>
                <w:rFonts w:cs="Arial"/>
                <w:sz w:val="16"/>
                <w:szCs w:val="16"/>
              </w:rPr>
              <w:t>oblasti  výkonu činnosti stavbyvedúceho pri výstavbe inžinierskych stavieb</w:t>
            </w:r>
          </w:p>
        </w:tc>
        <w:tc>
          <w:tcPr>
            <w:tcW w:w="2409" w:type="dxa"/>
            <w:tcBorders>
              <w:top w:val="single" w:sz="4" w:space="0" w:color="auto"/>
              <w:left w:val="single" w:sz="4" w:space="0" w:color="auto"/>
              <w:bottom w:val="single" w:sz="4" w:space="0" w:color="auto"/>
              <w:right w:val="single" w:sz="4" w:space="0" w:color="auto"/>
            </w:tcBorders>
            <w:hideMark/>
          </w:tcPr>
          <w:p w14:paraId="0EC1C693" w14:textId="01A51E1D" w:rsidR="00A61DC1" w:rsidRPr="00977204" w:rsidRDefault="002072A7" w:rsidP="001E11B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Odborník </w:t>
            </w:r>
            <w:r w:rsidR="00A61DC1" w:rsidRPr="00977204">
              <w:rPr>
                <w:rFonts w:cs="Arial"/>
                <w:sz w:val="16"/>
                <w:szCs w:val="16"/>
              </w:rPr>
              <w:t xml:space="preserve">musí preukázať, že vykonával činnosť stavbyvedúceho pri výstavbe Kanalizácií a/alebo Čistiarní odpadových vôd, ktorých kumulatívny investičný náklad bol minimálne </w:t>
            </w:r>
            <w:r w:rsidR="00A61DC1" w:rsidRPr="00977204">
              <w:rPr>
                <w:sz w:val="16"/>
                <w:szCs w:val="16"/>
              </w:rPr>
              <w:t>14.000.000,- EUR bez DPH.</w:t>
            </w:r>
          </w:p>
        </w:tc>
        <w:tc>
          <w:tcPr>
            <w:tcW w:w="3118" w:type="dxa"/>
            <w:tcBorders>
              <w:top w:val="single" w:sz="4" w:space="0" w:color="auto"/>
              <w:left w:val="single" w:sz="4" w:space="0" w:color="auto"/>
              <w:bottom w:val="single" w:sz="4" w:space="0" w:color="auto"/>
              <w:right w:val="single" w:sz="4" w:space="0" w:color="auto"/>
            </w:tcBorders>
            <w:hideMark/>
          </w:tcPr>
          <w:p w14:paraId="3AEBBD56" w14:textId="47EAE408" w:rsidR="00A61DC1" w:rsidRPr="00983123" w:rsidRDefault="002072A7" w:rsidP="001E11B9">
            <w:pPr>
              <w:widowControl w:val="0"/>
              <w:spacing w:before="120"/>
              <w:cnfStyle w:val="000000100000" w:firstRow="0" w:lastRow="0" w:firstColumn="0" w:lastColumn="0" w:oddVBand="0" w:evenVBand="0" w:oddHBand="1" w:evenHBand="0" w:firstRowFirstColumn="0" w:firstRowLastColumn="0" w:lastRowFirstColumn="0" w:lastRowLastColumn="0"/>
              <w:rPr>
                <w:sz w:val="16"/>
                <w:szCs w:val="16"/>
              </w:rPr>
            </w:pPr>
            <w:r w:rsidRPr="002072A7">
              <w:rPr>
                <w:sz w:val="16"/>
                <w:szCs w:val="16"/>
              </w:rPr>
              <w:t xml:space="preserve">Odborná spôsobilosť na výkon činnosti stavbyvedúceho pre kategóriu Inžinierske stavby podľa zákona č. 138/1992 Zb. o autorizovaných architektoch a autorizovaných inžinieroch v znení neskorších predpisov alebo ekvivalentnú odbornú spôsobilosť či odbornú kvalifikáciu podľa </w:t>
            </w:r>
            <w:r>
              <w:rPr>
                <w:sz w:val="16"/>
                <w:szCs w:val="16"/>
              </w:rPr>
              <w:t xml:space="preserve">príslušných </w:t>
            </w:r>
            <w:r w:rsidRPr="002072A7">
              <w:rPr>
                <w:sz w:val="16"/>
                <w:szCs w:val="16"/>
              </w:rPr>
              <w:t>právnych predpisov</w:t>
            </w:r>
          </w:p>
        </w:tc>
      </w:tr>
      <w:tr w:rsidR="00A61DC1" w:rsidRPr="00947F1F" w14:paraId="7AD2DBC6" w14:textId="77777777" w:rsidTr="001E11B9">
        <w:trPr>
          <w:trHeight w:val="551"/>
        </w:trPr>
        <w:tc>
          <w:tcPr>
            <w:cnfStyle w:val="001000000000" w:firstRow="0" w:lastRow="0" w:firstColumn="1" w:lastColumn="0" w:oddVBand="0" w:evenVBand="0" w:oddHBand="0" w:evenHBand="0" w:firstRowFirstColumn="0" w:firstRowLastColumn="0" w:lastRowFirstColumn="0" w:lastRowLastColumn="0"/>
            <w:tcW w:w="413" w:type="dxa"/>
            <w:tcBorders>
              <w:top w:val="single" w:sz="4" w:space="0" w:color="auto"/>
              <w:left w:val="single" w:sz="4" w:space="0" w:color="auto"/>
              <w:bottom w:val="single" w:sz="4" w:space="0" w:color="auto"/>
              <w:right w:val="single" w:sz="4" w:space="0" w:color="auto"/>
            </w:tcBorders>
          </w:tcPr>
          <w:p w14:paraId="12802EB0"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5A8BD75A" w14:textId="0A9375B9" w:rsidR="00A61DC1" w:rsidRPr="00F820FC"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b/>
                <w:sz w:val="16"/>
                <w:szCs w:val="16"/>
              </w:rPr>
            </w:pPr>
            <w:r w:rsidRPr="00F820FC">
              <w:rPr>
                <w:rFonts w:cs="Arial"/>
                <w:b/>
                <w:sz w:val="16"/>
                <w:szCs w:val="16"/>
              </w:rPr>
              <w:t xml:space="preserve">Stavbyvedúci </w:t>
            </w:r>
          </w:p>
          <w:p w14:paraId="41D16CA0" w14:textId="77777777" w:rsidR="00A61DC1" w:rsidRPr="00F820FC"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b/>
                <w:sz w:val="16"/>
                <w:szCs w:val="16"/>
              </w:rPr>
            </w:pPr>
          </w:p>
        </w:tc>
        <w:tc>
          <w:tcPr>
            <w:tcW w:w="1844" w:type="dxa"/>
            <w:tcBorders>
              <w:top w:val="single" w:sz="4" w:space="0" w:color="auto"/>
              <w:left w:val="single" w:sz="4" w:space="0" w:color="auto"/>
              <w:bottom w:val="single" w:sz="4" w:space="0" w:color="auto"/>
              <w:right w:val="single" w:sz="4" w:space="0" w:color="auto"/>
            </w:tcBorders>
          </w:tcPr>
          <w:p w14:paraId="1A411EE1" w14:textId="77777777" w:rsidR="00A61DC1" w:rsidRPr="00977204"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sz w:val="16"/>
                <w:szCs w:val="16"/>
              </w:rPr>
            </w:pPr>
            <w:r w:rsidRPr="00977204">
              <w:rPr>
                <w:rFonts w:cs="Arial"/>
                <w:sz w:val="16"/>
                <w:szCs w:val="16"/>
              </w:rPr>
              <w:t xml:space="preserve">Minimálne </w:t>
            </w:r>
            <w:r w:rsidRPr="00977204">
              <w:rPr>
                <w:rFonts w:cs="Arial"/>
                <w:b/>
                <w:bCs/>
                <w:sz w:val="16"/>
                <w:szCs w:val="16"/>
              </w:rPr>
              <w:t>10 r</w:t>
            </w:r>
            <w:r w:rsidRPr="00977204">
              <w:rPr>
                <w:rFonts w:cs="Arial"/>
                <w:b/>
                <w:sz w:val="16"/>
                <w:szCs w:val="16"/>
              </w:rPr>
              <w:t>okov praxe</w:t>
            </w:r>
            <w:r w:rsidRPr="00977204">
              <w:rPr>
                <w:rFonts w:cs="Arial"/>
                <w:sz w:val="16"/>
                <w:szCs w:val="16"/>
              </w:rPr>
              <w:t xml:space="preserve"> v</w:t>
            </w:r>
            <w:r w:rsidRPr="00977204">
              <w:rPr>
                <w:rFonts w:cs="Calibri"/>
                <w:sz w:val="16"/>
                <w:szCs w:val="16"/>
              </w:rPr>
              <w:t> </w:t>
            </w:r>
            <w:r w:rsidRPr="00977204">
              <w:rPr>
                <w:rFonts w:cs="Arial"/>
                <w:sz w:val="16"/>
                <w:szCs w:val="16"/>
              </w:rPr>
              <w:t>oblasti  výkonu činnosti stavbyvedúceho pri výstavbe inžinierskych stavieb</w:t>
            </w:r>
          </w:p>
        </w:tc>
        <w:tc>
          <w:tcPr>
            <w:tcW w:w="2409" w:type="dxa"/>
            <w:tcBorders>
              <w:top w:val="single" w:sz="4" w:space="0" w:color="auto"/>
              <w:left w:val="single" w:sz="4" w:space="0" w:color="auto"/>
              <w:bottom w:val="single" w:sz="4" w:space="0" w:color="auto"/>
              <w:right w:val="single" w:sz="4" w:space="0" w:color="auto"/>
            </w:tcBorders>
          </w:tcPr>
          <w:p w14:paraId="4F4A4EAA" w14:textId="193AD2F6" w:rsidR="00A61DC1" w:rsidRPr="00977204" w:rsidRDefault="00B16F41" w:rsidP="001E11B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cs="Arial"/>
                <w:sz w:val="16"/>
                <w:szCs w:val="16"/>
              </w:rPr>
            </w:pPr>
            <w:r w:rsidRPr="00977204">
              <w:rPr>
                <w:rFonts w:cs="Arial"/>
                <w:sz w:val="16"/>
                <w:szCs w:val="16"/>
              </w:rPr>
              <w:t xml:space="preserve">Odborník </w:t>
            </w:r>
            <w:r w:rsidR="00A61DC1" w:rsidRPr="00977204">
              <w:rPr>
                <w:rFonts w:cs="Arial"/>
                <w:sz w:val="16"/>
                <w:szCs w:val="16"/>
              </w:rPr>
              <w:t xml:space="preserve">musí preukázať, že vykonával činnosť stavbyvedúceho pri výstavbe Kanalizácií a/alebo Čistiarní odpadových vôd, ktorých kumulatívny investičný náklad bol minimálne </w:t>
            </w:r>
            <w:r w:rsidR="00A61DC1" w:rsidRPr="00977204">
              <w:rPr>
                <w:sz w:val="16"/>
                <w:szCs w:val="16"/>
              </w:rPr>
              <w:t>10.000.000,- EUR bez DPH.</w:t>
            </w:r>
          </w:p>
        </w:tc>
        <w:tc>
          <w:tcPr>
            <w:tcW w:w="3118" w:type="dxa"/>
            <w:tcBorders>
              <w:top w:val="single" w:sz="4" w:space="0" w:color="auto"/>
              <w:left w:val="single" w:sz="4" w:space="0" w:color="auto"/>
              <w:bottom w:val="single" w:sz="4" w:space="0" w:color="auto"/>
              <w:right w:val="single" w:sz="4" w:space="0" w:color="auto"/>
            </w:tcBorders>
          </w:tcPr>
          <w:p w14:paraId="75E86D83" w14:textId="77777777" w:rsidR="00B16F41" w:rsidRPr="00977204" w:rsidRDefault="00B16F41" w:rsidP="00977204">
            <w:pPr>
              <w:widowControl w:val="0"/>
              <w:spacing w:before="120"/>
              <w:cnfStyle w:val="000000000000" w:firstRow="0" w:lastRow="0" w:firstColumn="0" w:lastColumn="0" w:oddVBand="0" w:evenVBand="0" w:oddHBand="0" w:evenHBand="0" w:firstRowFirstColumn="0" w:firstRowLastColumn="0" w:lastRowFirstColumn="0" w:lastRowLastColumn="0"/>
              <w:rPr>
                <w:sz w:val="16"/>
                <w:szCs w:val="16"/>
              </w:rPr>
            </w:pPr>
            <w:r w:rsidRPr="00977204">
              <w:rPr>
                <w:sz w:val="16"/>
                <w:szCs w:val="16"/>
              </w:rPr>
              <w:t xml:space="preserve">Odborná spôsobilosť na výkon činnosti stavbyvedúceho pre kategóriu Inžinierske stavby podľa zákona č. 138/1992 Zb. o autorizovaných architektoch a autorizovaných inžinieroch v znení neskorších predpisov alebo ekvivalentnú odbornú spôsobilosť či odbornú kvalifikáciu podľa právnych predpisov </w:t>
            </w:r>
          </w:p>
          <w:p w14:paraId="70B8C10C" w14:textId="2EF3FF42" w:rsidR="00A61DC1" w:rsidRPr="00977204" w:rsidRDefault="00A61DC1" w:rsidP="00983123">
            <w:pPr>
              <w:widowControl w:val="0"/>
              <w:spacing w:before="120"/>
              <w:cnfStyle w:val="000000000000" w:firstRow="0" w:lastRow="0" w:firstColumn="0" w:lastColumn="0" w:oddVBand="0" w:evenVBand="0" w:oddHBand="0" w:evenHBand="0" w:firstRowFirstColumn="0" w:firstRowLastColumn="0" w:lastRowFirstColumn="0" w:lastRowLastColumn="0"/>
              <w:rPr>
                <w:sz w:val="16"/>
                <w:szCs w:val="16"/>
              </w:rPr>
            </w:pPr>
          </w:p>
        </w:tc>
      </w:tr>
      <w:tr w:rsidR="00A61DC1" w:rsidRPr="00947F1F" w14:paraId="781DD529" w14:textId="77777777" w:rsidTr="001E11B9">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064622DC"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4BB40300" w14:textId="77777777" w:rsidR="00A61DC1" w:rsidRPr="00F820FC"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b/>
                <w:sz w:val="16"/>
                <w:szCs w:val="16"/>
              </w:rPr>
            </w:pPr>
            <w:r w:rsidRPr="00F820FC">
              <w:rPr>
                <w:rFonts w:cs="Arial"/>
                <w:b/>
                <w:sz w:val="16"/>
                <w:szCs w:val="16"/>
              </w:rPr>
              <w:t>Projektant</w:t>
            </w:r>
          </w:p>
        </w:tc>
        <w:tc>
          <w:tcPr>
            <w:tcW w:w="1844" w:type="dxa"/>
            <w:tcBorders>
              <w:top w:val="single" w:sz="4" w:space="0" w:color="auto"/>
              <w:left w:val="single" w:sz="4" w:space="0" w:color="auto"/>
              <w:bottom w:val="single" w:sz="4" w:space="0" w:color="auto"/>
              <w:right w:val="single" w:sz="4" w:space="0" w:color="auto"/>
            </w:tcBorders>
          </w:tcPr>
          <w:p w14:paraId="53E3EFDD" w14:textId="12F73340" w:rsidR="00A61DC1" w:rsidRPr="00977204"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Minimálne </w:t>
            </w:r>
            <w:r w:rsidRPr="00977204">
              <w:rPr>
                <w:rFonts w:cs="Arial"/>
                <w:b/>
                <w:bCs/>
                <w:sz w:val="16"/>
                <w:szCs w:val="16"/>
              </w:rPr>
              <w:t>10 rokov praxe</w:t>
            </w:r>
            <w:r w:rsidRPr="00977204">
              <w:rPr>
                <w:rFonts w:cs="Arial"/>
                <w:sz w:val="16"/>
                <w:szCs w:val="16"/>
              </w:rPr>
              <w:t xml:space="preserve"> v oblasti v oblasti vykonávania projekčných činností </w:t>
            </w:r>
          </w:p>
        </w:tc>
        <w:tc>
          <w:tcPr>
            <w:tcW w:w="2409" w:type="dxa"/>
            <w:tcBorders>
              <w:top w:val="single" w:sz="4" w:space="0" w:color="auto"/>
              <w:left w:val="single" w:sz="4" w:space="0" w:color="auto"/>
              <w:bottom w:val="single" w:sz="4" w:space="0" w:color="auto"/>
              <w:right w:val="single" w:sz="4" w:space="0" w:color="auto"/>
            </w:tcBorders>
          </w:tcPr>
          <w:p w14:paraId="6A75DB75" w14:textId="3075D134" w:rsidR="00A61DC1" w:rsidRPr="00977204" w:rsidRDefault="00B16F41" w:rsidP="001E11B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cs="Arial"/>
                <w:bCs/>
                <w:sz w:val="16"/>
                <w:szCs w:val="16"/>
              </w:rPr>
            </w:pPr>
            <w:r w:rsidRPr="00977204">
              <w:t>O</w:t>
            </w:r>
            <w:r w:rsidRPr="00977204">
              <w:rPr>
                <w:rFonts w:cs="Arial"/>
                <w:bCs/>
                <w:sz w:val="16"/>
                <w:szCs w:val="16"/>
              </w:rPr>
              <w:t xml:space="preserve">dborník musí preukázať v rámci predloženého profesijného životopisu, že vykonával činnosť hlavného inžiniera projektu alebo zodpovedného projektanta pri projektovaní  minimálne </w:t>
            </w:r>
            <w:r w:rsidR="0049094F" w:rsidRPr="00977204">
              <w:rPr>
                <w:rFonts w:cs="Arial"/>
                <w:bCs/>
                <w:sz w:val="16"/>
                <w:szCs w:val="16"/>
              </w:rPr>
              <w:t>(1) jedného projektu</w:t>
            </w:r>
            <w:r w:rsidRPr="00977204">
              <w:rPr>
                <w:rFonts w:cs="Arial"/>
                <w:bCs/>
                <w:sz w:val="16"/>
                <w:szCs w:val="16"/>
              </w:rPr>
              <w:t xml:space="preserve"> v oblasti výstavby a/alebo rekonštrukcií </w:t>
            </w:r>
            <w:r w:rsidR="0049094F" w:rsidRPr="00977204">
              <w:rPr>
                <w:rFonts w:cs="Arial"/>
                <w:bCs/>
                <w:sz w:val="16"/>
                <w:szCs w:val="16"/>
              </w:rPr>
              <w:t>K</w:t>
            </w:r>
            <w:r w:rsidRPr="00977204">
              <w:rPr>
                <w:rFonts w:cs="Arial"/>
                <w:bCs/>
                <w:sz w:val="16"/>
                <w:szCs w:val="16"/>
              </w:rPr>
              <w:t xml:space="preserve">analizácií  a/alebo </w:t>
            </w:r>
            <w:r w:rsidR="0049094F" w:rsidRPr="00977204">
              <w:rPr>
                <w:rFonts w:cs="Arial"/>
                <w:bCs/>
                <w:sz w:val="16"/>
                <w:szCs w:val="16"/>
              </w:rPr>
              <w:t>Č</w:t>
            </w:r>
            <w:r w:rsidRPr="00977204">
              <w:rPr>
                <w:rFonts w:cs="Arial"/>
                <w:bCs/>
                <w:sz w:val="16"/>
                <w:szCs w:val="16"/>
              </w:rPr>
              <w:t>istiarní odpadových vôd v stupni DSP, DSP/DRS</w:t>
            </w:r>
            <w:r w:rsidR="008104E2" w:rsidRPr="00977204">
              <w:rPr>
                <w:rFonts w:cs="Arial"/>
                <w:bCs/>
                <w:sz w:val="16"/>
                <w:szCs w:val="16"/>
              </w:rPr>
              <w:t xml:space="preserve"> alebo</w:t>
            </w:r>
            <w:r w:rsidRPr="00977204">
              <w:rPr>
                <w:rFonts w:cs="Arial"/>
                <w:bCs/>
                <w:sz w:val="16"/>
                <w:szCs w:val="16"/>
              </w:rPr>
              <w:t xml:space="preserve"> DP, pri ktorých kumulatívny investičný náklad stavby bol minimálne 10.000.000,- EUR bez DPH</w:t>
            </w:r>
          </w:p>
        </w:tc>
        <w:tc>
          <w:tcPr>
            <w:tcW w:w="3118" w:type="dxa"/>
            <w:tcBorders>
              <w:top w:val="single" w:sz="4" w:space="0" w:color="auto"/>
              <w:left w:val="single" w:sz="4" w:space="0" w:color="auto"/>
              <w:bottom w:val="single" w:sz="4" w:space="0" w:color="auto"/>
              <w:right w:val="single" w:sz="4" w:space="0" w:color="auto"/>
            </w:tcBorders>
          </w:tcPr>
          <w:p w14:paraId="4671001B" w14:textId="0C16C1BB" w:rsidR="00A61DC1" w:rsidRPr="00F820FC" w:rsidRDefault="008104E2" w:rsidP="001E11B9">
            <w:pPr>
              <w:widowControl w:val="0"/>
              <w:spacing w:before="120"/>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O</w:t>
            </w:r>
            <w:r w:rsidRPr="008104E2">
              <w:rPr>
                <w:sz w:val="16"/>
                <w:szCs w:val="16"/>
              </w:rPr>
              <w:t xml:space="preserve">dborná spôsobilosť </w:t>
            </w:r>
            <w:r>
              <w:rPr>
                <w:sz w:val="16"/>
                <w:szCs w:val="16"/>
              </w:rPr>
              <w:t xml:space="preserve">- </w:t>
            </w:r>
            <w:r w:rsidRPr="008104E2">
              <w:rPr>
                <w:sz w:val="16"/>
                <w:szCs w:val="16"/>
              </w:rPr>
              <w:t>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ekvivalentnú odbornú spôsobilosť či odbornú kvalifikáciu podľa právnych predpisov</w:t>
            </w:r>
          </w:p>
        </w:tc>
      </w:tr>
    </w:tbl>
    <w:p w14:paraId="20D462B6" w14:textId="77777777" w:rsidR="00730056" w:rsidRPr="00730056" w:rsidRDefault="00730056" w:rsidP="00730056">
      <w:pPr>
        <w:pStyle w:val="Heading4"/>
        <w:rPr>
          <w:shd w:val="clear" w:color="auto" w:fill="FFFFFF"/>
        </w:rPr>
      </w:pPr>
      <w:r w:rsidRPr="00730056">
        <w:rPr>
          <w:shd w:val="clear" w:color="auto" w:fill="FFFFFF"/>
        </w:rPr>
        <w:t>V súlade s ustanovením § 34 ods. 1 písm. d) ZVO: predloženie certifikátu vydaného nezávislou inštitúciou, ktorým sa potvrdzuje splnenie požiadaviek technických noriem na systém manažérstva kvality.</w:t>
      </w:r>
    </w:p>
    <w:p w14:paraId="0EDB9253" w14:textId="77777777" w:rsidR="00730056" w:rsidRPr="00730056" w:rsidRDefault="00730056" w:rsidP="00F540DD">
      <w:pPr>
        <w:pStyle w:val="Heading4"/>
        <w:numPr>
          <w:ilvl w:val="0"/>
          <w:numId w:val="0"/>
        </w:numPr>
        <w:ind w:left="709"/>
        <w:rPr>
          <w:shd w:val="clear" w:color="auto" w:fill="FFFFFF"/>
        </w:rPr>
      </w:pPr>
      <w:r w:rsidRPr="00730056">
        <w:rPr>
          <w:shd w:val="clear" w:color="auto" w:fill="FFFFFF"/>
        </w:rPr>
        <w:t xml:space="preserve">Uchádzač preukáže, že je držiteľom platného certifikátu </w:t>
      </w:r>
      <w:r w:rsidRPr="00F540DD">
        <w:rPr>
          <w:b/>
          <w:bCs/>
          <w:shd w:val="clear" w:color="auto" w:fill="FFFFFF"/>
        </w:rPr>
        <w:t>ISO 9001</w:t>
      </w:r>
      <w:r w:rsidRPr="00730056">
        <w:rPr>
          <w:shd w:val="clear" w:color="auto" w:fill="FFFFFF"/>
        </w:rPr>
        <w:t xml:space="preserve"> pre oblasť rovnakú alebo podobnú ako predmet zákazky (inžinierske stavby). </w:t>
      </w:r>
    </w:p>
    <w:p w14:paraId="18892218" w14:textId="502A2089" w:rsidR="00730056" w:rsidRDefault="00730056" w:rsidP="00730056">
      <w:pPr>
        <w:pStyle w:val="Heading4"/>
        <w:numPr>
          <w:ilvl w:val="0"/>
          <w:numId w:val="0"/>
        </w:numPr>
        <w:ind w:left="709"/>
        <w:rPr>
          <w:shd w:val="clear" w:color="auto" w:fill="FFFFFF"/>
        </w:rPr>
      </w:pPr>
      <w:r w:rsidRPr="00730056">
        <w:rPr>
          <w:shd w:val="clear" w:color="auto" w:fill="FFFFFF"/>
        </w:rPr>
        <w:t>Verejný obstarávateľ alebo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splnenia noriem environmentálneho riadenia predložené uchádzačom, ktorými preukáže, že ním navrhované opatrenia sú v súlade s požadovanými normami environmentálneho riadenia.</w:t>
      </w:r>
    </w:p>
    <w:p w14:paraId="7392C6CD" w14:textId="2A72AB99" w:rsidR="00730056" w:rsidRPr="00F540DD" w:rsidRDefault="00730056" w:rsidP="00F540DD">
      <w:pPr>
        <w:pStyle w:val="Heading4"/>
        <w:rPr>
          <w:shd w:val="clear" w:color="auto" w:fill="FFFFFF"/>
        </w:rPr>
      </w:pPr>
      <w:r>
        <w:t xml:space="preserve">V súlade s ustanovením § 34 ods. 1 písm. d) ZVO: predloženie certifikátu vydaného nezávislou inštitúciou, ktorým sa potvrdzuje splnenie požiadaviek technických noriem na systém kvality ochrany </w:t>
      </w:r>
      <w:r w:rsidRPr="00F540DD">
        <w:rPr>
          <w:shd w:val="clear" w:color="auto" w:fill="FFFFFF"/>
        </w:rPr>
        <w:t>bezpečnosti a zdravia pri práci.</w:t>
      </w:r>
    </w:p>
    <w:p w14:paraId="60E1A9E5" w14:textId="77777777" w:rsidR="00730056" w:rsidRPr="00F540DD" w:rsidRDefault="00730056" w:rsidP="00F540DD">
      <w:pPr>
        <w:pStyle w:val="Heading4"/>
        <w:numPr>
          <w:ilvl w:val="0"/>
          <w:numId w:val="0"/>
        </w:numPr>
        <w:ind w:left="709"/>
        <w:rPr>
          <w:shd w:val="clear" w:color="auto" w:fill="FFFFFF"/>
        </w:rPr>
      </w:pPr>
      <w:r w:rsidRPr="00F540DD">
        <w:rPr>
          <w:shd w:val="clear" w:color="auto" w:fill="FFFFFF"/>
        </w:rPr>
        <w:t xml:space="preserve">Uchádzač preukáže, že je držiteľom platného certifikátu </w:t>
      </w:r>
      <w:r w:rsidRPr="00F540DD">
        <w:rPr>
          <w:b/>
          <w:bCs/>
          <w:shd w:val="clear" w:color="auto" w:fill="FFFFFF"/>
        </w:rPr>
        <w:t>ISO 18001</w:t>
      </w:r>
      <w:r w:rsidRPr="00F540DD">
        <w:rPr>
          <w:shd w:val="clear" w:color="auto" w:fill="FFFFFF"/>
        </w:rPr>
        <w:t xml:space="preserve"> pre oblasť rovnakú alebo podobnú ako predmet zákazky (inžinierske stavby). </w:t>
      </w:r>
    </w:p>
    <w:p w14:paraId="7B2F0D72" w14:textId="4C3FA71C" w:rsidR="00730056" w:rsidRPr="00F540DD" w:rsidRDefault="00730056" w:rsidP="00F540DD">
      <w:pPr>
        <w:pStyle w:val="Heading4"/>
        <w:numPr>
          <w:ilvl w:val="0"/>
          <w:numId w:val="0"/>
        </w:numPr>
        <w:ind w:left="709"/>
      </w:pPr>
      <w:r w:rsidRPr="00F540DD">
        <w:rPr>
          <w:shd w:val="clear" w:color="auto" w:fill="FFFFFF"/>
        </w:rPr>
        <w:t xml:space="preserve">Verejný obstarávateľ alebo obstarávateľ uzná ako rovnocenný certifikát vydaný príslušným </w:t>
      </w:r>
      <w:r w:rsidRPr="00F540DD">
        <w:rPr>
          <w:shd w:val="clear" w:color="auto" w:fill="FFFFFF"/>
        </w:rPr>
        <w:lastRenderedPageBreak/>
        <w:t>orgánom členského štátu. Ak uchádzač alebo záujemca objektívne nemal možnosť získať príslušný certifikát v určených lehotách, verejný obstarávateľ</w:t>
      </w:r>
      <w:r>
        <w:t xml:space="preserve"> prijme aj iné dôkazy o rovnocenných opatreniach na zabezpečenie splnenia noriem environmentálneho riadenia predložené uchádzačom, ktorými preukáže, že ním navrhované opatrenia sú v súlade s požadovanými normami environmentálneho riadenia.</w:t>
      </w:r>
    </w:p>
    <w:p w14:paraId="02A2B41B" w14:textId="77777777" w:rsidR="00730056" w:rsidRPr="00730056" w:rsidRDefault="00730056" w:rsidP="00730056">
      <w:pPr>
        <w:pStyle w:val="Heading4"/>
        <w:rPr>
          <w:shd w:val="clear" w:color="auto" w:fill="FFFFFF"/>
        </w:rPr>
      </w:pPr>
      <w:r w:rsidRPr="00730056">
        <w:rPr>
          <w:shd w:val="clear" w:color="auto" w:fill="FFFFFF"/>
        </w:rPr>
        <w:t xml:space="preserve">V súlade s ustanovením § 34 ods. 1 písm. h) ZVO: Predloženie certifikátu vydaného nezávislou inštitúciou, ktorým sa potvrdzuje splnenie určitých noriem environmentálneho riadenia uchádzačom. </w:t>
      </w:r>
    </w:p>
    <w:p w14:paraId="36E41C9E" w14:textId="77777777" w:rsidR="00730056" w:rsidRPr="00730056" w:rsidRDefault="00730056" w:rsidP="00F540DD">
      <w:pPr>
        <w:pStyle w:val="Heading4"/>
        <w:numPr>
          <w:ilvl w:val="0"/>
          <w:numId w:val="0"/>
        </w:numPr>
        <w:ind w:left="709"/>
        <w:rPr>
          <w:shd w:val="clear" w:color="auto" w:fill="FFFFFF"/>
        </w:rPr>
      </w:pPr>
      <w:r w:rsidRPr="00730056">
        <w:rPr>
          <w:shd w:val="clear" w:color="auto" w:fill="FFFFFF"/>
        </w:rPr>
        <w:t xml:space="preserve">Uchádzač preukáže, že je držiteľom platného certifikátu </w:t>
      </w:r>
      <w:r w:rsidRPr="00F540DD">
        <w:rPr>
          <w:b/>
          <w:bCs/>
          <w:shd w:val="clear" w:color="auto" w:fill="FFFFFF"/>
        </w:rPr>
        <w:t>ISO 14001</w:t>
      </w:r>
      <w:r w:rsidRPr="00730056">
        <w:rPr>
          <w:shd w:val="clear" w:color="auto" w:fill="FFFFFF"/>
        </w:rPr>
        <w:t xml:space="preserve"> pre oblasť rovnakú alebo podobnú ako predmet zákazky (inžinierske stavby). </w:t>
      </w:r>
    </w:p>
    <w:p w14:paraId="682AA4B4" w14:textId="77777777" w:rsidR="00730056" w:rsidRPr="00730056" w:rsidRDefault="00730056" w:rsidP="00F540DD">
      <w:pPr>
        <w:pStyle w:val="Heading4"/>
        <w:numPr>
          <w:ilvl w:val="0"/>
          <w:numId w:val="0"/>
        </w:numPr>
        <w:ind w:left="709"/>
        <w:rPr>
          <w:shd w:val="clear" w:color="auto" w:fill="FFFFFF"/>
        </w:rPr>
      </w:pPr>
      <w:r w:rsidRPr="00730056">
        <w:rPr>
          <w:shd w:val="clear" w:color="auto" w:fill="FFFFFF"/>
        </w:rPr>
        <w:t>Verejný obstarávateľ alebo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splnenia noriem environmentálneho riadenia predložené uchádzačom, ktorými preukáže, že ním navrhované opatrenia sú v súlade s požadovanými normami environmentálneho riadenia.</w:t>
      </w:r>
    </w:p>
    <w:p w14:paraId="350D7D55" w14:textId="77777777" w:rsidR="00730056" w:rsidRDefault="00D45E35" w:rsidP="00D45E35">
      <w:pPr>
        <w:pStyle w:val="Heading4"/>
        <w:rPr>
          <w:shd w:val="clear" w:color="auto" w:fill="FFFFFF"/>
        </w:rPr>
      </w:pPr>
      <w:r w:rsidRPr="00D45E35">
        <w:rPr>
          <w:shd w:val="clear" w:color="auto" w:fill="FFFFFF"/>
        </w:rPr>
        <w:tab/>
      </w:r>
      <w:r w:rsidR="00730056" w:rsidRPr="00730056">
        <w:rPr>
          <w:shd w:val="clear" w:color="auto" w:fill="FFFFFF"/>
        </w:rPr>
        <w:t>Uchádzač môže na preukázanie technickej spôsobilosti alebo odbornej spôsobilosti využiť technické a odborné kapacity inej osoby, bez ohľadu na ich právny vzťah v súlade s ustanovením § 34 ods. 3 ZVO.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ZVO; oprávnenie dodávať tovar, uskutočňovať stavebné práce, alebo poskytovať službu preukazuje vo vzťahu k tej časti predmetu zákazky, na ktorú boli kapacity uchádzačovi poskytnuté. Ak ide o požiadavku súvisiacu so vzdelaním, odbornou kvalifikáciou alebo relevantnými odbornými skúsenosťami (§ 34 ods. 1 písm. g) ZVO), uchádzač môže využiť kapacity inej osoby len, ak táto bude reálne vykonávať činnosti, na ktoré sa kapacity vyžadujú.</w:t>
      </w:r>
    </w:p>
    <w:p w14:paraId="1274DCA0" w14:textId="072F2B32" w:rsidR="002C7007" w:rsidRDefault="002C7007">
      <w:pPr>
        <w:spacing w:after="0" w:line="240" w:lineRule="auto"/>
        <w:jc w:val="left"/>
        <w:rPr>
          <w:rFonts w:eastAsiaTheme="majorEastAsia" w:cstheme="majorBidi"/>
          <w:b/>
          <w:spacing w:val="30"/>
          <w:sz w:val="28"/>
          <w:szCs w:val="28"/>
        </w:rPr>
      </w:pPr>
      <w:r>
        <w:rPr>
          <w:rFonts w:eastAsiaTheme="majorEastAsia" w:cstheme="majorBidi"/>
          <w:b/>
          <w:spacing w:val="30"/>
          <w:sz w:val="28"/>
          <w:szCs w:val="28"/>
        </w:rPr>
        <w:br w:type="page"/>
      </w:r>
    </w:p>
    <w:p w14:paraId="3798C52D" w14:textId="77777777" w:rsidR="007E2341" w:rsidRDefault="007E2341">
      <w:pPr>
        <w:rPr>
          <w:rFonts w:eastAsiaTheme="majorEastAsia" w:cstheme="majorBidi"/>
          <w:b/>
          <w:spacing w:val="30"/>
          <w:sz w:val="28"/>
          <w:szCs w:val="28"/>
        </w:rPr>
      </w:pPr>
    </w:p>
    <w:p w14:paraId="360530D8" w14:textId="77777777" w:rsidR="007E2341" w:rsidRPr="00D10BF0" w:rsidRDefault="007E2341">
      <w:pPr>
        <w:rPr>
          <w:rFonts w:eastAsiaTheme="majorEastAsia" w:cstheme="majorBidi"/>
          <w:b/>
          <w:spacing w:val="30"/>
          <w:sz w:val="28"/>
          <w:szCs w:val="28"/>
        </w:rPr>
      </w:pPr>
    </w:p>
    <w:p w14:paraId="16EF87C7" w14:textId="07EEC33A" w:rsidR="000E48A9" w:rsidRPr="00D10BF0" w:rsidRDefault="004107E4" w:rsidP="00477F49">
      <w:pPr>
        <w:pStyle w:val="Heading1"/>
        <w:numPr>
          <w:ilvl w:val="0"/>
          <w:numId w:val="0"/>
        </w:numPr>
      </w:pPr>
      <w:bookmarkStart w:id="469" w:name="_Toc4416507"/>
      <w:bookmarkStart w:id="470" w:name="_Toc4416650"/>
      <w:bookmarkStart w:id="471" w:name="_Toc4416944"/>
      <w:bookmarkStart w:id="472" w:name="_Toc4416993"/>
      <w:bookmarkStart w:id="473" w:name="_Toc34734263"/>
      <w:r w:rsidRPr="00D10BF0">
        <w:t>SUMARIZÁCIA</w:t>
      </w:r>
      <w:r w:rsidR="008501A8" w:rsidRPr="00D10BF0">
        <w:t xml:space="preserve"> </w:t>
      </w:r>
      <w:r w:rsidR="00D27919" w:rsidRPr="00D10BF0">
        <w:t>PRÍLOH SÚŤAŽNÝCH PODKLADOV</w:t>
      </w:r>
      <w:bookmarkEnd w:id="469"/>
      <w:bookmarkEnd w:id="470"/>
      <w:bookmarkEnd w:id="471"/>
      <w:bookmarkEnd w:id="472"/>
      <w:bookmarkEnd w:id="473"/>
    </w:p>
    <w:p w14:paraId="127B50A3" w14:textId="049A698A" w:rsidR="00BC5ECC" w:rsidRPr="00D10BF0" w:rsidRDefault="00BC5ECC" w:rsidP="00BC5ECC"/>
    <w:p w14:paraId="2E3BAB49" w14:textId="1615FAFD" w:rsidR="005A5F14" w:rsidRPr="00D10BF0" w:rsidRDefault="005A5F14" w:rsidP="005A13EB">
      <w:pPr>
        <w:ind w:left="1276" w:hanging="1276"/>
        <w:rPr>
          <w:rFonts w:cs="Arial"/>
          <w:szCs w:val="20"/>
        </w:rPr>
      </w:pPr>
      <w:r w:rsidRPr="00D10BF0">
        <w:rPr>
          <w:rFonts w:cs="Arial"/>
          <w:szCs w:val="20"/>
        </w:rPr>
        <w:t xml:space="preserve">Príloha č. </w:t>
      </w:r>
      <w:r w:rsidR="00955295" w:rsidRPr="00D10BF0">
        <w:rPr>
          <w:rFonts w:cs="Arial"/>
          <w:szCs w:val="20"/>
        </w:rPr>
        <w:t>A.1</w:t>
      </w:r>
      <w:r w:rsidRPr="00D10BF0">
        <w:rPr>
          <w:rFonts w:cs="Arial"/>
          <w:szCs w:val="20"/>
        </w:rPr>
        <w:t xml:space="preserve">  </w:t>
      </w:r>
      <w:r w:rsidRPr="00D10BF0">
        <w:rPr>
          <w:rFonts w:cs="Arial"/>
          <w:szCs w:val="20"/>
        </w:rPr>
        <w:tab/>
        <w:t>Krycí list ponuky (vzor)</w:t>
      </w:r>
    </w:p>
    <w:p w14:paraId="5D5977A1" w14:textId="5175DF51" w:rsidR="00631BE0" w:rsidRPr="00D10BF0" w:rsidRDefault="00631BE0" w:rsidP="005A13EB">
      <w:pPr>
        <w:ind w:left="1276" w:hanging="1276"/>
        <w:rPr>
          <w:rFonts w:cs="Arial"/>
          <w:szCs w:val="20"/>
        </w:rPr>
      </w:pPr>
      <w:r w:rsidRPr="00D10BF0">
        <w:rPr>
          <w:rFonts w:cs="Arial"/>
          <w:szCs w:val="20"/>
        </w:rPr>
        <w:t xml:space="preserve">Príloha č. </w:t>
      </w:r>
      <w:r w:rsidR="00955295" w:rsidRPr="00D10BF0">
        <w:rPr>
          <w:rFonts w:cs="Arial"/>
          <w:szCs w:val="20"/>
        </w:rPr>
        <w:t>A.2</w:t>
      </w:r>
      <w:r w:rsidRPr="00D10BF0">
        <w:rPr>
          <w:rFonts w:cs="Arial"/>
          <w:szCs w:val="20"/>
        </w:rPr>
        <w:t xml:space="preserve"> </w:t>
      </w:r>
      <w:r w:rsidRPr="00D10BF0">
        <w:rPr>
          <w:rFonts w:cs="Arial"/>
          <w:szCs w:val="20"/>
        </w:rPr>
        <w:tab/>
      </w:r>
      <w:r w:rsidR="000D6E0A" w:rsidRPr="00D10BF0">
        <w:rPr>
          <w:rFonts w:cs="Arial"/>
          <w:szCs w:val="20"/>
        </w:rPr>
        <w:t xml:space="preserve">Čestné vyhlásenie o akceptácií podmienok </w:t>
      </w:r>
      <w:r w:rsidR="0035086C" w:rsidRPr="00D10BF0">
        <w:rPr>
          <w:rFonts w:cs="Arial"/>
          <w:szCs w:val="20"/>
        </w:rPr>
        <w:t>Verejn</w:t>
      </w:r>
      <w:r w:rsidR="000D6E0A" w:rsidRPr="00D10BF0">
        <w:rPr>
          <w:rFonts w:cs="Arial"/>
          <w:szCs w:val="20"/>
        </w:rPr>
        <w:t xml:space="preserve">ej súťaže </w:t>
      </w:r>
      <w:r w:rsidRPr="00D10BF0">
        <w:rPr>
          <w:rFonts w:cs="Arial"/>
          <w:szCs w:val="20"/>
        </w:rPr>
        <w:t>(vzor)</w:t>
      </w:r>
    </w:p>
    <w:p w14:paraId="32AE6D86" w14:textId="5D257064" w:rsidR="00037443" w:rsidRPr="00D10BF0" w:rsidRDefault="00037443"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A.3</w:t>
      </w:r>
      <w:r w:rsidRPr="00D10BF0">
        <w:rPr>
          <w:rFonts w:cs="Arial"/>
          <w:szCs w:val="20"/>
        </w:rPr>
        <w:t xml:space="preserve"> </w:t>
      </w:r>
      <w:r w:rsidRPr="00D10BF0">
        <w:rPr>
          <w:rFonts w:cs="Arial"/>
          <w:szCs w:val="20"/>
        </w:rPr>
        <w:tab/>
        <w:t>Čestné vyhlásenie o neprítomnosti konfliktu záujmov (vzor)</w:t>
      </w:r>
    </w:p>
    <w:p w14:paraId="39E3F883" w14:textId="2B4F1611" w:rsidR="00037443" w:rsidRPr="00D10BF0" w:rsidRDefault="00037443" w:rsidP="005A13EB">
      <w:pPr>
        <w:ind w:left="1276" w:hanging="1276"/>
        <w:rPr>
          <w:rFonts w:cs="Arial"/>
          <w:szCs w:val="20"/>
        </w:rPr>
      </w:pPr>
      <w:r w:rsidRPr="00D10BF0">
        <w:rPr>
          <w:rFonts w:cs="Arial"/>
          <w:szCs w:val="20"/>
        </w:rPr>
        <w:t xml:space="preserve">Príloha č. </w:t>
      </w:r>
      <w:r w:rsidR="00955295" w:rsidRPr="00D10BF0">
        <w:rPr>
          <w:rFonts w:cs="Arial"/>
          <w:szCs w:val="20"/>
        </w:rPr>
        <w:t>A.4</w:t>
      </w:r>
      <w:r w:rsidRPr="00D10BF0">
        <w:rPr>
          <w:rFonts w:cs="Arial"/>
          <w:szCs w:val="20"/>
        </w:rPr>
        <w:t xml:space="preserve"> </w:t>
      </w:r>
      <w:r w:rsidRPr="00D10BF0">
        <w:rPr>
          <w:rFonts w:cs="Arial"/>
          <w:szCs w:val="20"/>
        </w:rPr>
        <w:tab/>
        <w:t xml:space="preserve">Čestné vyhlásenie o vytvorení </w:t>
      </w:r>
      <w:r w:rsidR="00CE1FB3" w:rsidRPr="00D10BF0">
        <w:rPr>
          <w:rFonts w:cs="Arial"/>
          <w:szCs w:val="20"/>
        </w:rPr>
        <w:t xml:space="preserve">Skupiny </w:t>
      </w:r>
      <w:r w:rsidRPr="00D10BF0">
        <w:rPr>
          <w:rFonts w:cs="Arial"/>
          <w:szCs w:val="20"/>
        </w:rPr>
        <w:t>dodávateľov (vzor)</w:t>
      </w:r>
    </w:p>
    <w:p w14:paraId="463093AB" w14:textId="62D585DA" w:rsidR="005A5F14" w:rsidRPr="00D10BF0" w:rsidRDefault="005A5F14"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A.5</w:t>
      </w:r>
      <w:r w:rsidRPr="00D10BF0">
        <w:rPr>
          <w:rFonts w:cs="Arial"/>
          <w:szCs w:val="20"/>
        </w:rPr>
        <w:t xml:space="preserve"> </w:t>
      </w:r>
      <w:r w:rsidRPr="00D10BF0">
        <w:rPr>
          <w:rFonts w:cs="Arial"/>
          <w:szCs w:val="20"/>
        </w:rPr>
        <w:tab/>
        <w:t xml:space="preserve">Splnomocnenie vedúceho člena </w:t>
      </w:r>
      <w:r w:rsidR="00CE1FB3" w:rsidRPr="00D10BF0">
        <w:rPr>
          <w:rFonts w:cs="Arial"/>
          <w:szCs w:val="20"/>
        </w:rPr>
        <w:t xml:space="preserve">Skupiny </w:t>
      </w:r>
      <w:r w:rsidRPr="00D10BF0">
        <w:rPr>
          <w:rFonts w:cs="Arial"/>
          <w:szCs w:val="20"/>
        </w:rPr>
        <w:t>dodávateľov (vzor)</w:t>
      </w:r>
    </w:p>
    <w:p w14:paraId="0DAD5366" w14:textId="5307F0B8" w:rsidR="00037443" w:rsidRPr="00D10BF0" w:rsidRDefault="00037443" w:rsidP="00D44A44">
      <w:pPr>
        <w:ind w:left="1276" w:hanging="1276"/>
        <w:rPr>
          <w:rFonts w:cs="Arial"/>
          <w:szCs w:val="20"/>
        </w:rPr>
      </w:pPr>
      <w:r w:rsidRPr="00D10BF0">
        <w:rPr>
          <w:rFonts w:cs="Arial"/>
          <w:szCs w:val="20"/>
        </w:rPr>
        <w:t xml:space="preserve">Príloha č. </w:t>
      </w:r>
      <w:r w:rsidR="00955295" w:rsidRPr="00D10BF0">
        <w:rPr>
          <w:rFonts w:cs="Arial"/>
          <w:szCs w:val="20"/>
        </w:rPr>
        <w:t>A.6</w:t>
      </w:r>
      <w:r w:rsidRPr="00D10BF0">
        <w:rPr>
          <w:rFonts w:cs="Arial"/>
          <w:szCs w:val="20"/>
        </w:rPr>
        <w:t xml:space="preserve"> </w:t>
      </w:r>
      <w:r w:rsidRPr="00D10BF0">
        <w:rPr>
          <w:rFonts w:cs="Arial"/>
          <w:szCs w:val="20"/>
        </w:rPr>
        <w:tab/>
        <w:t xml:space="preserve">Zoznam </w:t>
      </w:r>
      <w:r w:rsidR="00613956">
        <w:rPr>
          <w:rFonts w:cs="Arial"/>
          <w:szCs w:val="20"/>
        </w:rPr>
        <w:t>stavebných prác</w:t>
      </w:r>
      <w:r w:rsidRPr="00D10BF0">
        <w:rPr>
          <w:rFonts w:cs="Arial"/>
          <w:szCs w:val="20"/>
        </w:rPr>
        <w:t xml:space="preserve"> (vzor)</w:t>
      </w:r>
    </w:p>
    <w:p w14:paraId="16AE4EED" w14:textId="57EB27EA" w:rsidR="00125C95" w:rsidRPr="00D10BF0" w:rsidRDefault="00125C95" w:rsidP="00125C95">
      <w:pPr>
        <w:ind w:left="1276" w:hanging="1276"/>
        <w:rPr>
          <w:rFonts w:cs="Arial"/>
          <w:szCs w:val="20"/>
        </w:rPr>
      </w:pPr>
      <w:r w:rsidRPr="00D10BF0">
        <w:rPr>
          <w:rFonts w:cs="Arial"/>
          <w:szCs w:val="20"/>
        </w:rPr>
        <w:t>Príloha č. A.7</w:t>
      </w:r>
      <w:r w:rsidRPr="00D10BF0">
        <w:rPr>
          <w:rFonts w:cs="Arial"/>
          <w:szCs w:val="20"/>
        </w:rPr>
        <w:tab/>
        <w:t>Zoznam odborníkov (vzor)</w:t>
      </w:r>
    </w:p>
    <w:p w14:paraId="7F05A595" w14:textId="17102F7A" w:rsidR="00125C95" w:rsidRPr="00D10BF0" w:rsidRDefault="00125C95" w:rsidP="00D44A44">
      <w:pPr>
        <w:ind w:left="1276" w:hanging="1276"/>
        <w:rPr>
          <w:rFonts w:cs="Arial"/>
          <w:szCs w:val="20"/>
        </w:rPr>
      </w:pPr>
      <w:r w:rsidRPr="00D10BF0">
        <w:rPr>
          <w:rFonts w:cs="Arial"/>
          <w:szCs w:val="20"/>
        </w:rPr>
        <w:t>Príloha č. A.8</w:t>
      </w:r>
      <w:r w:rsidRPr="00D10BF0">
        <w:rPr>
          <w:rFonts w:cs="Arial"/>
          <w:szCs w:val="20"/>
        </w:rPr>
        <w:tab/>
        <w:t>Súhlas so sprac</w:t>
      </w:r>
      <w:r w:rsidR="00613956">
        <w:rPr>
          <w:rFonts w:cs="Arial"/>
          <w:szCs w:val="20"/>
        </w:rPr>
        <w:t>ovaním</w:t>
      </w:r>
      <w:r w:rsidRPr="00D10BF0">
        <w:rPr>
          <w:rFonts w:cs="Arial"/>
          <w:szCs w:val="20"/>
        </w:rPr>
        <w:t xml:space="preserve"> osobných údajov (vzor)</w:t>
      </w:r>
    </w:p>
    <w:p w14:paraId="0B06CE9E" w14:textId="734FAE5A" w:rsidR="00631BE0" w:rsidRPr="00D10BF0" w:rsidRDefault="00631BE0" w:rsidP="005A13EB">
      <w:pPr>
        <w:ind w:left="1276" w:hanging="1276"/>
        <w:rPr>
          <w:rFonts w:cs="Arial"/>
          <w:szCs w:val="20"/>
        </w:rPr>
      </w:pPr>
      <w:r w:rsidRPr="00D10BF0">
        <w:rPr>
          <w:rFonts w:cs="Arial"/>
          <w:szCs w:val="20"/>
        </w:rPr>
        <w:t>Príloha č.</w:t>
      </w:r>
      <w:r w:rsidR="00387D85" w:rsidRPr="00D10BF0">
        <w:rPr>
          <w:rFonts w:cs="Arial"/>
          <w:szCs w:val="20"/>
        </w:rPr>
        <w:t xml:space="preserve"> </w:t>
      </w:r>
      <w:r w:rsidR="00955295" w:rsidRPr="00D10BF0">
        <w:rPr>
          <w:rFonts w:cs="Arial"/>
          <w:szCs w:val="20"/>
        </w:rPr>
        <w:t>A.</w:t>
      </w:r>
      <w:r w:rsidR="00125C95" w:rsidRPr="00D10BF0">
        <w:rPr>
          <w:rFonts w:cs="Arial"/>
          <w:szCs w:val="20"/>
        </w:rPr>
        <w:t>9</w:t>
      </w:r>
      <w:r w:rsidR="009A7301" w:rsidRPr="00D10BF0">
        <w:rPr>
          <w:rFonts w:cs="Arial"/>
          <w:szCs w:val="20"/>
        </w:rPr>
        <w:t xml:space="preserve">  </w:t>
      </w:r>
      <w:r w:rsidRPr="00D10BF0">
        <w:rPr>
          <w:rFonts w:cs="Arial"/>
          <w:szCs w:val="20"/>
        </w:rPr>
        <w:tab/>
        <w:t>Jednotný európsky dokument</w:t>
      </w:r>
    </w:p>
    <w:p w14:paraId="415120CF" w14:textId="77777777" w:rsidR="00C721CA" w:rsidRDefault="00C721CA" w:rsidP="00C721CA">
      <w:pPr>
        <w:ind w:left="1276" w:hanging="1276"/>
      </w:pPr>
      <w:r w:rsidRPr="00D10BF0">
        <w:rPr>
          <w:rFonts w:cs="Arial"/>
          <w:szCs w:val="20"/>
        </w:rPr>
        <w:t xml:space="preserve">Príloha č. </w:t>
      </w:r>
      <w:r>
        <w:t>B.1</w:t>
      </w:r>
      <w:r w:rsidRPr="00D10BF0">
        <w:rPr>
          <w:rFonts w:cs="Arial"/>
          <w:szCs w:val="20"/>
        </w:rPr>
        <w:tab/>
      </w:r>
      <w:r w:rsidRPr="007846D3">
        <w:t>Projektová dokumentácia stavby „KANALIZÁCIA A ČOV Kráľová pri Senci, Hrubá Borša, Kostolná pri Dunaji“ s vyjadreniami dotknutých orgánov k územnému / stavebnému konaniu</w:t>
      </w:r>
    </w:p>
    <w:p w14:paraId="606474B2" w14:textId="77777777" w:rsidR="00C721CA" w:rsidRDefault="00C721CA" w:rsidP="00C721CA">
      <w:pPr>
        <w:ind w:left="1276" w:hanging="1276"/>
      </w:pPr>
      <w:r>
        <w:t>Príloha č. B.2</w:t>
      </w:r>
      <w:r>
        <w:tab/>
      </w:r>
      <w:r w:rsidRPr="007846D3">
        <w:t>Všeobecné požiadavky na Stavenisko a vykonávanie prác</w:t>
      </w:r>
    </w:p>
    <w:p w14:paraId="08DDC628" w14:textId="77777777" w:rsidR="00C721CA" w:rsidRDefault="00C721CA" w:rsidP="00C721CA">
      <w:pPr>
        <w:ind w:left="1276" w:hanging="1276"/>
      </w:pPr>
      <w:r>
        <w:t>Príloha č. B.3</w:t>
      </w:r>
      <w:r>
        <w:tab/>
      </w:r>
      <w:r w:rsidRPr="007846D3">
        <w:t>Požiadavky na Dokumentáciu Zhotoviteľa a súvisiacu inžiniersku činnosť</w:t>
      </w:r>
    </w:p>
    <w:p w14:paraId="3F0798D0" w14:textId="68E0F7DB" w:rsidR="00C721CA" w:rsidRDefault="00C721CA" w:rsidP="00C721CA">
      <w:pPr>
        <w:ind w:left="1276" w:hanging="1276"/>
      </w:pPr>
      <w:r>
        <w:t>Príloha č. B.4</w:t>
      </w:r>
      <w:r>
        <w:tab/>
      </w:r>
      <w:r w:rsidRPr="007846D3">
        <w:t>Požiadavky na Skúšky</w:t>
      </w:r>
    </w:p>
    <w:p w14:paraId="1991729D" w14:textId="36D96D4E" w:rsidR="00887489" w:rsidRPr="00F540DD" w:rsidRDefault="00887489">
      <w:pPr>
        <w:ind w:left="1276" w:hanging="1276"/>
      </w:pPr>
      <w:r>
        <w:t>Príloha č. B.5</w:t>
      </w:r>
      <w:r>
        <w:tab/>
      </w:r>
      <w:bookmarkStart w:id="474" w:name="_Hlk34735475"/>
      <w:r>
        <w:t>Požiadavky na časový, technický a p</w:t>
      </w:r>
      <w:r w:rsidR="00BE4AE8">
        <w:t>e</w:t>
      </w:r>
      <w:r>
        <w:t xml:space="preserve">rsonálny </w:t>
      </w:r>
      <w:r w:rsidR="00DB0E13">
        <w:t>harmonogram</w:t>
      </w:r>
      <w:r>
        <w:t xml:space="preserve"> zabezpečenia realizácie </w:t>
      </w:r>
      <w:r w:rsidRPr="00F540DD">
        <w:t>predmetu</w:t>
      </w:r>
      <w:r>
        <w:t xml:space="preserve"> zákazky </w:t>
      </w:r>
      <w:bookmarkEnd w:id="474"/>
      <w:r>
        <w:t>(vrátane vzorových tabuliek na vyplnenie B.5a, B.5b a B.5c)</w:t>
      </w:r>
    </w:p>
    <w:p w14:paraId="4C83A0EF" w14:textId="65630373" w:rsidR="00955295" w:rsidRDefault="00955295" w:rsidP="00955295">
      <w:pPr>
        <w:ind w:left="1276" w:hanging="1276"/>
        <w:rPr>
          <w:rFonts w:cs="Arial"/>
          <w:szCs w:val="20"/>
        </w:rPr>
      </w:pPr>
      <w:r w:rsidRPr="00F540DD">
        <w:t xml:space="preserve">Príloha č. C.1  </w:t>
      </w:r>
      <w:r w:rsidRPr="00F540DD">
        <w:tab/>
        <w:t>Návrh na plnenie kritérií</w:t>
      </w:r>
      <w:r w:rsidRPr="00D10BF0">
        <w:rPr>
          <w:rFonts w:cs="Arial"/>
          <w:szCs w:val="20"/>
        </w:rPr>
        <w:t xml:space="preserve"> (vzor)</w:t>
      </w:r>
    </w:p>
    <w:p w14:paraId="228830AA" w14:textId="41D4CFFB" w:rsidR="00613956" w:rsidRPr="00D10BF0" w:rsidRDefault="00613956" w:rsidP="00955295">
      <w:pPr>
        <w:ind w:left="1276" w:hanging="1276"/>
        <w:rPr>
          <w:rFonts w:cs="Arial"/>
          <w:szCs w:val="20"/>
        </w:rPr>
      </w:pPr>
      <w:r>
        <w:rPr>
          <w:rFonts w:cs="Arial"/>
          <w:szCs w:val="20"/>
        </w:rPr>
        <w:t>Príloha č. C.2</w:t>
      </w:r>
      <w:r>
        <w:rPr>
          <w:rFonts w:cs="Arial"/>
          <w:szCs w:val="20"/>
        </w:rPr>
        <w:tab/>
        <w:t>Rozpočet Zmluvnej ceny</w:t>
      </w:r>
    </w:p>
    <w:p w14:paraId="42AA686D" w14:textId="5A195295" w:rsidR="00A106F7" w:rsidRPr="00D10BF0" w:rsidRDefault="00A106F7" w:rsidP="00A106F7">
      <w:pPr>
        <w:ind w:left="1276" w:hanging="1276"/>
        <w:rPr>
          <w:rFonts w:cs="Arial"/>
          <w:szCs w:val="20"/>
        </w:rPr>
      </w:pPr>
      <w:bookmarkStart w:id="475" w:name="_Hlk522552073"/>
      <w:r w:rsidRPr="00D10BF0">
        <w:rPr>
          <w:rFonts w:cs="Arial"/>
          <w:szCs w:val="20"/>
        </w:rPr>
        <w:t xml:space="preserve">Príloha č. </w:t>
      </w:r>
      <w:r w:rsidR="00153CBF" w:rsidRPr="00D10BF0">
        <w:rPr>
          <w:rFonts w:cs="Arial"/>
          <w:szCs w:val="20"/>
        </w:rPr>
        <w:t>D.1</w:t>
      </w:r>
      <w:r w:rsidRPr="00D10BF0">
        <w:rPr>
          <w:rFonts w:cs="Arial"/>
          <w:szCs w:val="20"/>
        </w:rPr>
        <w:tab/>
        <w:t xml:space="preserve">Zmluva o Dielo </w:t>
      </w:r>
    </w:p>
    <w:bookmarkEnd w:id="475"/>
    <w:p w14:paraId="1798BE65" w14:textId="77777777" w:rsidR="00A106F7" w:rsidRPr="00D10BF0" w:rsidRDefault="00A106F7" w:rsidP="005A13EB">
      <w:pPr>
        <w:ind w:left="1276" w:hanging="1276"/>
        <w:rPr>
          <w:rFonts w:cs="Arial"/>
          <w:szCs w:val="20"/>
          <w:highlight w:val="yellow"/>
        </w:rPr>
      </w:pPr>
    </w:p>
    <w:p w14:paraId="49422EB6" w14:textId="77777777" w:rsidR="00631BE0" w:rsidRPr="00D10BF0" w:rsidRDefault="00631BE0" w:rsidP="00037443">
      <w:pPr>
        <w:ind w:left="1276" w:hanging="1276"/>
        <w:rPr>
          <w:rFonts w:cs="Arial"/>
          <w:szCs w:val="20"/>
          <w:highlight w:val="yellow"/>
        </w:rPr>
      </w:pPr>
    </w:p>
    <w:p w14:paraId="238D3F8D" w14:textId="77777777" w:rsidR="00037443" w:rsidRPr="00D10BF0" w:rsidRDefault="00037443" w:rsidP="005A13EB">
      <w:pPr>
        <w:ind w:left="1276" w:hanging="1276"/>
        <w:rPr>
          <w:rFonts w:cs="Arial"/>
          <w:szCs w:val="20"/>
          <w:highlight w:val="yellow"/>
        </w:rPr>
      </w:pPr>
    </w:p>
    <w:p w14:paraId="50CA3182" w14:textId="77777777" w:rsidR="00BC5ECC" w:rsidRPr="00D10BF0" w:rsidRDefault="00BC5ECC" w:rsidP="005A13EB"/>
    <w:sectPr w:rsidR="00BC5ECC" w:rsidRPr="00D10BF0" w:rsidSect="00972C55">
      <w:pgSz w:w="11900" w:h="16840"/>
      <w:pgMar w:top="1418" w:right="1418" w:bottom="1418"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80020" w14:textId="77777777" w:rsidR="00EA7F9F" w:rsidRDefault="00EA7F9F" w:rsidP="005A4804">
      <w:r>
        <w:separator/>
      </w:r>
    </w:p>
  </w:endnote>
  <w:endnote w:type="continuationSeparator" w:id="0">
    <w:p w14:paraId="0D08F648" w14:textId="77777777" w:rsidR="00EA7F9F" w:rsidRDefault="00EA7F9F" w:rsidP="005A4804">
      <w:r>
        <w:continuationSeparator/>
      </w:r>
    </w:p>
  </w:endnote>
  <w:endnote w:type="continuationNotice" w:id="1">
    <w:p w14:paraId="5338E3A5" w14:textId="77777777" w:rsidR="00EA7F9F" w:rsidRDefault="00EA7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EA7F9F" w:rsidRDefault="00EA7F9F"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EA7F9F" w:rsidRDefault="00EA7F9F"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EA7F9F" w:rsidRDefault="00EA7F9F"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EA7F9F" w:rsidRDefault="00EA7F9F" w:rsidP="00B27975">
                          <w:pPr>
                            <w:spacing w:after="0"/>
                            <w:jc w:val="center"/>
                            <w:rPr>
                              <w:bCs/>
                              <w:sz w:val="16"/>
                              <w:szCs w:val="16"/>
                              <w:lang w:val="cs-CZ"/>
                            </w:rPr>
                          </w:pPr>
                        </w:p>
                        <w:p w14:paraId="3E0A6CD4" w14:textId="68B3B25F" w:rsidR="00EA7F9F" w:rsidRDefault="00EA7F9F" w:rsidP="00B27975">
                          <w:pPr>
                            <w:spacing w:after="0"/>
                            <w:jc w:val="center"/>
                            <w:rPr>
                              <w:bCs/>
                              <w:sz w:val="16"/>
                              <w:szCs w:val="16"/>
                              <w:lang w:val="cs-CZ"/>
                            </w:rPr>
                          </w:pPr>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p w14:paraId="5BBE8BFF" w14:textId="4DB06776" w:rsidR="00EA7F9F" w:rsidRPr="001A745F" w:rsidRDefault="00EA7F9F" w:rsidP="00552DA7">
                          <w:pPr>
                            <w:spacing w:after="0"/>
                            <w:jc w:val="center"/>
                            <w:rPr>
                              <w:sz w:val="16"/>
                              <w:szCs w:val="16"/>
                            </w:rPr>
                          </w:pPr>
                          <w:r w:rsidRPr="00B27975">
                            <w:rPr>
                              <w:sz w:val="16"/>
                              <w:szCs w:val="16"/>
                            </w:rPr>
                            <w:t xml:space="preserve">Verejná súťaž na obstaranie nadlimitnej zákazky: </w:t>
                          </w:r>
                          <w:r w:rsidRPr="001A745F">
                            <w:rPr>
                              <w:sz w:val="16"/>
                              <w:szCs w:val="16"/>
                            </w:rPr>
                            <w:t>Kanalizácia a ČOV - Kráľová pri Senci, Kostolná pri Dunaji a Hrubá Borša</w:t>
                          </w:r>
                        </w:p>
                        <w:p w14:paraId="2FA4D90E" w14:textId="162670B5" w:rsidR="00EA7F9F" w:rsidRPr="00B27975" w:rsidRDefault="00EA7F9F" w:rsidP="00B27975">
                          <w:pPr>
                            <w:spacing w:after="0"/>
                            <w:jc w:val="center"/>
                            <w:rPr>
                              <w:sz w:val="16"/>
                              <w:szCs w:val="16"/>
                            </w:rPr>
                          </w:pPr>
                        </w:p>
                        <w:p w14:paraId="4E215505" w14:textId="77777777" w:rsidR="00EA7F9F" w:rsidRDefault="00EA7F9F" w:rsidP="00F86097">
                          <w:pPr>
                            <w:spacing w:before="120"/>
                            <w:jc w:val="center"/>
                            <w:rPr>
                              <w:rFonts w:ascii="Proba Pro" w:hAnsi="Proba Pro"/>
                            </w:rPr>
                          </w:pPr>
                        </w:p>
                        <w:p w14:paraId="6FC7855E" w14:textId="77777777" w:rsidR="00EA7F9F" w:rsidRDefault="00EA7F9F" w:rsidP="00932BD9">
                          <w:pPr>
                            <w:jc w:val="center"/>
                            <w:rPr>
                              <w:rFonts w:ascii="Proba Pro" w:hAnsi="Proba Pro"/>
                            </w:rPr>
                          </w:pPr>
                        </w:p>
                        <w:p w14:paraId="54545E35" w14:textId="77777777" w:rsidR="00EA7F9F" w:rsidRDefault="00EA7F9F" w:rsidP="00932BD9">
                          <w:pPr>
                            <w:jc w:val="center"/>
                            <w:rPr>
                              <w:rFonts w:ascii="Proba Pro" w:hAnsi="Proba Pro"/>
                            </w:rPr>
                          </w:pPr>
                        </w:p>
                        <w:p w14:paraId="43AF0938" w14:textId="77777777" w:rsidR="00EA7F9F" w:rsidRPr="00932BD9" w:rsidRDefault="00EA7F9F"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EA7F9F" w:rsidRDefault="00EA7F9F" w:rsidP="00B27975">
                    <w:pPr>
                      <w:spacing w:after="0"/>
                      <w:jc w:val="center"/>
                      <w:rPr>
                        <w:bCs/>
                        <w:sz w:val="16"/>
                        <w:szCs w:val="16"/>
                        <w:lang w:val="cs-CZ"/>
                      </w:rPr>
                    </w:pPr>
                  </w:p>
                  <w:p w14:paraId="3E0A6CD4" w14:textId="68B3B25F" w:rsidR="00EA7F9F" w:rsidRDefault="00EA7F9F" w:rsidP="00B27975">
                    <w:pPr>
                      <w:spacing w:after="0"/>
                      <w:jc w:val="center"/>
                      <w:rPr>
                        <w:bCs/>
                        <w:sz w:val="16"/>
                        <w:szCs w:val="16"/>
                        <w:lang w:val="cs-CZ"/>
                      </w:rPr>
                    </w:pPr>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p w14:paraId="5BBE8BFF" w14:textId="4DB06776" w:rsidR="00EA7F9F" w:rsidRPr="001A745F" w:rsidRDefault="00EA7F9F" w:rsidP="00552DA7">
                    <w:pPr>
                      <w:spacing w:after="0"/>
                      <w:jc w:val="center"/>
                      <w:rPr>
                        <w:sz w:val="16"/>
                        <w:szCs w:val="16"/>
                      </w:rPr>
                    </w:pPr>
                    <w:r w:rsidRPr="00B27975">
                      <w:rPr>
                        <w:sz w:val="16"/>
                        <w:szCs w:val="16"/>
                      </w:rPr>
                      <w:t xml:space="preserve">Verejná súťaž na obstaranie nadlimitnej zákazky: </w:t>
                    </w:r>
                    <w:r w:rsidRPr="001A745F">
                      <w:rPr>
                        <w:sz w:val="16"/>
                        <w:szCs w:val="16"/>
                      </w:rPr>
                      <w:t>Kanalizácia a ČOV - Kráľová pri Senci, Kostolná pri Dunaji a Hrubá Borša</w:t>
                    </w:r>
                  </w:p>
                  <w:p w14:paraId="2FA4D90E" w14:textId="162670B5" w:rsidR="00EA7F9F" w:rsidRPr="00B27975" w:rsidRDefault="00EA7F9F" w:rsidP="00B27975">
                    <w:pPr>
                      <w:spacing w:after="0"/>
                      <w:jc w:val="center"/>
                      <w:rPr>
                        <w:sz w:val="16"/>
                        <w:szCs w:val="16"/>
                      </w:rPr>
                    </w:pPr>
                  </w:p>
                  <w:p w14:paraId="4E215505" w14:textId="77777777" w:rsidR="00EA7F9F" w:rsidRDefault="00EA7F9F" w:rsidP="00F86097">
                    <w:pPr>
                      <w:spacing w:before="120"/>
                      <w:jc w:val="center"/>
                      <w:rPr>
                        <w:rFonts w:ascii="Proba Pro" w:hAnsi="Proba Pro"/>
                      </w:rPr>
                    </w:pPr>
                  </w:p>
                  <w:p w14:paraId="6FC7855E" w14:textId="77777777" w:rsidR="00EA7F9F" w:rsidRDefault="00EA7F9F" w:rsidP="00932BD9">
                    <w:pPr>
                      <w:jc w:val="center"/>
                      <w:rPr>
                        <w:rFonts w:ascii="Proba Pro" w:hAnsi="Proba Pro"/>
                      </w:rPr>
                    </w:pPr>
                  </w:p>
                  <w:p w14:paraId="54545E35" w14:textId="77777777" w:rsidR="00EA7F9F" w:rsidRDefault="00EA7F9F" w:rsidP="00932BD9">
                    <w:pPr>
                      <w:jc w:val="center"/>
                      <w:rPr>
                        <w:rFonts w:ascii="Proba Pro" w:hAnsi="Proba Pro"/>
                      </w:rPr>
                    </w:pPr>
                  </w:p>
                  <w:p w14:paraId="43AF0938" w14:textId="77777777" w:rsidR="00EA7F9F" w:rsidRPr="00932BD9" w:rsidRDefault="00EA7F9F"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EA7F9F" w:rsidRDefault="00EA7F9F"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EA7F9F" w:rsidRDefault="00EA7F9F"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EA7F9F" w:rsidRDefault="00EA7F9F"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EA7F9F" w:rsidRPr="00E465D8" w:rsidRDefault="00EA7F9F"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EA7F9F" w:rsidRDefault="00EA7F9F" w:rsidP="00785BCA">
                          <w:pPr>
                            <w:spacing w:before="120"/>
                            <w:jc w:val="center"/>
                            <w:rPr>
                              <w:rFonts w:ascii="Proba Pro" w:hAnsi="Proba Pro"/>
                            </w:rPr>
                          </w:pPr>
                        </w:p>
                        <w:p w14:paraId="064EF01A" w14:textId="77777777" w:rsidR="00EA7F9F" w:rsidRDefault="00EA7F9F" w:rsidP="00785BCA">
                          <w:pPr>
                            <w:jc w:val="center"/>
                            <w:rPr>
                              <w:rFonts w:ascii="Proba Pro" w:hAnsi="Proba Pro"/>
                            </w:rPr>
                          </w:pPr>
                        </w:p>
                        <w:p w14:paraId="1D5DC554" w14:textId="77777777" w:rsidR="00EA7F9F" w:rsidRDefault="00EA7F9F" w:rsidP="00785BCA">
                          <w:pPr>
                            <w:jc w:val="center"/>
                            <w:rPr>
                              <w:rFonts w:ascii="Proba Pro" w:hAnsi="Proba Pro"/>
                            </w:rPr>
                          </w:pPr>
                        </w:p>
                        <w:p w14:paraId="3167DD9D" w14:textId="77777777" w:rsidR="00EA7F9F" w:rsidRPr="00932BD9" w:rsidRDefault="00EA7F9F"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EA7F9F" w:rsidRDefault="00EA7F9F"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EA7F9F" w:rsidRPr="00E465D8" w:rsidRDefault="00EA7F9F"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EA7F9F" w:rsidRDefault="00EA7F9F" w:rsidP="00785BCA">
                    <w:pPr>
                      <w:spacing w:before="120"/>
                      <w:jc w:val="center"/>
                      <w:rPr>
                        <w:rFonts w:ascii="Proba Pro" w:hAnsi="Proba Pro"/>
                      </w:rPr>
                    </w:pPr>
                  </w:p>
                  <w:p w14:paraId="064EF01A" w14:textId="77777777" w:rsidR="00EA7F9F" w:rsidRDefault="00EA7F9F" w:rsidP="00785BCA">
                    <w:pPr>
                      <w:jc w:val="center"/>
                      <w:rPr>
                        <w:rFonts w:ascii="Proba Pro" w:hAnsi="Proba Pro"/>
                      </w:rPr>
                    </w:pPr>
                  </w:p>
                  <w:p w14:paraId="1D5DC554" w14:textId="77777777" w:rsidR="00EA7F9F" w:rsidRDefault="00EA7F9F" w:rsidP="00785BCA">
                    <w:pPr>
                      <w:jc w:val="center"/>
                      <w:rPr>
                        <w:rFonts w:ascii="Proba Pro" w:hAnsi="Proba Pro"/>
                      </w:rPr>
                    </w:pPr>
                  </w:p>
                  <w:p w14:paraId="3167DD9D" w14:textId="77777777" w:rsidR="00EA7F9F" w:rsidRPr="00932BD9" w:rsidRDefault="00EA7F9F"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EA7F9F" w:rsidRPr="00B86737" w:rsidRDefault="00EA7F9F"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EA7F9F" w:rsidRPr="00B90118" w:rsidRDefault="00EA7F9F"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EA7F9F" w:rsidRDefault="00EA7F9F"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067E88" w14:textId="77777777" w:rsidR="00EA7F9F" w:rsidRDefault="00EA7F9F" w:rsidP="00552DA7">
                          <w:pPr>
                            <w:spacing w:after="0"/>
                            <w:jc w:val="center"/>
                            <w:rPr>
                              <w:bCs/>
                              <w:sz w:val="16"/>
                              <w:szCs w:val="16"/>
                              <w:highlight w:val="yellow"/>
                              <w:lang w:val="cs-CZ"/>
                            </w:rPr>
                          </w:pPr>
                        </w:p>
                        <w:p w14:paraId="15C69EE6" w14:textId="4981135C" w:rsidR="00EA7F9F" w:rsidRDefault="00EA7F9F" w:rsidP="00D81DE4">
                          <w:pPr>
                            <w:spacing w:after="0"/>
                            <w:jc w:val="center"/>
                            <w:rPr>
                              <w:bCs/>
                              <w:sz w:val="16"/>
                              <w:szCs w:val="16"/>
                              <w:lang w:val="cs-CZ"/>
                            </w:rPr>
                          </w:pPr>
                          <w:bookmarkStart w:id="411" w:name="_Hlk28693023"/>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bookmarkEnd w:id="411"/>
                        <w:p w14:paraId="7FCAAB40" w14:textId="77777777" w:rsidR="00EA7F9F" w:rsidRPr="001A745F" w:rsidRDefault="00EA7F9F" w:rsidP="00D81DE4">
                          <w:pPr>
                            <w:spacing w:after="0"/>
                            <w:jc w:val="center"/>
                            <w:rPr>
                              <w:sz w:val="16"/>
                              <w:szCs w:val="16"/>
                            </w:rPr>
                          </w:pPr>
                          <w:r w:rsidRPr="00B27975">
                            <w:rPr>
                              <w:sz w:val="16"/>
                              <w:szCs w:val="16"/>
                            </w:rPr>
                            <w:t xml:space="preserve">Verejná súťaž na obstaranie nadlimitnej zákazky: </w:t>
                          </w:r>
                          <w:bookmarkStart w:id="412" w:name="_Hlk28693002"/>
                          <w:r w:rsidRPr="001A745F">
                            <w:rPr>
                              <w:sz w:val="16"/>
                              <w:szCs w:val="16"/>
                            </w:rPr>
                            <w:t>Kanalizácia a ČOV - Kráľová pri Senci, Kostolná pri Dunaji a Hrubá Borša</w:t>
                          </w:r>
                          <w:bookmarkEnd w:id="412"/>
                        </w:p>
                        <w:p w14:paraId="32E9DEE4" w14:textId="773DB7F1" w:rsidR="00EA7F9F" w:rsidRPr="00552DA7" w:rsidRDefault="00EA7F9F" w:rsidP="00D81DE4">
                          <w:pPr>
                            <w:spacing w:after="0"/>
                            <w:jc w:val="center"/>
                            <w:rPr>
                              <w:bCs/>
                              <w:sz w:val="16"/>
                              <w:szCs w:val="16"/>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0D067E88" w14:textId="77777777" w:rsidR="00EA7F9F" w:rsidRDefault="00EA7F9F" w:rsidP="00552DA7">
                    <w:pPr>
                      <w:spacing w:after="0"/>
                      <w:jc w:val="center"/>
                      <w:rPr>
                        <w:bCs/>
                        <w:sz w:val="16"/>
                        <w:szCs w:val="16"/>
                        <w:highlight w:val="yellow"/>
                        <w:lang w:val="cs-CZ"/>
                      </w:rPr>
                    </w:pPr>
                  </w:p>
                  <w:p w14:paraId="15C69EE6" w14:textId="4981135C" w:rsidR="00EA7F9F" w:rsidRDefault="00EA7F9F" w:rsidP="00D81DE4">
                    <w:pPr>
                      <w:spacing w:after="0"/>
                      <w:jc w:val="center"/>
                      <w:rPr>
                        <w:bCs/>
                        <w:sz w:val="16"/>
                        <w:szCs w:val="16"/>
                        <w:lang w:val="cs-CZ"/>
                      </w:rPr>
                    </w:pPr>
                    <w:bookmarkStart w:id="413" w:name="_Hlk28693023"/>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bookmarkEnd w:id="413"/>
                  <w:p w14:paraId="7FCAAB40" w14:textId="77777777" w:rsidR="00EA7F9F" w:rsidRPr="001A745F" w:rsidRDefault="00EA7F9F" w:rsidP="00D81DE4">
                    <w:pPr>
                      <w:spacing w:after="0"/>
                      <w:jc w:val="center"/>
                      <w:rPr>
                        <w:sz w:val="16"/>
                        <w:szCs w:val="16"/>
                      </w:rPr>
                    </w:pPr>
                    <w:r w:rsidRPr="00B27975">
                      <w:rPr>
                        <w:sz w:val="16"/>
                        <w:szCs w:val="16"/>
                      </w:rPr>
                      <w:t xml:space="preserve">Verejná súťaž na obstaranie nadlimitnej zákazky: </w:t>
                    </w:r>
                    <w:bookmarkStart w:id="414" w:name="_Hlk28693002"/>
                    <w:r w:rsidRPr="001A745F">
                      <w:rPr>
                        <w:sz w:val="16"/>
                        <w:szCs w:val="16"/>
                      </w:rPr>
                      <w:t>Kanalizácia a ČOV - Kráľová pri Senci, Kostolná pri Dunaji a Hrubá Borša</w:t>
                    </w:r>
                    <w:bookmarkEnd w:id="414"/>
                  </w:p>
                  <w:p w14:paraId="32E9DEE4" w14:textId="773DB7F1" w:rsidR="00EA7F9F" w:rsidRPr="00552DA7" w:rsidRDefault="00EA7F9F" w:rsidP="00D81DE4">
                    <w:pPr>
                      <w:spacing w:after="0"/>
                      <w:jc w:val="center"/>
                      <w:rPr>
                        <w:bCs/>
                        <w:sz w:val="16"/>
                        <w:szCs w:val="16"/>
                        <w:lang w:val="cs-CZ"/>
                      </w:rPr>
                    </w:pP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A3FA5" w14:textId="77777777" w:rsidR="00EA7F9F" w:rsidRDefault="00EA7F9F" w:rsidP="005A4804">
      <w:r>
        <w:separator/>
      </w:r>
    </w:p>
  </w:footnote>
  <w:footnote w:type="continuationSeparator" w:id="0">
    <w:p w14:paraId="1680D4EF" w14:textId="77777777" w:rsidR="00EA7F9F" w:rsidRDefault="00EA7F9F" w:rsidP="005A4804">
      <w:r>
        <w:continuationSeparator/>
      </w:r>
    </w:p>
  </w:footnote>
  <w:footnote w:type="continuationNotice" w:id="1">
    <w:p w14:paraId="2242CBEC" w14:textId="77777777" w:rsidR="00EA7F9F" w:rsidRDefault="00EA7F9F"/>
  </w:footnote>
  <w:footnote w:id="2">
    <w:p w14:paraId="3F3AA46D" w14:textId="77777777" w:rsidR="00EA7F9F" w:rsidRDefault="00EA7F9F" w:rsidP="0061156A">
      <w:pPr>
        <w:pStyle w:val="FootnoteText"/>
      </w:pPr>
      <w:r>
        <w:rPr>
          <w:rStyle w:val="FootnoteReference"/>
        </w:rPr>
        <w:footnoteRef/>
      </w:r>
      <w:r>
        <w:t xml:space="preserve"> </w:t>
      </w:r>
      <w:r w:rsidRPr="003A668F">
        <w:rPr>
          <w:sz w:val="16"/>
          <w:szCs w:val="16"/>
        </w:rPr>
        <w:t>Pod pojmom „</w:t>
      </w:r>
      <w:r w:rsidRPr="004E50D2">
        <w:rPr>
          <w:b/>
          <w:bCs/>
          <w:sz w:val="16"/>
          <w:szCs w:val="16"/>
        </w:rPr>
        <w:t>Kan</w:t>
      </w:r>
      <w:r w:rsidRPr="003A668F">
        <w:rPr>
          <w:b/>
          <w:bCs/>
          <w:sz w:val="16"/>
          <w:szCs w:val="16"/>
        </w:rPr>
        <w:t>alizácia</w:t>
      </w:r>
      <w:r w:rsidRPr="003A668F">
        <w:rPr>
          <w:sz w:val="16"/>
          <w:szCs w:val="16"/>
        </w:rPr>
        <w:t>“ sa pre účely hodnotenia podmienok účasti má namysli prevádzkovo samostatný súbor objektov a zariadení slúžiacich potrebe na hromadné odvádzanie odpadových vôd umožňujúcich neškodný príjem, odvádzanie a spravidla aj čistenie odpadových vôd.</w:t>
      </w:r>
    </w:p>
  </w:footnote>
  <w:footnote w:id="3">
    <w:p w14:paraId="47C2B0EE" w14:textId="77777777" w:rsidR="00EA7F9F" w:rsidRDefault="00EA7F9F" w:rsidP="0061156A">
      <w:pPr>
        <w:pStyle w:val="FootnoteText"/>
      </w:pPr>
      <w:r>
        <w:rPr>
          <w:rStyle w:val="FootnoteReference"/>
        </w:rPr>
        <w:footnoteRef/>
      </w:r>
      <w:r>
        <w:t xml:space="preserve"> </w:t>
      </w:r>
      <w:r w:rsidRPr="008376AB">
        <w:rPr>
          <w:sz w:val="16"/>
          <w:szCs w:val="16"/>
        </w:rPr>
        <w:t>Pod pojmom „</w:t>
      </w:r>
      <w:r w:rsidRPr="008376AB">
        <w:rPr>
          <w:b/>
          <w:bCs/>
          <w:sz w:val="16"/>
          <w:szCs w:val="16"/>
        </w:rPr>
        <w:t>Čistiareň odpadových vôd</w:t>
      </w:r>
      <w:r w:rsidRPr="008376AB">
        <w:rPr>
          <w:sz w:val="16"/>
          <w:szCs w:val="16"/>
        </w:rPr>
        <w:t>“ sa pre účely hodnotenia podmienok účasti má namysli súbor objektov a zariadení na čistenie odpadových vôd a osobitných vôd pred ich vypúšťaním do povrchových vôd alebo do podzemných vôd alebo pred ich iným použitím</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88898" w14:textId="77777777" w:rsidR="00EA7F9F" w:rsidRDefault="00EA7F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23898" w14:textId="77777777" w:rsidR="00EA7F9F" w:rsidRPr="00D0769C" w:rsidRDefault="00EA7F9F" w:rsidP="00D0769C">
    <w:pPr>
      <w:pStyle w:val="Header"/>
      <w:tabs>
        <w:tab w:val="clear" w:pos="4536"/>
        <w:tab w:val="center" w:pos="0"/>
      </w:tabs>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7627B" w14:textId="77777777" w:rsidR="00EA7F9F" w:rsidRDefault="00EA7F9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EA7F9F" w:rsidRPr="00EA4A4F" w:rsidRDefault="00EA7F9F"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0A4C551E"/>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2F3947DA"/>
    <w:multiLevelType w:val="hybridMultilevel"/>
    <w:tmpl w:val="C9A415D8"/>
    <w:lvl w:ilvl="0" w:tplc="2D8A51E2">
      <w:numFmt w:val="bullet"/>
      <w:lvlText w:val="-"/>
      <w:lvlJc w:val="left"/>
      <w:pPr>
        <w:ind w:left="1069" w:hanging="360"/>
      </w:pPr>
      <w:rPr>
        <w:rFonts w:ascii="Cambria" w:eastAsiaTheme="majorEastAsia" w:hAnsi="Cambria" w:cstheme="majorBid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1"/>
  </w:num>
  <w:num w:numId="3">
    <w:abstractNumId w:val="1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6"/>
  </w:num>
  <w:num w:numId="14">
    <w:abstractNumId w:val="14"/>
  </w:num>
  <w:num w:numId="15">
    <w:abstractNumId w:val="7"/>
  </w:num>
  <w:num w:numId="1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0"/>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0"/>
    <w:lvlOverride w:ilvl="0">
      <w:startOverride w:val="1"/>
      <w:lvl w:ilvl="0">
        <w:start w:val="1"/>
        <w:numFmt w:val="upperLetter"/>
        <w:pStyle w:val="Heading1"/>
        <w:lvlText w:val="ČASŤ %1"/>
        <w:lvlJc w:val="left"/>
        <w:pPr>
          <w:ind w:left="0" w:firstLine="0"/>
        </w:pPr>
        <w:rPr>
          <w:rFonts w:ascii="Cambria" w:hAnsi="Cambria" w:cs="Times New Roman" w:hint="default"/>
          <w:sz w:val="28"/>
        </w:rPr>
      </w:lvl>
    </w:lvlOverride>
    <w:lvlOverride w:ilvl="1">
      <w:startOverride w:val="1"/>
      <w:lvl w:ilvl="1">
        <w:start w:val="1"/>
        <w:numFmt w:val="upperRoman"/>
        <w:pStyle w:val="Heading2"/>
        <w:lvlText w:val="ODDIEL %2"/>
        <w:lvlJc w:val="left"/>
        <w:pPr>
          <w:ind w:left="0" w:firstLine="0"/>
        </w:pPr>
        <w:rPr>
          <w:rFonts w:cs="Times New Roman" w:hint="default"/>
        </w:rPr>
      </w:lvl>
    </w:lvlOverride>
    <w:lvlOverride w:ilvl="2">
      <w:startOverride w:val="1"/>
      <w:lvl w:ilvl="2">
        <w:start w:val="1"/>
        <w:numFmt w:val="decimal"/>
        <w:lvlRestart w:val="1"/>
        <w:pStyle w:val="Heading3"/>
        <w:lvlText w:val="%3"/>
        <w:lvlJc w:val="left"/>
        <w:pPr>
          <w:ind w:left="709" w:hanging="709"/>
        </w:pPr>
        <w:rPr>
          <w:rFonts w:cs="Times New Roman" w:hint="default"/>
        </w:rPr>
      </w:lvl>
    </w:lvlOverride>
    <w:lvlOverride w:ilvl="3">
      <w:startOverride w:val="1"/>
      <w:lvl w:ilvl="3">
        <w:start w:val="1"/>
        <w:numFmt w:val="decimal"/>
        <w:pStyle w:val="Heading4"/>
        <w:lvlText w:val="%3.%4"/>
        <w:lvlJc w:val="left"/>
        <w:pPr>
          <w:ind w:left="709" w:hanging="709"/>
        </w:pPr>
        <w:rPr>
          <w:rFonts w:cs="Times New Roman" w:hint="default"/>
          <w:b w:val="0"/>
          <w:bCs w:val="0"/>
        </w:rPr>
      </w:lvl>
    </w:lvlOverride>
    <w:lvlOverride w:ilvl="4">
      <w:startOverride w:val="1"/>
      <w:lvl w:ilvl="4">
        <w:start w:val="1"/>
        <w:numFmt w:val="decimal"/>
        <w:lvlText w:val="%3.%4.%5"/>
        <w:lvlJc w:val="left"/>
        <w:pPr>
          <w:ind w:left="709" w:hanging="709"/>
        </w:pPr>
        <w:rPr>
          <w:rFonts w:cs="Times New Roman" w:hint="default"/>
        </w:rPr>
      </w:lvl>
    </w:lvlOverride>
    <w:lvlOverride w:ilvl="5">
      <w:startOverride w:val="1"/>
      <w:lvl w:ilvl="5">
        <w:start w:val="1"/>
        <w:numFmt w:val="lowerLetter"/>
        <w:pStyle w:val="Heading6"/>
        <w:lvlText w:val="%6)"/>
        <w:lvlJc w:val="left"/>
        <w:pPr>
          <w:ind w:left="1134" w:hanging="425"/>
        </w:pPr>
        <w:rPr>
          <w:rFonts w:cs="Times New Roman" w:hint="default"/>
        </w:rPr>
      </w:lvl>
    </w:lvlOverride>
    <w:lvlOverride w:ilvl="6">
      <w:startOverride w:val="1"/>
      <w:lvl w:ilvl="6">
        <w:start w:val="1"/>
        <w:numFmt w:val="lowerRoman"/>
        <w:pStyle w:val="Heading7"/>
        <w:lvlText w:val="(%7)"/>
        <w:lvlJc w:val="left"/>
        <w:pPr>
          <w:ind w:left="1559" w:hanging="425"/>
        </w:pPr>
        <w:rPr>
          <w:rFonts w:cs="Times New Roman" w:hint="default"/>
        </w:rPr>
      </w:lvl>
    </w:lvlOverride>
    <w:lvlOverride w:ilvl="7">
      <w:startOverride w:val="1"/>
      <w:lvl w:ilvl="7">
        <w:start w:val="1"/>
        <w:numFmt w:val="lowerLetter"/>
        <w:lvlText w:val="%8."/>
        <w:lvlJc w:val="left"/>
        <w:pPr>
          <w:ind w:left="709" w:hanging="709"/>
        </w:pPr>
        <w:rPr>
          <w:rFonts w:cs="Times New Roman" w:hint="default"/>
        </w:rPr>
      </w:lvl>
    </w:lvlOverride>
    <w:lvlOverride w:ilvl="8">
      <w:startOverride w:val="1"/>
      <w:lvl w:ilvl="8">
        <w:start w:val="1"/>
        <w:numFmt w:val="lowerRoman"/>
        <w:lvlText w:val="%9."/>
        <w:lvlJc w:val="left"/>
        <w:pPr>
          <w:ind w:left="709" w:hanging="709"/>
        </w:pPr>
        <w:rPr>
          <w:rFonts w:cs="Times New Roman" w:hint="default"/>
        </w:rPr>
      </w:lvl>
    </w:lvlOverride>
  </w:num>
  <w:num w:numId="21">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3">
    <w:abstractNumId w:val="0"/>
  </w:num>
  <w:num w:numId="44">
    <w:abstractNumId w:val="0"/>
  </w:num>
  <w:num w:numId="45">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1CD7"/>
    <w:rsid w:val="000026A9"/>
    <w:rsid w:val="000026F6"/>
    <w:rsid w:val="00003098"/>
    <w:rsid w:val="000031D2"/>
    <w:rsid w:val="0000348D"/>
    <w:rsid w:val="00004AAC"/>
    <w:rsid w:val="00004ACE"/>
    <w:rsid w:val="00004FAC"/>
    <w:rsid w:val="00005222"/>
    <w:rsid w:val="0000674B"/>
    <w:rsid w:val="00006D7B"/>
    <w:rsid w:val="00007541"/>
    <w:rsid w:val="00007D52"/>
    <w:rsid w:val="00007F38"/>
    <w:rsid w:val="0001030F"/>
    <w:rsid w:val="00011BFA"/>
    <w:rsid w:val="00012714"/>
    <w:rsid w:val="00012E2D"/>
    <w:rsid w:val="000132D0"/>
    <w:rsid w:val="00013D4E"/>
    <w:rsid w:val="00013EDD"/>
    <w:rsid w:val="00014396"/>
    <w:rsid w:val="00016A42"/>
    <w:rsid w:val="00020154"/>
    <w:rsid w:val="00020293"/>
    <w:rsid w:val="00022BBB"/>
    <w:rsid w:val="000237E4"/>
    <w:rsid w:val="00023E6E"/>
    <w:rsid w:val="00024095"/>
    <w:rsid w:val="000243D4"/>
    <w:rsid w:val="00025E72"/>
    <w:rsid w:val="000277D3"/>
    <w:rsid w:val="00027868"/>
    <w:rsid w:val="00027B76"/>
    <w:rsid w:val="000305BE"/>
    <w:rsid w:val="00032097"/>
    <w:rsid w:val="00033C88"/>
    <w:rsid w:val="00033E4E"/>
    <w:rsid w:val="000351C8"/>
    <w:rsid w:val="000357DB"/>
    <w:rsid w:val="000358C0"/>
    <w:rsid w:val="00035C5F"/>
    <w:rsid w:val="00036478"/>
    <w:rsid w:val="00036882"/>
    <w:rsid w:val="000368AE"/>
    <w:rsid w:val="000368EC"/>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2D22"/>
    <w:rsid w:val="00063178"/>
    <w:rsid w:val="000638F9"/>
    <w:rsid w:val="000639A8"/>
    <w:rsid w:val="000647E4"/>
    <w:rsid w:val="000648D5"/>
    <w:rsid w:val="00064FFA"/>
    <w:rsid w:val="0006508B"/>
    <w:rsid w:val="00065520"/>
    <w:rsid w:val="000659C6"/>
    <w:rsid w:val="00065A65"/>
    <w:rsid w:val="00065E09"/>
    <w:rsid w:val="0006612A"/>
    <w:rsid w:val="000661A7"/>
    <w:rsid w:val="00067328"/>
    <w:rsid w:val="0006799D"/>
    <w:rsid w:val="00067A3C"/>
    <w:rsid w:val="000703C0"/>
    <w:rsid w:val="00073CB2"/>
    <w:rsid w:val="000742FD"/>
    <w:rsid w:val="00074B6F"/>
    <w:rsid w:val="00074E0F"/>
    <w:rsid w:val="00074FE4"/>
    <w:rsid w:val="00075B80"/>
    <w:rsid w:val="0007693D"/>
    <w:rsid w:val="00077B51"/>
    <w:rsid w:val="000802B2"/>
    <w:rsid w:val="00080694"/>
    <w:rsid w:val="000815DA"/>
    <w:rsid w:val="00081A3E"/>
    <w:rsid w:val="000824CE"/>
    <w:rsid w:val="00084971"/>
    <w:rsid w:val="00084F6B"/>
    <w:rsid w:val="0008547B"/>
    <w:rsid w:val="000857D2"/>
    <w:rsid w:val="00087BB0"/>
    <w:rsid w:val="00087ED7"/>
    <w:rsid w:val="0009035F"/>
    <w:rsid w:val="000907C0"/>
    <w:rsid w:val="00090BFE"/>
    <w:rsid w:val="000912C0"/>
    <w:rsid w:val="000916B0"/>
    <w:rsid w:val="0009513C"/>
    <w:rsid w:val="00095D57"/>
    <w:rsid w:val="00095FF0"/>
    <w:rsid w:val="000960F7"/>
    <w:rsid w:val="00097369"/>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A6E6B"/>
    <w:rsid w:val="000B04EB"/>
    <w:rsid w:val="000B0639"/>
    <w:rsid w:val="000B083C"/>
    <w:rsid w:val="000B2523"/>
    <w:rsid w:val="000B3607"/>
    <w:rsid w:val="000B365D"/>
    <w:rsid w:val="000B6376"/>
    <w:rsid w:val="000B689B"/>
    <w:rsid w:val="000B6C39"/>
    <w:rsid w:val="000B6D3A"/>
    <w:rsid w:val="000B76D0"/>
    <w:rsid w:val="000B798A"/>
    <w:rsid w:val="000C1468"/>
    <w:rsid w:val="000C32E5"/>
    <w:rsid w:val="000C3A82"/>
    <w:rsid w:val="000C5E2C"/>
    <w:rsid w:val="000C6616"/>
    <w:rsid w:val="000C6796"/>
    <w:rsid w:val="000C7F25"/>
    <w:rsid w:val="000D0276"/>
    <w:rsid w:val="000D05BD"/>
    <w:rsid w:val="000D158F"/>
    <w:rsid w:val="000D27E6"/>
    <w:rsid w:val="000D4D74"/>
    <w:rsid w:val="000D4DC6"/>
    <w:rsid w:val="000D4FC2"/>
    <w:rsid w:val="000D4FFF"/>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9ED"/>
    <w:rsid w:val="000F0C65"/>
    <w:rsid w:val="000F10C6"/>
    <w:rsid w:val="000F2822"/>
    <w:rsid w:val="000F3764"/>
    <w:rsid w:val="000F4082"/>
    <w:rsid w:val="000F453A"/>
    <w:rsid w:val="000F5AD6"/>
    <w:rsid w:val="000F5F66"/>
    <w:rsid w:val="000F5FA5"/>
    <w:rsid w:val="000F61CF"/>
    <w:rsid w:val="000F6440"/>
    <w:rsid w:val="000F6D07"/>
    <w:rsid w:val="000F7E69"/>
    <w:rsid w:val="000F7FFE"/>
    <w:rsid w:val="00100C20"/>
    <w:rsid w:val="00101720"/>
    <w:rsid w:val="001017F0"/>
    <w:rsid w:val="00101E4F"/>
    <w:rsid w:val="001022AB"/>
    <w:rsid w:val="0010331C"/>
    <w:rsid w:val="00103DE2"/>
    <w:rsid w:val="00104254"/>
    <w:rsid w:val="00104C84"/>
    <w:rsid w:val="001056DB"/>
    <w:rsid w:val="0010582A"/>
    <w:rsid w:val="00106870"/>
    <w:rsid w:val="001103DC"/>
    <w:rsid w:val="00110D06"/>
    <w:rsid w:val="00113675"/>
    <w:rsid w:val="001138D4"/>
    <w:rsid w:val="001147D5"/>
    <w:rsid w:val="00114C0F"/>
    <w:rsid w:val="00114E8E"/>
    <w:rsid w:val="00115AB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A97"/>
    <w:rsid w:val="00135FB5"/>
    <w:rsid w:val="00135FBE"/>
    <w:rsid w:val="00137EFA"/>
    <w:rsid w:val="00140850"/>
    <w:rsid w:val="001417C3"/>
    <w:rsid w:val="001419B6"/>
    <w:rsid w:val="001428CF"/>
    <w:rsid w:val="00142E37"/>
    <w:rsid w:val="00145EC5"/>
    <w:rsid w:val="00145F6C"/>
    <w:rsid w:val="00146FF0"/>
    <w:rsid w:val="00147155"/>
    <w:rsid w:val="001477F1"/>
    <w:rsid w:val="00147968"/>
    <w:rsid w:val="001479DF"/>
    <w:rsid w:val="00147EFD"/>
    <w:rsid w:val="001524F8"/>
    <w:rsid w:val="00153A87"/>
    <w:rsid w:val="00153CBF"/>
    <w:rsid w:val="00154EAF"/>
    <w:rsid w:val="001575AC"/>
    <w:rsid w:val="00157DEA"/>
    <w:rsid w:val="00160585"/>
    <w:rsid w:val="001607D0"/>
    <w:rsid w:val="00161655"/>
    <w:rsid w:val="00161A0B"/>
    <w:rsid w:val="00161CF7"/>
    <w:rsid w:val="00161F30"/>
    <w:rsid w:val="001622E9"/>
    <w:rsid w:val="00162BB2"/>
    <w:rsid w:val="00162C0D"/>
    <w:rsid w:val="00164BB2"/>
    <w:rsid w:val="00166513"/>
    <w:rsid w:val="00166646"/>
    <w:rsid w:val="001669E8"/>
    <w:rsid w:val="00166CA4"/>
    <w:rsid w:val="001708FE"/>
    <w:rsid w:val="00171596"/>
    <w:rsid w:val="00172830"/>
    <w:rsid w:val="00173645"/>
    <w:rsid w:val="00173C85"/>
    <w:rsid w:val="001758ED"/>
    <w:rsid w:val="00176C4D"/>
    <w:rsid w:val="00176E9E"/>
    <w:rsid w:val="00180BB5"/>
    <w:rsid w:val="00181C02"/>
    <w:rsid w:val="00183125"/>
    <w:rsid w:val="001834FF"/>
    <w:rsid w:val="001836D1"/>
    <w:rsid w:val="0018372C"/>
    <w:rsid w:val="00184DDE"/>
    <w:rsid w:val="00185A45"/>
    <w:rsid w:val="00186B57"/>
    <w:rsid w:val="001874ED"/>
    <w:rsid w:val="00191156"/>
    <w:rsid w:val="001915A9"/>
    <w:rsid w:val="001919AC"/>
    <w:rsid w:val="0019216C"/>
    <w:rsid w:val="00192888"/>
    <w:rsid w:val="00192987"/>
    <w:rsid w:val="00192E61"/>
    <w:rsid w:val="00194235"/>
    <w:rsid w:val="00194321"/>
    <w:rsid w:val="001961FD"/>
    <w:rsid w:val="00197161"/>
    <w:rsid w:val="001A0964"/>
    <w:rsid w:val="001A0F94"/>
    <w:rsid w:val="001A16D2"/>
    <w:rsid w:val="001A194F"/>
    <w:rsid w:val="001A19FE"/>
    <w:rsid w:val="001A1FB4"/>
    <w:rsid w:val="001A4B3E"/>
    <w:rsid w:val="001A4EF2"/>
    <w:rsid w:val="001A5A49"/>
    <w:rsid w:val="001A639D"/>
    <w:rsid w:val="001A6ABE"/>
    <w:rsid w:val="001A745F"/>
    <w:rsid w:val="001A7AE3"/>
    <w:rsid w:val="001A7C04"/>
    <w:rsid w:val="001B07E8"/>
    <w:rsid w:val="001B0C03"/>
    <w:rsid w:val="001B0D04"/>
    <w:rsid w:val="001B1263"/>
    <w:rsid w:val="001B173C"/>
    <w:rsid w:val="001B1841"/>
    <w:rsid w:val="001B1B6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0AF"/>
    <w:rsid w:val="001D34EB"/>
    <w:rsid w:val="001D3B6B"/>
    <w:rsid w:val="001D4B10"/>
    <w:rsid w:val="001D573E"/>
    <w:rsid w:val="001D5CC0"/>
    <w:rsid w:val="001D5E7A"/>
    <w:rsid w:val="001D63E7"/>
    <w:rsid w:val="001D6603"/>
    <w:rsid w:val="001D6FCA"/>
    <w:rsid w:val="001D7182"/>
    <w:rsid w:val="001D742D"/>
    <w:rsid w:val="001E0FD8"/>
    <w:rsid w:val="001E11B9"/>
    <w:rsid w:val="001E2071"/>
    <w:rsid w:val="001E2D94"/>
    <w:rsid w:val="001E308C"/>
    <w:rsid w:val="001E5231"/>
    <w:rsid w:val="001E52E3"/>
    <w:rsid w:val="001E58CC"/>
    <w:rsid w:val="001E5AC0"/>
    <w:rsid w:val="001E5CF9"/>
    <w:rsid w:val="001E63E2"/>
    <w:rsid w:val="001E6D1A"/>
    <w:rsid w:val="001F073E"/>
    <w:rsid w:val="001F153C"/>
    <w:rsid w:val="001F1DF2"/>
    <w:rsid w:val="001F1E18"/>
    <w:rsid w:val="001F21A7"/>
    <w:rsid w:val="001F22A9"/>
    <w:rsid w:val="001F253C"/>
    <w:rsid w:val="001F2C81"/>
    <w:rsid w:val="001F2D17"/>
    <w:rsid w:val="001F3C8A"/>
    <w:rsid w:val="001F4ACB"/>
    <w:rsid w:val="001F5494"/>
    <w:rsid w:val="001F54D8"/>
    <w:rsid w:val="001F75E8"/>
    <w:rsid w:val="001F792B"/>
    <w:rsid w:val="00200BF2"/>
    <w:rsid w:val="00200C8C"/>
    <w:rsid w:val="00200D47"/>
    <w:rsid w:val="00200F22"/>
    <w:rsid w:val="002015CA"/>
    <w:rsid w:val="0020227F"/>
    <w:rsid w:val="002025F2"/>
    <w:rsid w:val="00202942"/>
    <w:rsid w:val="00202AEF"/>
    <w:rsid w:val="00202D98"/>
    <w:rsid w:val="00203079"/>
    <w:rsid w:val="00203CDA"/>
    <w:rsid w:val="00203D21"/>
    <w:rsid w:val="00204539"/>
    <w:rsid w:val="002047FF"/>
    <w:rsid w:val="00204B2B"/>
    <w:rsid w:val="00205304"/>
    <w:rsid w:val="00205691"/>
    <w:rsid w:val="00205D64"/>
    <w:rsid w:val="00206E52"/>
    <w:rsid w:val="002070A6"/>
    <w:rsid w:val="002072A7"/>
    <w:rsid w:val="00207744"/>
    <w:rsid w:val="00207983"/>
    <w:rsid w:val="0021085A"/>
    <w:rsid w:val="00210892"/>
    <w:rsid w:val="00211154"/>
    <w:rsid w:val="00212DF1"/>
    <w:rsid w:val="00213298"/>
    <w:rsid w:val="0021385E"/>
    <w:rsid w:val="00214357"/>
    <w:rsid w:val="002145D0"/>
    <w:rsid w:val="00217EC3"/>
    <w:rsid w:val="002206C6"/>
    <w:rsid w:val="002218F2"/>
    <w:rsid w:val="00221F73"/>
    <w:rsid w:val="00222630"/>
    <w:rsid w:val="00223CAE"/>
    <w:rsid w:val="0022523C"/>
    <w:rsid w:val="00225745"/>
    <w:rsid w:val="002257C9"/>
    <w:rsid w:val="00225A79"/>
    <w:rsid w:val="002268FF"/>
    <w:rsid w:val="00226C0F"/>
    <w:rsid w:val="00230525"/>
    <w:rsid w:val="00231B5F"/>
    <w:rsid w:val="002323B8"/>
    <w:rsid w:val="00232D77"/>
    <w:rsid w:val="0023679B"/>
    <w:rsid w:val="00236805"/>
    <w:rsid w:val="00236C0C"/>
    <w:rsid w:val="00237F65"/>
    <w:rsid w:val="00237FA6"/>
    <w:rsid w:val="0024406F"/>
    <w:rsid w:val="00244C1B"/>
    <w:rsid w:val="00247A8B"/>
    <w:rsid w:val="002500C1"/>
    <w:rsid w:val="0025063F"/>
    <w:rsid w:val="00250737"/>
    <w:rsid w:val="002511BE"/>
    <w:rsid w:val="00252462"/>
    <w:rsid w:val="00253181"/>
    <w:rsid w:val="00253266"/>
    <w:rsid w:val="0025355A"/>
    <w:rsid w:val="00254B4C"/>
    <w:rsid w:val="00255C5D"/>
    <w:rsid w:val="00255DC6"/>
    <w:rsid w:val="0025634A"/>
    <w:rsid w:val="002570AB"/>
    <w:rsid w:val="002573A5"/>
    <w:rsid w:val="00257B3F"/>
    <w:rsid w:val="00260B6E"/>
    <w:rsid w:val="00260BF7"/>
    <w:rsid w:val="002610A7"/>
    <w:rsid w:val="0026229D"/>
    <w:rsid w:val="002624DD"/>
    <w:rsid w:val="0026328E"/>
    <w:rsid w:val="00264250"/>
    <w:rsid w:val="002642F3"/>
    <w:rsid w:val="00264D2D"/>
    <w:rsid w:val="00264F3A"/>
    <w:rsid w:val="0026519E"/>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300F"/>
    <w:rsid w:val="00283EDF"/>
    <w:rsid w:val="002843F0"/>
    <w:rsid w:val="00284546"/>
    <w:rsid w:val="002851D6"/>
    <w:rsid w:val="00285CF9"/>
    <w:rsid w:val="002860C9"/>
    <w:rsid w:val="00286205"/>
    <w:rsid w:val="0028663B"/>
    <w:rsid w:val="00286757"/>
    <w:rsid w:val="00286F5F"/>
    <w:rsid w:val="00287FD2"/>
    <w:rsid w:val="00290D69"/>
    <w:rsid w:val="00290E43"/>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4AC"/>
    <w:rsid w:val="002A063F"/>
    <w:rsid w:val="002A06F1"/>
    <w:rsid w:val="002A10A7"/>
    <w:rsid w:val="002A18A5"/>
    <w:rsid w:val="002A332B"/>
    <w:rsid w:val="002A395B"/>
    <w:rsid w:val="002A46AB"/>
    <w:rsid w:val="002A54EE"/>
    <w:rsid w:val="002A5B17"/>
    <w:rsid w:val="002A5B5E"/>
    <w:rsid w:val="002A5C04"/>
    <w:rsid w:val="002A66E2"/>
    <w:rsid w:val="002A6A37"/>
    <w:rsid w:val="002A6DB0"/>
    <w:rsid w:val="002A6DEB"/>
    <w:rsid w:val="002A70A4"/>
    <w:rsid w:val="002A7A5E"/>
    <w:rsid w:val="002B0175"/>
    <w:rsid w:val="002B073B"/>
    <w:rsid w:val="002B0757"/>
    <w:rsid w:val="002B1813"/>
    <w:rsid w:val="002B19EE"/>
    <w:rsid w:val="002B2882"/>
    <w:rsid w:val="002B2DE5"/>
    <w:rsid w:val="002B5655"/>
    <w:rsid w:val="002B5A5E"/>
    <w:rsid w:val="002B7D08"/>
    <w:rsid w:val="002B7E7C"/>
    <w:rsid w:val="002C06DE"/>
    <w:rsid w:val="002C095C"/>
    <w:rsid w:val="002C1403"/>
    <w:rsid w:val="002C17AF"/>
    <w:rsid w:val="002C2442"/>
    <w:rsid w:val="002C3F91"/>
    <w:rsid w:val="002C420A"/>
    <w:rsid w:val="002C4C4D"/>
    <w:rsid w:val="002C4DB4"/>
    <w:rsid w:val="002C7007"/>
    <w:rsid w:val="002C754A"/>
    <w:rsid w:val="002D0834"/>
    <w:rsid w:val="002D1CA1"/>
    <w:rsid w:val="002D2E21"/>
    <w:rsid w:val="002D334D"/>
    <w:rsid w:val="002D3E40"/>
    <w:rsid w:val="002D432C"/>
    <w:rsid w:val="002D44D7"/>
    <w:rsid w:val="002D4AD9"/>
    <w:rsid w:val="002D4B87"/>
    <w:rsid w:val="002D54DC"/>
    <w:rsid w:val="002D5D83"/>
    <w:rsid w:val="002D62D4"/>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D48"/>
    <w:rsid w:val="00312ED3"/>
    <w:rsid w:val="00313C78"/>
    <w:rsid w:val="00313E47"/>
    <w:rsid w:val="00313FC0"/>
    <w:rsid w:val="00315427"/>
    <w:rsid w:val="00315D5D"/>
    <w:rsid w:val="00316413"/>
    <w:rsid w:val="003164C3"/>
    <w:rsid w:val="00317A27"/>
    <w:rsid w:val="00320480"/>
    <w:rsid w:val="00320691"/>
    <w:rsid w:val="0032088B"/>
    <w:rsid w:val="0032114F"/>
    <w:rsid w:val="00321676"/>
    <w:rsid w:val="00322225"/>
    <w:rsid w:val="0032226D"/>
    <w:rsid w:val="00323831"/>
    <w:rsid w:val="00323FF6"/>
    <w:rsid w:val="00324080"/>
    <w:rsid w:val="00324A09"/>
    <w:rsid w:val="00324F42"/>
    <w:rsid w:val="0032604B"/>
    <w:rsid w:val="003274C9"/>
    <w:rsid w:val="003275A1"/>
    <w:rsid w:val="00327A63"/>
    <w:rsid w:val="00330407"/>
    <w:rsid w:val="00330C23"/>
    <w:rsid w:val="0033293A"/>
    <w:rsid w:val="00333563"/>
    <w:rsid w:val="0033414E"/>
    <w:rsid w:val="003344D4"/>
    <w:rsid w:val="003348C6"/>
    <w:rsid w:val="0033609E"/>
    <w:rsid w:val="00336DA5"/>
    <w:rsid w:val="0033706B"/>
    <w:rsid w:val="003412F3"/>
    <w:rsid w:val="00341329"/>
    <w:rsid w:val="003429BE"/>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A83"/>
    <w:rsid w:val="00362257"/>
    <w:rsid w:val="00362692"/>
    <w:rsid w:val="00362C01"/>
    <w:rsid w:val="00364979"/>
    <w:rsid w:val="00364FA5"/>
    <w:rsid w:val="00365427"/>
    <w:rsid w:val="00365A1F"/>
    <w:rsid w:val="003660B1"/>
    <w:rsid w:val="0036640F"/>
    <w:rsid w:val="003667FE"/>
    <w:rsid w:val="00367082"/>
    <w:rsid w:val="0036710D"/>
    <w:rsid w:val="00367C20"/>
    <w:rsid w:val="00367FAE"/>
    <w:rsid w:val="003700C4"/>
    <w:rsid w:val="003702FE"/>
    <w:rsid w:val="00370666"/>
    <w:rsid w:val="003708E8"/>
    <w:rsid w:val="00370A2F"/>
    <w:rsid w:val="00370DE5"/>
    <w:rsid w:val="00370FCF"/>
    <w:rsid w:val="003712A8"/>
    <w:rsid w:val="00371E26"/>
    <w:rsid w:val="00372E24"/>
    <w:rsid w:val="00373234"/>
    <w:rsid w:val="003733FB"/>
    <w:rsid w:val="003754FD"/>
    <w:rsid w:val="003758DE"/>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EA9"/>
    <w:rsid w:val="003959C5"/>
    <w:rsid w:val="00395AF2"/>
    <w:rsid w:val="00395D0A"/>
    <w:rsid w:val="00396F64"/>
    <w:rsid w:val="0039796C"/>
    <w:rsid w:val="003A04D2"/>
    <w:rsid w:val="003A2223"/>
    <w:rsid w:val="003A3BF8"/>
    <w:rsid w:val="003A50ED"/>
    <w:rsid w:val="003A5E92"/>
    <w:rsid w:val="003A668F"/>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B6A8F"/>
    <w:rsid w:val="003B7981"/>
    <w:rsid w:val="003C17A1"/>
    <w:rsid w:val="003C322D"/>
    <w:rsid w:val="003C37F7"/>
    <w:rsid w:val="003C45B2"/>
    <w:rsid w:val="003C533E"/>
    <w:rsid w:val="003C5BC7"/>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0E80"/>
    <w:rsid w:val="003E1045"/>
    <w:rsid w:val="003E113B"/>
    <w:rsid w:val="003E19B3"/>
    <w:rsid w:val="003E2A54"/>
    <w:rsid w:val="003E32FC"/>
    <w:rsid w:val="003E395A"/>
    <w:rsid w:val="003E51F7"/>
    <w:rsid w:val="003F138B"/>
    <w:rsid w:val="003F1EEE"/>
    <w:rsid w:val="003F21C1"/>
    <w:rsid w:val="003F54B7"/>
    <w:rsid w:val="003F5CD9"/>
    <w:rsid w:val="003F6159"/>
    <w:rsid w:val="003F67BF"/>
    <w:rsid w:val="003F68E6"/>
    <w:rsid w:val="003F6DF0"/>
    <w:rsid w:val="00402523"/>
    <w:rsid w:val="00404E66"/>
    <w:rsid w:val="004057C6"/>
    <w:rsid w:val="0040757D"/>
    <w:rsid w:val="004107AA"/>
    <w:rsid w:val="004107E4"/>
    <w:rsid w:val="00410B61"/>
    <w:rsid w:val="00411771"/>
    <w:rsid w:val="00412598"/>
    <w:rsid w:val="00412E96"/>
    <w:rsid w:val="004141CD"/>
    <w:rsid w:val="00414230"/>
    <w:rsid w:val="004146DB"/>
    <w:rsid w:val="00415604"/>
    <w:rsid w:val="00416709"/>
    <w:rsid w:val="0042154B"/>
    <w:rsid w:val="00422C45"/>
    <w:rsid w:val="00423379"/>
    <w:rsid w:val="00424748"/>
    <w:rsid w:val="00425181"/>
    <w:rsid w:val="004253FB"/>
    <w:rsid w:val="00425474"/>
    <w:rsid w:val="00425530"/>
    <w:rsid w:val="00425B4E"/>
    <w:rsid w:val="00426C5C"/>
    <w:rsid w:val="0042701E"/>
    <w:rsid w:val="0042725F"/>
    <w:rsid w:val="0042776C"/>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2D02"/>
    <w:rsid w:val="0044321A"/>
    <w:rsid w:val="00443400"/>
    <w:rsid w:val="00443741"/>
    <w:rsid w:val="00443B2D"/>
    <w:rsid w:val="004446F9"/>
    <w:rsid w:val="004448C7"/>
    <w:rsid w:val="0044497C"/>
    <w:rsid w:val="00444AAE"/>
    <w:rsid w:val="00445198"/>
    <w:rsid w:val="00445433"/>
    <w:rsid w:val="00445B22"/>
    <w:rsid w:val="0044624C"/>
    <w:rsid w:val="00446DAD"/>
    <w:rsid w:val="00446F3F"/>
    <w:rsid w:val="00450019"/>
    <w:rsid w:val="00450A88"/>
    <w:rsid w:val="00450DF6"/>
    <w:rsid w:val="0045160F"/>
    <w:rsid w:val="00451D2E"/>
    <w:rsid w:val="004525C3"/>
    <w:rsid w:val="00453A02"/>
    <w:rsid w:val="00453C5D"/>
    <w:rsid w:val="00453D51"/>
    <w:rsid w:val="004547C1"/>
    <w:rsid w:val="00454A07"/>
    <w:rsid w:val="004558C7"/>
    <w:rsid w:val="00455D96"/>
    <w:rsid w:val="00456BEC"/>
    <w:rsid w:val="00456E74"/>
    <w:rsid w:val="00457BA4"/>
    <w:rsid w:val="00460665"/>
    <w:rsid w:val="00460803"/>
    <w:rsid w:val="004608D0"/>
    <w:rsid w:val="00460AFE"/>
    <w:rsid w:val="00461A0C"/>
    <w:rsid w:val="00461FD6"/>
    <w:rsid w:val="00462596"/>
    <w:rsid w:val="00462765"/>
    <w:rsid w:val="00463A36"/>
    <w:rsid w:val="00464DBD"/>
    <w:rsid w:val="00465340"/>
    <w:rsid w:val="0046554B"/>
    <w:rsid w:val="0046590A"/>
    <w:rsid w:val="004659D9"/>
    <w:rsid w:val="00466964"/>
    <w:rsid w:val="00467999"/>
    <w:rsid w:val="00470ACF"/>
    <w:rsid w:val="004724DD"/>
    <w:rsid w:val="00473971"/>
    <w:rsid w:val="00473CD7"/>
    <w:rsid w:val="004740B5"/>
    <w:rsid w:val="0047412A"/>
    <w:rsid w:val="00474F30"/>
    <w:rsid w:val="0047557C"/>
    <w:rsid w:val="004764DE"/>
    <w:rsid w:val="004776CE"/>
    <w:rsid w:val="0047791D"/>
    <w:rsid w:val="00477A04"/>
    <w:rsid w:val="00477CB9"/>
    <w:rsid w:val="00477D09"/>
    <w:rsid w:val="00477F49"/>
    <w:rsid w:val="00480092"/>
    <w:rsid w:val="00480A30"/>
    <w:rsid w:val="00480E9B"/>
    <w:rsid w:val="00480EF0"/>
    <w:rsid w:val="004821D2"/>
    <w:rsid w:val="00482599"/>
    <w:rsid w:val="0048283B"/>
    <w:rsid w:val="00482BFF"/>
    <w:rsid w:val="0048338D"/>
    <w:rsid w:val="00483AEB"/>
    <w:rsid w:val="00483B0F"/>
    <w:rsid w:val="00483CE3"/>
    <w:rsid w:val="00484CCE"/>
    <w:rsid w:val="00484DCF"/>
    <w:rsid w:val="00484E74"/>
    <w:rsid w:val="00485661"/>
    <w:rsid w:val="00485920"/>
    <w:rsid w:val="00486394"/>
    <w:rsid w:val="00486866"/>
    <w:rsid w:val="00486A1F"/>
    <w:rsid w:val="004876C2"/>
    <w:rsid w:val="00487FB5"/>
    <w:rsid w:val="0049093E"/>
    <w:rsid w:val="0049094F"/>
    <w:rsid w:val="004912FC"/>
    <w:rsid w:val="004916DB"/>
    <w:rsid w:val="00492D01"/>
    <w:rsid w:val="004942D9"/>
    <w:rsid w:val="004943BF"/>
    <w:rsid w:val="00494655"/>
    <w:rsid w:val="00494BF8"/>
    <w:rsid w:val="00496162"/>
    <w:rsid w:val="00496500"/>
    <w:rsid w:val="00496BB3"/>
    <w:rsid w:val="004A0671"/>
    <w:rsid w:val="004A0739"/>
    <w:rsid w:val="004A10FD"/>
    <w:rsid w:val="004A2442"/>
    <w:rsid w:val="004A3266"/>
    <w:rsid w:val="004A3355"/>
    <w:rsid w:val="004A38D8"/>
    <w:rsid w:val="004A39A3"/>
    <w:rsid w:val="004A3DA7"/>
    <w:rsid w:val="004A4BB9"/>
    <w:rsid w:val="004A4E44"/>
    <w:rsid w:val="004A58F0"/>
    <w:rsid w:val="004A7699"/>
    <w:rsid w:val="004A78F7"/>
    <w:rsid w:val="004B0E93"/>
    <w:rsid w:val="004B158A"/>
    <w:rsid w:val="004B1708"/>
    <w:rsid w:val="004B188E"/>
    <w:rsid w:val="004B1DD1"/>
    <w:rsid w:val="004B20B3"/>
    <w:rsid w:val="004B218E"/>
    <w:rsid w:val="004B2317"/>
    <w:rsid w:val="004B35B9"/>
    <w:rsid w:val="004B3AF3"/>
    <w:rsid w:val="004B3C10"/>
    <w:rsid w:val="004B4430"/>
    <w:rsid w:val="004B492E"/>
    <w:rsid w:val="004B5957"/>
    <w:rsid w:val="004B5E49"/>
    <w:rsid w:val="004B61E4"/>
    <w:rsid w:val="004B67F7"/>
    <w:rsid w:val="004B7202"/>
    <w:rsid w:val="004B7440"/>
    <w:rsid w:val="004B7CC4"/>
    <w:rsid w:val="004C156E"/>
    <w:rsid w:val="004C15D4"/>
    <w:rsid w:val="004C48F7"/>
    <w:rsid w:val="004C7176"/>
    <w:rsid w:val="004C7E90"/>
    <w:rsid w:val="004D023C"/>
    <w:rsid w:val="004D08BE"/>
    <w:rsid w:val="004D0F07"/>
    <w:rsid w:val="004D1186"/>
    <w:rsid w:val="004D1A35"/>
    <w:rsid w:val="004D1E65"/>
    <w:rsid w:val="004D2F08"/>
    <w:rsid w:val="004D4604"/>
    <w:rsid w:val="004D5EB7"/>
    <w:rsid w:val="004D6618"/>
    <w:rsid w:val="004D6EEC"/>
    <w:rsid w:val="004D760D"/>
    <w:rsid w:val="004D77CC"/>
    <w:rsid w:val="004D7C1F"/>
    <w:rsid w:val="004E031C"/>
    <w:rsid w:val="004E1197"/>
    <w:rsid w:val="004E1B29"/>
    <w:rsid w:val="004E1FCA"/>
    <w:rsid w:val="004E235A"/>
    <w:rsid w:val="004E2EE2"/>
    <w:rsid w:val="004E43ED"/>
    <w:rsid w:val="004E469C"/>
    <w:rsid w:val="004E55D1"/>
    <w:rsid w:val="004F0206"/>
    <w:rsid w:val="004F0ABD"/>
    <w:rsid w:val="004F0B33"/>
    <w:rsid w:val="004F0B63"/>
    <w:rsid w:val="004F174C"/>
    <w:rsid w:val="004F1B47"/>
    <w:rsid w:val="004F27F4"/>
    <w:rsid w:val="004F35E5"/>
    <w:rsid w:val="004F383B"/>
    <w:rsid w:val="004F3E8B"/>
    <w:rsid w:val="004F4808"/>
    <w:rsid w:val="004F4BA8"/>
    <w:rsid w:val="004F538E"/>
    <w:rsid w:val="004F54AC"/>
    <w:rsid w:val="004F5A46"/>
    <w:rsid w:val="004F5C3A"/>
    <w:rsid w:val="004F6B6C"/>
    <w:rsid w:val="004F7C79"/>
    <w:rsid w:val="004F7C9E"/>
    <w:rsid w:val="00500D89"/>
    <w:rsid w:val="00501557"/>
    <w:rsid w:val="00501C61"/>
    <w:rsid w:val="0050432C"/>
    <w:rsid w:val="00505133"/>
    <w:rsid w:val="00505302"/>
    <w:rsid w:val="00505AD3"/>
    <w:rsid w:val="005064B2"/>
    <w:rsid w:val="005072E6"/>
    <w:rsid w:val="005076B0"/>
    <w:rsid w:val="005076DA"/>
    <w:rsid w:val="00510500"/>
    <w:rsid w:val="00510E74"/>
    <w:rsid w:val="0051289C"/>
    <w:rsid w:val="005131BD"/>
    <w:rsid w:val="00513F99"/>
    <w:rsid w:val="00514A55"/>
    <w:rsid w:val="005150CD"/>
    <w:rsid w:val="005150FB"/>
    <w:rsid w:val="00515C02"/>
    <w:rsid w:val="00516F79"/>
    <w:rsid w:val="005174AF"/>
    <w:rsid w:val="00520E3D"/>
    <w:rsid w:val="00521553"/>
    <w:rsid w:val="00521F93"/>
    <w:rsid w:val="00522595"/>
    <w:rsid w:val="00522947"/>
    <w:rsid w:val="0052348F"/>
    <w:rsid w:val="00523957"/>
    <w:rsid w:val="00524CE2"/>
    <w:rsid w:val="005254B6"/>
    <w:rsid w:val="005255C5"/>
    <w:rsid w:val="00525E4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3DBE"/>
    <w:rsid w:val="005448B8"/>
    <w:rsid w:val="00544A38"/>
    <w:rsid w:val="00546334"/>
    <w:rsid w:val="00547602"/>
    <w:rsid w:val="005500CD"/>
    <w:rsid w:val="0055100E"/>
    <w:rsid w:val="005515EB"/>
    <w:rsid w:val="0055205F"/>
    <w:rsid w:val="00552DA7"/>
    <w:rsid w:val="00553037"/>
    <w:rsid w:val="0055359B"/>
    <w:rsid w:val="005562DC"/>
    <w:rsid w:val="00561100"/>
    <w:rsid w:val="0056221E"/>
    <w:rsid w:val="0056224C"/>
    <w:rsid w:val="00562759"/>
    <w:rsid w:val="00562DAF"/>
    <w:rsid w:val="005637C7"/>
    <w:rsid w:val="005649EE"/>
    <w:rsid w:val="00565EF1"/>
    <w:rsid w:val="00566010"/>
    <w:rsid w:val="00566276"/>
    <w:rsid w:val="005666BA"/>
    <w:rsid w:val="00566A66"/>
    <w:rsid w:val="00567315"/>
    <w:rsid w:val="0057091A"/>
    <w:rsid w:val="00570A9B"/>
    <w:rsid w:val="00570BB7"/>
    <w:rsid w:val="005716C6"/>
    <w:rsid w:val="00571A26"/>
    <w:rsid w:val="00572BB1"/>
    <w:rsid w:val="00573F7B"/>
    <w:rsid w:val="005752DC"/>
    <w:rsid w:val="00575584"/>
    <w:rsid w:val="00575947"/>
    <w:rsid w:val="00575C06"/>
    <w:rsid w:val="00575C0E"/>
    <w:rsid w:val="0057703D"/>
    <w:rsid w:val="005777A8"/>
    <w:rsid w:val="00581D01"/>
    <w:rsid w:val="00581FEC"/>
    <w:rsid w:val="005822F5"/>
    <w:rsid w:val="005825AF"/>
    <w:rsid w:val="005827B0"/>
    <w:rsid w:val="005827F0"/>
    <w:rsid w:val="00582C52"/>
    <w:rsid w:val="00583D53"/>
    <w:rsid w:val="00583DF9"/>
    <w:rsid w:val="005846AD"/>
    <w:rsid w:val="00586632"/>
    <w:rsid w:val="00586E98"/>
    <w:rsid w:val="0058758B"/>
    <w:rsid w:val="005876BB"/>
    <w:rsid w:val="00587B1D"/>
    <w:rsid w:val="00587EC3"/>
    <w:rsid w:val="00587F8E"/>
    <w:rsid w:val="005902EE"/>
    <w:rsid w:val="00590758"/>
    <w:rsid w:val="00590D00"/>
    <w:rsid w:val="00590E97"/>
    <w:rsid w:val="00591311"/>
    <w:rsid w:val="005918FD"/>
    <w:rsid w:val="00591EC0"/>
    <w:rsid w:val="005929DD"/>
    <w:rsid w:val="005940FC"/>
    <w:rsid w:val="00594134"/>
    <w:rsid w:val="005955A1"/>
    <w:rsid w:val="00596E08"/>
    <w:rsid w:val="00596E99"/>
    <w:rsid w:val="00597FDC"/>
    <w:rsid w:val="005A105D"/>
    <w:rsid w:val="005A10C0"/>
    <w:rsid w:val="005A13EB"/>
    <w:rsid w:val="005A1AE2"/>
    <w:rsid w:val="005A2632"/>
    <w:rsid w:val="005A3DCE"/>
    <w:rsid w:val="005A4804"/>
    <w:rsid w:val="005A4A51"/>
    <w:rsid w:val="005A5354"/>
    <w:rsid w:val="005A5F14"/>
    <w:rsid w:val="005A68A1"/>
    <w:rsid w:val="005A6B32"/>
    <w:rsid w:val="005B20B5"/>
    <w:rsid w:val="005B286E"/>
    <w:rsid w:val="005B2DA0"/>
    <w:rsid w:val="005B4F38"/>
    <w:rsid w:val="005B56B0"/>
    <w:rsid w:val="005B5EB5"/>
    <w:rsid w:val="005B6877"/>
    <w:rsid w:val="005B6F87"/>
    <w:rsid w:val="005B7652"/>
    <w:rsid w:val="005B7748"/>
    <w:rsid w:val="005C168D"/>
    <w:rsid w:val="005C16DB"/>
    <w:rsid w:val="005C2422"/>
    <w:rsid w:val="005C355C"/>
    <w:rsid w:val="005C361C"/>
    <w:rsid w:val="005C38C1"/>
    <w:rsid w:val="005C4B7D"/>
    <w:rsid w:val="005C5724"/>
    <w:rsid w:val="005C718B"/>
    <w:rsid w:val="005C7359"/>
    <w:rsid w:val="005D026C"/>
    <w:rsid w:val="005D271F"/>
    <w:rsid w:val="005D2833"/>
    <w:rsid w:val="005D38B0"/>
    <w:rsid w:val="005D39A9"/>
    <w:rsid w:val="005D6313"/>
    <w:rsid w:val="005D72B4"/>
    <w:rsid w:val="005E0006"/>
    <w:rsid w:val="005E022D"/>
    <w:rsid w:val="005E0B29"/>
    <w:rsid w:val="005E1406"/>
    <w:rsid w:val="005E152E"/>
    <w:rsid w:val="005E2505"/>
    <w:rsid w:val="005E3DDA"/>
    <w:rsid w:val="005E47D7"/>
    <w:rsid w:val="005E4D07"/>
    <w:rsid w:val="005E5699"/>
    <w:rsid w:val="005E5802"/>
    <w:rsid w:val="005E59F5"/>
    <w:rsid w:val="005E5FA5"/>
    <w:rsid w:val="005E6C53"/>
    <w:rsid w:val="005E6FFC"/>
    <w:rsid w:val="005F091F"/>
    <w:rsid w:val="005F158C"/>
    <w:rsid w:val="005F201D"/>
    <w:rsid w:val="005F3016"/>
    <w:rsid w:val="005F35DF"/>
    <w:rsid w:val="005F4274"/>
    <w:rsid w:val="005F4C3F"/>
    <w:rsid w:val="005F5395"/>
    <w:rsid w:val="005F57C1"/>
    <w:rsid w:val="005F76A5"/>
    <w:rsid w:val="00600ED3"/>
    <w:rsid w:val="00603152"/>
    <w:rsid w:val="006040A4"/>
    <w:rsid w:val="00604C71"/>
    <w:rsid w:val="00605C15"/>
    <w:rsid w:val="006065AB"/>
    <w:rsid w:val="00607FC8"/>
    <w:rsid w:val="00610CA9"/>
    <w:rsid w:val="00610E4F"/>
    <w:rsid w:val="0061126A"/>
    <w:rsid w:val="0061156A"/>
    <w:rsid w:val="00612406"/>
    <w:rsid w:val="00613719"/>
    <w:rsid w:val="00613956"/>
    <w:rsid w:val="00614131"/>
    <w:rsid w:val="006149E7"/>
    <w:rsid w:val="00614AE2"/>
    <w:rsid w:val="0061518F"/>
    <w:rsid w:val="006168FF"/>
    <w:rsid w:val="006169B9"/>
    <w:rsid w:val="00616E92"/>
    <w:rsid w:val="00617EF0"/>
    <w:rsid w:val="006208FF"/>
    <w:rsid w:val="006223AE"/>
    <w:rsid w:val="00623FBE"/>
    <w:rsid w:val="00624C70"/>
    <w:rsid w:val="006255E9"/>
    <w:rsid w:val="00625EF2"/>
    <w:rsid w:val="00626F3E"/>
    <w:rsid w:val="00630236"/>
    <w:rsid w:val="006311E6"/>
    <w:rsid w:val="00631BE0"/>
    <w:rsid w:val="00633546"/>
    <w:rsid w:val="006340BB"/>
    <w:rsid w:val="006349E8"/>
    <w:rsid w:val="00634D71"/>
    <w:rsid w:val="0063567E"/>
    <w:rsid w:val="006369DB"/>
    <w:rsid w:val="00637D46"/>
    <w:rsid w:val="00640E84"/>
    <w:rsid w:val="0064173B"/>
    <w:rsid w:val="00641F7C"/>
    <w:rsid w:val="00642AAA"/>
    <w:rsid w:val="00642C54"/>
    <w:rsid w:val="006434DE"/>
    <w:rsid w:val="006441F4"/>
    <w:rsid w:val="006475BA"/>
    <w:rsid w:val="006476A5"/>
    <w:rsid w:val="0064774B"/>
    <w:rsid w:val="006477B2"/>
    <w:rsid w:val="00651FFA"/>
    <w:rsid w:val="00652E67"/>
    <w:rsid w:val="00652FF5"/>
    <w:rsid w:val="0065396A"/>
    <w:rsid w:val="00654CCB"/>
    <w:rsid w:val="00654D18"/>
    <w:rsid w:val="00654D76"/>
    <w:rsid w:val="006557FA"/>
    <w:rsid w:val="006561B3"/>
    <w:rsid w:val="00656526"/>
    <w:rsid w:val="0065705B"/>
    <w:rsid w:val="00657C41"/>
    <w:rsid w:val="00657FCB"/>
    <w:rsid w:val="0066074D"/>
    <w:rsid w:val="0066123B"/>
    <w:rsid w:val="00663CB3"/>
    <w:rsid w:val="00664F16"/>
    <w:rsid w:val="00665159"/>
    <w:rsid w:val="006652C7"/>
    <w:rsid w:val="006652E0"/>
    <w:rsid w:val="00665429"/>
    <w:rsid w:val="00666DEE"/>
    <w:rsid w:val="006676C0"/>
    <w:rsid w:val="006676CC"/>
    <w:rsid w:val="00670035"/>
    <w:rsid w:val="006710F7"/>
    <w:rsid w:val="0067279A"/>
    <w:rsid w:val="00672800"/>
    <w:rsid w:val="00673305"/>
    <w:rsid w:val="00673D92"/>
    <w:rsid w:val="006740D2"/>
    <w:rsid w:val="00674134"/>
    <w:rsid w:val="00674537"/>
    <w:rsid w:val="00674C94"/>
    <w:rsid w:val="00675637"/>
    <w:rsid w:val="00675F5E"/>
    <w:rsid w:val="00676D06"/>
    <w:rsid w:val="006827EF"/>
    <w:rsid w:val="0068283A"/>
    <w:rsid w:val="00684DEB"/>
    <w:rsid w:val="006852D0"/>
    <w:rsid w:val="00685D35"/>
    <w:rsid w:val="00686364"/>
    <w:rsid w:val="00687485"/>
    <w:rsid w:val="00687737"/>
    <w:rsid w:val="00687881"/>
    <w:rsid w:val="006907DB"/>
    <w:rsid w:val="00694309"/>
    <w:rsid w:val="0069478C"/>
    <w:rsid w:val="006949D2"/>
    <w:rsid w:val="006957D6"/>
    <w:rsid w:val="006962A5"/>
    <w:rsid w:val="00696580"/>
    <w:rsid w:val="00696CAC"/>
    <w:rsid w:val="00696D86"/>
    <w:rsid w:val="00696E11"/>
    <w:rsid w:val="006A0520"/>
    <w:rsid w:val="006A055C"/>
    <w:rsid w:val="006A0ADB"/>
    <w:rsid w:val="006A10BA"/>
    <w:rsid w:val="006A2C84"/>
    <w:rsid w:val="006A2CD8"/>
    <w:rsid w:val="006A32A1"/>
    <w:rsid w:val="006A4513"/>
    <w:rsid w:val="006A474B"/>
    <w:rsid w:val="006A4D7E"/>
    <w:rsid w:val="006A5992"/>
    <w:rsid w:val="006A5ED1"/>
    <w:rsid w:val="006A6E86"/>
    <w:rsid w:val="006B0342"/>
    <w:rsid w:val="006B055F"/>
    <w:rsid w:val="006B1238"/>
    <w:rsid w:val="006B14BB"/>
    <w:rsid w:val="006B1B63"/>
    <w:rsid w:val="006B1D3D"/>
    <w:rsid w:val="006B22B7"/>
    <w:rsid w:val="006B2F11"/>
    <w:rsid w:val="006B37B6"/>
    <w:rsid w:val="006B3C26"/>
    <w:rsid w:val="006B3F21"/>
    <w:rsid w:val="006B681C"/>
    <w:rsid w:val="006B6C01"/>
    <w:rsid w:val="006C075A"/>
    <w:rsid w:val="006C0D00"/>
    <w:rsid w:val="006C16B1"/>
    <w:rsid w:val="006C254F"/>
    <w:rsid w:val="006C29FE"/>
    <w:rsid w:val="006C3994"/>
    <w:rsid w:val="006C3D72"/>
    <w:rsid w:val="006C40A5"/>
    <w:rsid w:val="006C4108"/>
    <w:rsid w:val="006C4D56"/>
    <w:rsid w:val="006C4E0D"/>
    <w:rsid w:val="006C5187"/>
    <w:rsid w:val="006C58BB"/>
    <w:rsid w:val="006C5D96"/>
    <w:rsid w:val="006C60F1"/>
    <w:rsid w:val="006C76EB"/>
    <w:rsid w:val="006D0C6A"/>
    <w:rsid w:val="006D0D45"/>
    <w:rsid w:val="006D282F"/>
    <w:rsid w:val="006D2E75"/>
    <w:rsid w:val="006D2F37"/>
    <w:rsid w:val="006D2F73"/>
    <w:rsid w:val="006D43A0"/>
    <w:rsid w:val="006D45AD"/>
    <w:rsid w:val="006D4EFB"/>
    <w:rsid w:val="006D4EFD"/>
    <w:rsid w:val="006D5B3E"/>
    <w:rsid w:val="006D5BF4"/>
    <w:rsid w:val="006D6D35"/>
    <w:rsid w:val="006D77C1"/>
    <w:rsid w:val="006E18A3"/>
    <w:rsid w:val="006E1C7B"/>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0FCA"/>
    <w:rsid w:val="006F13E6"/>
    <w:rsid w:val="006F1BF7"/>
    <w:rsid w:val="006F34A0"/>
    <w:rsid w:val="006F3C26"/>
    <w:rsid w:val="006F4DB9"/>
    <w:rsid w:val="006F724B"/>
    <w:rsid w:val="006F771A"/>
    <w:rsid w:val="00700435"/>
    <w:rsid w:val="007011C1"/>
    <w:rsid w:val="0070238F"/>
    <w:rsid w:val="007037D4"/>
    <w:rsid w:val="00703F2C"/>
    <w:rsid w:val="00706134"/>
    <w:rsid w:val="00706443"/>
    <w:rsid w:val="007068C8"/>
    <w:rsid w:val="0070749D"/>
    <w:rsid w:val="00707F61"/>
    <w:rsid w:val="007103A7"/>
    <w:rsid w:val="00711A71"/>
    <w:rsid w:val="007131CC"/>
    <w:rsid w:val="007139FA"/>
    <w:rsid w:val="007145B5"/>
    <w:rsid w:val="00716860"/>
    <w:rsid w:val="007169F7"/>
    <w:rsid w:val="00717202"/>
    <w:rsid w:val="0071732C"/>
    <w:rsid w:val="007178B3"/>
    <w:rsid w:val="007205DE"/>
    <w:rsid w:val="007211A9"/>
    <w:rsid w:val="00721572"/>
    <w:rsid w:val="007228BD"/>
    <w:rsid w:val="0072338D"/>
    <w:rsid w:val="007236BD"/>
    <w:rsid w:val="00723925"/>
    <w:rsid w:val="00723EDB"/>
    <w:rsid w:val="00724AE1"/>
    <w:rsid w:val="00724FA8"/>
    <w:rsid w:val="00725997"/>
    <w:rsid w:val="007267ED"/>
    <w:rsid w:val="00726E43"/>
    <w:rsid w:val="0072721E"/>
    <w:rsid w:val="00730056"/>
    <w:rsid w:val="00731487"/>
    <w:rsid w:val="00732F7D"/>
    <w:rsid w:val="007331F4"/>
    <w:rsid w:val="00733695"/>
    <w:rsid w:val="00733712"/>
    <w:rsid w:val="00733A36"/>
    <w:rsid w:val="007345FC"/>
    <w:rsid w:val="00734A19"/>
    <w:rsid w:val="007353C8"/>
    <w:rsid w:val="00735565"/>
    <w:rsid w:val="007356AA"/>
    <w:rsid w:val="007364D5"/>
    <w:rsid w:val="007370D2"/>
    <w:rsid w:val="00737281"/>
    <w:rsid w:val="0074028D"/>
    <w:rsid w:val="00741208"/>
    <w:rsid w:val="00741E79"/>
    <w:rsid w:val="00742488"/>
    <w:rsid w:val="00742FC6"/>
    <w:rsid w:val="00743791"/>
    <w:rsid w:val="0074398E"/>
    <w:rsid w:val="007449A2"/>
    <w:rsid w:val="007449E8"/>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15A6"/>
    <w:rsid w:val="007622F8"/>
    <w:rsid w:val="007624FB"/>
    <w:rsid w:val="00764487"/>
    <w:rsid w:val="00766A35"/>
    <w:rsid w:val="00766E3C"/>
    <w:rsid w:val="0077064E"/>
    <w:rsid w:val="00770945"/>
    <w:rsid w:val="007718E8"/>
    <w:rsid w:val="00771ADC"/>
    <w:rsid w:val="00771FAE"/>
    <w:rsid w:val="0077297B"/>
    <w:rsid w:val="00772E35"/>
    <w:rsid w:val="007738E0"/>
    <w:rsid w:val="00773AB2"/>
    <w:rsid w:val="007740CE"/>
    <w:rsid w:val="00775EA4"/>
    <w:rsid w:val="007761CE"/>
    <w:rsid w:val="0077627D"/>
    <w:rsid w:val="007775DE"/>
    <w:rsid w:val="007806E0"/>
    <w:rsid w:val="00780786"/>
    <w:rsid w:val="0078215F"/>
    <w:rsid w:val="00782647"/>
    <w:rsid w:val="00782CD2"/>
    <w:rsid w:val="0078347A"/>
    <w:rsid w:val="007846C5"/>
    <w:rsid w:val="007846D3"/>
    <w:rsid w:val="00784D59"/>
    <w:rsid w:val="0078520C"/>
    <w:rsid w:val="0078591E"/>
    <w:rsid w:val="00785BCA"/>
    <w:rsid w:val="007860D7"/>
    <w:rsid w:val="00786DF2"/>
    <w:rsid w:val="00791447"/>
    <w:rsid w:val="0079154B"/>
    <w:rsid w:val="00791EE0"/>
    <w:rsid w:val="00791EF4"/>
    <w:rsid w:val="007926E7"/>
    <w:rsid w:val="0079339F"/>
    <w:rsid w:val="0079348E"/>
    <w:rsid w:val="00794A00"/>
    <w:rsid w:val="007954F2"/>
    <w:rsid w:val="00796BFF"/>
    <w:rsid w:val="007A0066"/>
    <w:rsid w:val="007A09E6"/>
    <w:rsid w:val="007A0A2F"/>
    <w:rsid w:val="007A0C31"/>
    <w:rsid w:val="007A0EF6"/>
    <w:rsid w:val="007A1D60"/>
    <w:rsid w:val="007A2238"/>
    <w:rsid w:val="007A244D"/>
    <w:rsid w:val="007A26BC"/>
    <w:rsid w:val="007A2FAD"/>
    <w:rsid w:val="007A3A52"/>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68B"/>
    <w:rsid w:val="007B53E0"/>
    <w:rsid w:val="007B57A4"/>
    <w:rsid w:val="007B60E5"/>
    <w:rsid w:val="007C11D7"/>
    <w:rsid w:val="007C129B"/>
    <w:rsid w:val="007C15F9"/>
    <w:rsid w:val="007C1CA1"/>
    <w:rsid w:val="007C236E"/>
    <w:rsid w:val="007C2B2E"/>
    <w:rsid w:val="007C2FED"/>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3D35"/>
    <w:rsid w:val="007D523A"/>
    <w:rsid w:val="007D6338"/>
    <w:rsid w:val="007D674D"/>
    <w:rsid w:val="007D7967"/>
    <w:rsid w:val="007E1147"/>
    <w:rsid w:val="007E2341"/>
    <w:rsid w:val="007E2D57"/>
    <w:rsid w:val="007E3218"/>
    <w:rsid w:val="007E36E3"/>
    <w:rsid w:val="007E4A13"/>
    <w:rsid w:val="007E6189"/>
    <w:rsid w:val="007E65F6"/>
    <w:rsid w:val="007E6CD3"/>
    <w:rsid w:val="007E739B"/>
    <w:rsid w:val="007F203C"/>
    <w:rsid w:val="007F2EE9"/>
    <w:rsid w:val="007F3576"/>
    <w:rsid w:val="007F3C0F"/>
    <w:rsid w:val="007F4CA2"/>
    <w:rsid w:val="007F506A"/>
    <w:rsid w:val="007F542C"/>
    <w:rsid w:val="007F57FE"/>
    <w:rsid w:val="007F60E3"/>
    <w:rsid w:val="007F65A3"/>
    <w:rsid w:val="007F7697"/>
    <w:rsid w:val="00801241"/>
    <w:rsid w:val="00801C8D"/>
    <w:rsid w:val="00802F55"/>
    <w:rsid w:val="0080314A"/>
    <w:rsid w:val="008038D5"/>
    <w:rsid w:val="00804CD3"/>
    <w:rsid w:val="00805730"/>
    <w:rsid w:val="00806380"/>
    <w:rsid w:val="00806AAD"/>
    <w:rsid w:val="00807C80"/>
    <w:rsid w:val="00807F2D"/>
    <w:rsid w:val="00807FB7"/>
    <w:rsid w:val="008104E2"/>
    <w:rsid w:val="00810AF5"/>
    <w:rsid w:val="00812067"/>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10B"/>
    <w:rsid w:val="008303E5"/>
    <w:rsid w:val="00832BCE"/>
    <w:rsid w:val="00832E9C"/>
    <w:rsid w:val="00833248"/>
    <w:rsid w:val="00833F56"/>
    <w:rsid w:val="008348C2"/>
    <w:rsid w:val="00836971"/>
    <w:rsid w:val="008376AB"/>
    <w:rsid w:val="00837DAD"/>
    <w:rsid w:val="00837F89"/>
    <w:rsid w:val="00841566"/>
    <w:rsid w:val="00842F6D"/>
    <w:rsid w:val="008432EB"/>
    <w:rsid w:val="00843CAB"/>
    <w:rsid w:val="008446F8"/>
    <w:rsid w:val="00844CCE"/>
    <w:rsid w:val="00845445"/>
    <w:rsid w:val="0084563B"/>
    <w:rsid w:val="008474DC"/>
    <w:rsid w:val="008501A8"/>
    <w:rsid w:val="0085085E"/>
    <w:rsid w:val="00850F34"/>
    <w:rsid w:val="00850F50"/>
    <w:rsid w:val="00851495"/>
    <w:rsid w:val="008568F2"/>
    <w:rsid w:val="00857B59"/>
    <w:rsid w:val="0086317D"/>
    <w:rsid w:val="0086362B"/>
    <w:rsid w:val="00863E07"/>
    <w:rsid w:val="00864AF5"/>
    <w:rsid w:val="0086532B"/>
    <w:rsid w:val="008654A8"/>
    <w:rsid w:val="00865F5A"/>
    <w:rsid w:val="008660F0"/>
    <w:rsid w:val="00866A38"/>
    <w:rsid w:val="00866E8E"/>
    <w:rsid w:val="0086788B"/>
    <w:rsid w:val="00870049"/>
    <w:rsid w:val="00870D0A"/>
    <w:rsid w:val="00871872"/>
    <w:rsid w:val="008720F0"/>
    <w:rsid w:val="008721E8"/>
    <w:rsid w:val="0087255F"/>
    <w:rsid w:val="00872B5B"/>
    <w:rsid w:val="008732AD"/>
    <w:rsid w:val="008747DB"/>
    <w:rsid w:val="00875963"/>
    <w:rsid w:val="00876192"/>
    <w:rsid w:val="00880469"/>
    <w:rsid w:val="00880F90"/>
    <w:rsid w:val="00882540"/>
    <w:rsid w:val="008826E7"/>
    <w:rsid w:val="00882B2E"/>
    <w:rsid w:val="008836AB"/>
    <w:rsid w:val="00884614"/>
    <w:rsid w:val="00884D97"/>
    <w:rsid w:val="00884DD9"/>
    <w:rsid w:val="008865F9"/>
    <w:rsid w:val="00886AD2"/>
    <w:rsid w:val="00887489"/>
    <w:rsid w:val="00887BDF"/>
    <w:rsid w:val="00890B37"/>
    <w:rsid w:val="008912F3"/>
    <w:rsid w:val="00892297"/>
    <w:rsid w:val="00893C11"/>
    <w:rsid w:val="008943E0"/>
    <w:rsid w:val="008947D3"/>
    <w:rsid w:val="0089489F"/>
    <w:rsid w:val="0089556E"/>
    <w:rsid w:val="008A10FA"/>
    <w:rsid w:val="008A1C32"/>
    <w:rsid w:val="008A224E"/>
    <w:rsid w:val="008A2355"/>
    <w:rsid w:val="008A2EE6"/>
    <w:rsid w:val="008A30E7"/>
    <w:rsid w:val="008A3679"/>
    <w:rsid w:val="008A376D"/>
    <w:rsid w:val="008A46CA"/>
    <w:rsid w:val="008A56B4"/>
    <w:rsid w:val="008A62CB"/>
    <w:rsid w:val="008A6340"/>
    <w:rsid w:val="008A63F2"/>
    <w:rsid w:val="008A723B"/>
    <w:rsid w:val="008A72CA"/>
    <w:rsid w:val="008B481C"/>
    <w:rsid w:val="008B4FD5"/>
    <w:rsid w:val="008B5029"/>
    <w:rsid w:val="008B55A0"/>
    <w:rsid w:val="008B56B8"/>
    <w:rsid w:val="008B58C7"/>
    <w:rsid w:val="008B609D"/>
    <w:rsid w:val="008B699B"/>
    <w:rsid w:val="008B7062"/>
    <w:rsid w:val="008B7E06"/>
    <w:rsid w:val="008C2D95"/>
    <w:rsid w:val="008C35C5"/>
    <w:rsid w:val="008C47EE"/>
    <w:rsid w:val="008C4A65"/>
    <w:rsid w:val="008C597E"/>
    <w:rsid w:val="008C688C"/>
    <w:rsid w:val="008C6F96"/>
    <w:rsid w:val="008D01D0"/>
    <w:rsid w:val="008D0688"/>
    <w:rsid w:val="008D0C41"/>
    <w:rsid w:val="008D1755"/>
    <w:rsid w:val="008D1ACE"/>
    <w:rsid w:val="008D1C77"/>
    <w:rsid w:val="008D5037"/>
    <w:rsid w:val="008D5311"/>
    <w:rsid w:val="008D5825"/>
    <w:rsid w:val="008D7A1C"/>
    <w:rsid w:val="008D7CBC"/>
    <w:rsid w:val="008D7CF9"/>
    <w:rsid w:val="008E17F3"/>
    <w:rsid w:val="008E18B7"/>
    <w:rsid w:val="008E3128"/>
    <w:rsid w:val="008E333B"/>
    <w:rsid w:val="008E3492"/>
    <w:rsid w:val="008E358A"/>
    <w:rsid w:val="008E3639"/>
    <w:rsid w:val="008E395E"/>
    <w:rsid w:val="008E4800"/>
    <w:rsid w:val="008E5BB8"/>
    <w:rsid w:val="008E61EE"/>
    <w:rsid w:val="008E67C5"/>
    <w:rsid w:val="008E70AD"/>
    <w:rsid w:val="008E76BB"/>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1A55"/>
    <w:rsid w:val="00901D4C"/>
    <w:rsid w:val="009022B2"/>
    <w:rsid w:val="009032A3"/>
    <w:rsid w:val="009033FA"/>
    <w:rsid w:val="009039CA"/>
    <w:rsid w:val="00903CC7"/>
    <w:rsid w:val="00904076"/>
    <w:rsid w:val="009044B4"/>
    <w:rsid w:val="009044EE"/>
    <w:rsid w:val="009046A9"/>
    <w:rsid w:val="0090569E"/>
    <w:rsid w:val="00905FB2"/>
    <w:rsid w:val="00905FC8"/>
    <w:rsid w:val="0090638D"/>
    <w:rsid w:val="009063A0"/>
    <w:rsid w:val="009066A7"/>
    <w:rsid w:val="00910E69"/>
    <w:rsid w:val="0091108D"/>
    <w:rsid w:val="00911532"/>
    <w:rsid w:val="00911B3F"/>
    <w:rsid w:val="00912237"/>
    <w:rsid w:val="00913087"/>
    <w:rsid w:val="00914ABE"/>
    <w:rsid w:val="00914CC6"/>
    <w:rsid w:val="00915293"/>
    <w:rsid w:val="00915D1C"/>
    <w:rsid w:val="00915F54"/>
    <w:rsid w:val="009163B2"/>
    <w:rsid w:val="00917793"/>
    <w:rsid w:val="00920C9F"/>
    <w:rsid w:val="00922426"/>
    <w:rsid w:val="00922A11"/>
    <w:rsid w:val="00923CBE"/>
    <w:rsid w:val="00924290"/>
    <w:rsid w:val="0092534F"/>
    <w:rsid w:val="009255D8"/>
    <w:rsid w:val="009257BB"/>
    <w:rsid w:val="00927905"/>
    <w:rsid w:val="00927B8B"/>
    <w:rsid w:val="00930865"/>
    <w:rsid w:val="00931CB3"/>
    <w:rsid w:val="00932BD9"/>
    <w:rsid w:val="009335FA"/>
    <w:rsid w:val="00933D67"/>
    <w:rsid w:val="00934108"/>
    <w:rsid w:val="00934A2A"/>
    <w:rsid w:val="00934CF3"/>
    <w:rsid w:val="00935A3D"/>
    <w:rsid w:val="00936ABE"/>
    <w:rsid w:val="009378C7"/>
    <w:rsid w:val="00941668"/>
    <w:rsid w:val="0094255B"/>
    <w:rsid w:val="00943183"/>
    <w:rsid w:val="009459EB"/>
    <w:rsid w:val="00945FF4"/>
    <w:rsid w:val="009475E5"/>
    <w:rsid w:val="00947B6F"/>
    <w:rsid w:val="00950105"/>
    <w:rsid w:val="009503EC"/>
    <w:rsid w:val="009507FF"/>
    <w:rsid w:val="009531E4"/>
    <w:rsid w:val="009534E2"/>
    <w:rsid w:val="00954B64"/>
    <w:rsid w:val="00955295"/>
    <w:rsid w:val="0095581B"/>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2C55"/>
    <w:rsid w:val="00973384"/>
    <w:rsid w:val="009733BA"/>
    <w:rsid w:val="00973EDB"/>
    <w:rsid w:val="00973FDE"/>
    <w:rsid w:val="0097434A"/>
    <w:rsid w:val="00975320"/>
    <w:rsid w:val="0097607C"/>
    <w:rsid w:val="0097608A"/>
    <w:rsid w:val="009766A3"/>
    <w:rsid w:val="00977204"/>
    <w:rsid w:val="00980AAB"/>
    <w:rsid w:val="00980FFC"/>
    <w:rsid w:val="009819E5"/>
    <w:rsid w:val="00982155"/>
    <w:rsid w:val="00982361"/>
    <w:rsid w:val="009829EA"/>
    <w:rsid w:val="00983123"/>
    <w:rsid w:val="0098326C"/>
    <w:rsid w:val="00983461"/>
    <w:rsid w:val="009850CB"/>
    <w:rsid w:val="00985B9C"/>
    <w:rsid w:val="00986975"/>
    <w:rsid w:val="00986D81"/>
    <w:rsid w:val="00987A51"/>
    <w:rsid w:val="009906C1"/>
    <w:rsid w:val="0099084C"/>
    <w:rsid w:val="00991967"/>
    <w:rsid w:val="00991C79"/>
    <w:rsid w:val="00993FDD"/>
    <w:rsid w:val="00994108"/>
    <w:rsid w:val="009944F2"/>
    <w:rsid w:val="009963A8"/>
    <w:rsid w:val="009965E2"/>
    <w:rsid w:val="0099668B"/>
    <w:rsid w:val="00996B3F"/>
    <w:rsid w:val="00996E97"/>
    <w:rsid w:val="009973A8"/>
    <w:rsid w:val="009A0251"/>
    <w:rsid w:val="009A0BC8"/>
    <w:rsid w:val="009A19C5"/>
    <w:rsid w:val="009A393B"/>
    <w:rsid w:val="009A4949"/>
    <w:rsid w:val="009A4F32"/>
    <w:rsid w:val="009A5F96"/>
    <w:rsid w:val="009A63BC"/>
    <w:rsid w:val="009A729D"/>
    <w:rsid w:val="009A7301"/>
    <w:rsid w:val="009B0535"/>
    <w:rsid w:val="009B06FF"/>
    <w:rsid w:val="009B1402"/>
    <w:rsid w:val="009B348F"/>
    <w:rsid w:val="009B3D65"/>
    <w:rsid w:val="009B5BD9"/>
    <w:rsid w:val="009B659F"/>
    <w:rsid w:val="009B6B6A"/>
    <w:rsid w:val="009B6D87"/>
    <w:rsid w:val="009B70F3"/>
    <w:rsid w:val="009B7F55"/>
    <w:rsid w:val="009C14A3"/>
    <w:rsid w:val="009C15CB"/>
    <w:rsid w:val="009C19B9"/>
    <w:rsid w:val="009C2221"/>
    <w:rsid w:val="009C23E4"/>
    <w:rsid w:val="009C25FE"/>
    <w:rsid w:val="009C3A18"/>
    <w:rsid w:val="009C52C9"/>
    <w:rsid w:val="009C54DE"/>
    <w:rsid w:val="009C5B8F"/>
    <w:rsid w:val="009C5CE0"/>
    <w:rsid w:val="009C5D37"/>
    <w:rsid w:val="009C6386"/>
    <w:rsid w:val="009C73E4"/>
    <w:rsid w:val="009D02A7"/>
    <w:rsid w:val="009D0FD7"/>
    <w:rsid w:val="009D1AF1"/>
    <w:rsid w:val="009D61C3"/>
    <w:rsid w:val="009D6B0A"/>
    <w:rsid w:val="009D7943"/>
    <w:rsid w:val="009E16D8"/>
    <w:rsid w:val="009E226E"/>
    <w:rsid w:val="009E22BB"/>
    <w:rsid w:val="009E2E70"/>
    <w:rsid w:val="009E2FDE"/>
    <w:rsid w:val="009E310B"/>
    <w:rsid w:val="009E3787"/>
    <w:rsid w:val="009E3C5F"/>
    <w:rsid w:val="009E4CE6"/>
    <w:rsid w:val="009E51AD"/>
    <w:rsid w:val="009E530C"/>
    <w:rsid w:val="009E6590"/>
    <w:rsid w:val="009E6630"/>
    <w:rsid w:val="009E6AA2"/>
    <w:rsid w:val="009F0A92"/>
    <w:rsid w:val="009F0CA1"/>
    <w:rsid w:val="009F15F0"/>
    <w:rsid w:val="009F1A2C"/>
    <w:rsid w:val="009F36A6"/>
    <w:rsid w:val="009F45EB"/>
    <w:rsid w:val="009F4D05"/>
    <w:rsid w:val="009F510C"/>
    <w:rsid w:val="009F5AEC"/>
    <w:rsid w:val="009F5FB7"/>
    <w:rsid w:val="009F6BAD"/>
    <w:rsid w:val="009F7777"/>
    <w:rsid w:val="00A00472"/>
    <w:rsid w:val="00A00FE7"/>
    <w:rsid w:val="00A02392"/>
    <w:rsid w:val="00A02B53"/>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3B6C"/>
    <w:rsid w:val="00A148FC"/>
    <w:rsid w:val="00A153F9"/>
    <w:rsid w:val="00A16513"/>
    <w:rsid w:val="00A166CD"/>
    <w:rsid w:val="00A16A6C"/>
    <w:rsid w:val="00A1758B"/>
    <w:rsid w:val="00A17601"/>
    <w:rsid w:val="00A176A0"/>
    <w:rsid w:val="00A200BD"/>
    <w:rsid w:val="00A20F42"/>
    <w:rsid w:val="00A2107F"/>
    <w:rsid w:val="00A2158F"/>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28D"/>
    <w:rsid w:val="00A338F7"/>
    <w:rsid w:val="00A33E34"/>
    <w:rsid w:val="00A34D0B"/>
    <w:rsid w:val="00A36831"/>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3C09"/>
    <w:rsid w:val="00A53C23"/>
    <w:rsid w:val="00A54FDA"/>
    <w:rsid w:val="00A5501D"/>
    <w:rsid w:val="00A559FD"/>
    <w:rsid w:val="00A56198"/>
    <w:rsid w:val="00A5634D"/>
    <w:rsid w:val="00A56387"/>
    <w:rsid w:val="00A566E7"/>
    <w:rsid w:val="00A570E0"/>
    <w:rsid w:val="00A57A42"/>
    <w:rsid w:val="00A6007B"/>
    <w:rsid w:val="00A61223"/>
    <w:rsid w:val="00A61DC1"/>
    <w:rsid w:val="00A61EF6"/>
    <w:rsid w:val="00A6274E"/>
    <w:rsid w:val="00A62E4C"/>
    <w:rsid w:val="00A637E8"/>
    <w:rsid w:val="00A6531C"/>
    <w:rsid w:val="00A657FF"/>
    <w:rsid w:val="00A66570"/>
    <w:rsid w:val="00A66F76"/>
    <w:rsid w:val="00A671D7"/>
    <w:rsid w:val="00A6773B"/>
    <w:rsid w:val="00A678FF"/>
    <w:rsid w:val="00A67985"/>
    <w:rsid w:val="00A67B84"/>
    <w:rsid w:val="00A703F1"/>
    <w:rsid w:val="00A7043E"/>
    <w:rsid w:val="00A70CA7"/>
    <w:rsid w:val="00A70E16"/>
    <w:rsid w:val="00A713A1"/>
    <w:rsid w:val="00A72DB8"/>
    <w:rsid w:val="00A72F3C"/>
    <w:rsid w:val="00A73024"/>
    <w:rsid w:val="00A731DC"/>
    <w:rsid w:val="00A73C98"/>
    <w:rsid w:val="00A74C5C"/>
    <w:rsid w:val="00A75520"/>
    <w:rsid w:val="00A75AE9"/>
    <w:rsid w:val="00A77544"/>
    <w:rsid w:val="00A77A1E"/>
    <w:rsid w:val="00A80B4E"/>
    <w:rsid w:val="00A82300"/>
    <w:rsid w:val="00A824B1"/>
    <w:rsid w:val="00A82B4C"/>
    <w:rsid w:val="00A82E1A"/>
    <w:rsid w:val="00A82EC4"/>
    <w:rsid w:val="00A872DE"/>
    <w:rsid w:val="00A87557"/>
    <w:rsid w:val="00A90379"/>
    <w:rsid w:val="00A904D8"/>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679"/>
    <w:rsid w:val="00AA4DCA"/>
    <w:rsid w:val="00AA5E19"/>
    <w:rsid w:val="00AA5FF3"/>
    <w:rsid w:val="00AA672D"/>
    <w:rsid w:val="00AA6C0F"/>
    <w:rsid w:val="00AA6C4C"/>
    <w:rsid w:val="00AA70F1"/>
    <w:rsid w:val="00AA76CB"/>
    <w:rsid w:val="00AB095A"/>
    <w:rsid w:val="00AB12E0"/>
    <w:rsid w:val="00AB14B4"/>
    <w:rsid w:val="00AB225C"/>
    <w:rsid w:val="00AB238B"/>
    <w:rsid w:val="00AB2EB1"/>
    <w:rsid w:val="00AB2F21"/>
    <w:rsid w:val="00AB352C"/>
    <w:rsid w:val="00AB37FE"/>
    <w:rsid w:val="00AB596E"/>
    <w:rsid w:val="00AB5D3B"/>
    <w:rsid w:val="00AB5F1E"/>
    <w:rsid w:val="00AB64B8"/>
    <w:rsid w:val="00AB651D"/>
    <w:rsid w:val="00AB6BCB"/>
    <w:rsid w:val="00AB7E74"/>
    <w:rsid w:val="00AC02AE"/>
    <w:rsid w:val="00AC0A08"/>
    <w:rsid w:val="00AC1B4B"/>
    <w:rsid w:val="00AC2172"/>
    <w:rsid w:val="00AC23F4"/>
    <w:rsid w:val="00AC282C"/>
    <w:rsid w:val="00AC2B93"/>
    <w:rsid w:val="00AC2F53"/>
    <w:rsid w:val="00AC35FB"/>
    <w:rsid w:val="00AC3675"/>
    <w:rsid w:val="00AC3686"/>
    <w:rsid w:val="00AC3B90"/>
    <w:rsid w:val="00AC4C33"/>
    <w:rsid w:val="00AC54A9"/>
    <w:rsid w:val="00AC62E9"/>
    <w:rsid w:val="00AC64A5"/>
    <w:rsid w:val="00AC7B32"/>
    <w:rsid w:val="00AC7B83"/>
    <w:rsid w:val="00AC7C51"/>
    <w:rsid w:val="00AD13D0"/>
    <w:rsid w:val="00AD1B84"/>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E7D70"/>
    <w:rsid w:val="00AF023E"/>
    <w:rsid w:val="00AF1475"/>
    <w:rsid w:val="00AF182F"/>
    <w:rsid w:val="00AF191F"/>
    <w:rsid w:val="00AF1A06"/>
    <w:rsid w:val="00AF2E13"/>
    <w:rsid w:val="00AF32B8"/>
    <w:rsid w:val="00AF404D"/>
    <w:rsid w:val="00AF538E"/>
    <w:rsid w:val="00AF5DFF"/>
    <w:rsid w:val="00AF6BDB"/>
    <w:rsid w:val="00AF6E2F"/>
    <w:rsid w:val="00AF7C99"/>
    <w:rsid w:val="00B0065C"/>
    <w:rsid w:val="00B007BF"/>
    <w:rsid w:val="00B007E5"/>
    <w:rsid w:val="00B013A4"/>
    <w:rsid w:val="00B01A39"/>
    <w:rsid w:val="00B01A56"/>
    <w:rsid w:val="00B01C9D"/>
    <w:rsid w:val="00B01FBC"/>
    <w:rsid w:val="00B023E7"/>
    <w:rsid w:val="00B02A03"/>
    <w:rsid w:val="00B02E87"/>
    <w:rsid w:val="00B04244"/>
    <w:rsid w:val="00B04E54"/>
    <w:rsid w:val="00B05596"/>
    <w:rsid w:val="00B05651"/>
    <w:rsid w:val="00B05747"/>
    <w:rsid w:val="00B05C94"/>
    <w:rsid w:val="00B06DE5"/>
    <w:rsid w:val="00B10362"/>
    <w:rsid w:val="00B10C19"/>
    <w:rsid w:val="00B128C4"/>
    <w:rsid w:val="00B12E2A"/>
    <w:rsid w:val="00B13C78"/>
    <w:rsid w:val="00B151CC"/>
    <w:rsid w:val="00B15BDF"/>
    <w:rsid w:val="00B1661C"/>
    <w:rsid w:val="00B16A6B"/>
    <w:rsid w:val="00B16F1B"/>
    <w:rsid w:val="00B16F41"/>
    <w:rsid w:val="00B1782B"/>
    <w:rsid w:val="00B20EAD"/>
    <w:rsid w:val="00B22103"/>
    <w:rsid w:val="00B22240"/>
    <w:rsid w:val="00B22AD0"/>
    <w:rsid w:val="00B23905"/>
    <w:rsid w:val="00B24222"/>
    <w:rsid w:val="00B25D70"/>
    <w:rsid w:val="00B27532"/>
    <w:rsid w:val="00B27975"/>
    <w:rsid w:val="00B301E4"/>
    <w:rsid w:val="00B30E8C"/>
    <w:rsid w:val="00B31428"/>
    <w:rsid w:val="00B31663"/>
    <w:rsid w:val="00B31CE1"/>
    <w:rsid w:val="00B32D7D"/>
    <w:rsid w:val="00B32DF5"/>
    <w:rsid w:val="00B33829"/>
    <w:rsid w:val="00B35C6A"/>
    <w:rsid w:val="00B35F51"/>
    <w:rsid w:val="00B36602"/>
    <w:rsid w:val="00B36A64"/>
    <w:rsid w:val="00B40B7A"/>
    <w:rsid w:val="00B419DF"/>
    <w:rsid w:val="00B41EF9"/>
    <w:rsid w:val="00B4297E"/>
    <w:rsid w:val="00B442CF"/>
    <w:rsid w:val="00B44F34"/>
    <w:rsid w:val="00B45552"/>
    <w:rsid w:val="00B46567"/>
    <w:rsid w:val="00B46CBA"/>
    <w:rsid w:val="00B47328"/>
    <w:rsid w:val="00B5048C"/>
    <w:rsid w:val="00B50EB6"/>
    <w:rsid w:val="00B518AB"/>
    <w:rsid w:val="00B52600"/>
    <w:rsid w:val="00B53367"/>
    <w:rsid w:val="00B538F1"/>
    <w:rsid w:val="00B53A4D"/>
    <w:rsid w:val="00B55E7F"/>
    <w:rsid w:val="00B573A9"/>
    <w:rsid w:val="00B60373"/>
    <w:rsid w:val="00B61520"/>
    <w:rsid w:val="00B64198"/>
    <w:rsid w:val="00B64A88"/>
    <w:rsid w:val="00B65642"/>
    <w:rsid w:val="00B66B3A"/>
    <w:rsid w:val="00B67985"/>
    <w:rsid w:val="00B67E55"/>
    <w:rsid w:val="00B70685"/>
    <w:rsid w:val="00B70BFB"/>
    <w:rsid w:val="00B716D1"/>
    <w:rsid w:val="00B72FC2"/>
    <w:rsid w:val="00B7583C"/>
    <w:rsid w:val="00B759B0"/>
    <w:rsid w:val="00B76F1F"/>
    <w:rsid w:val="00B76F69"/>
    <w:rsid w:val="00B7767E"/>
    <w:rsid w:val="00B776A8"/>
    <w:rsid w:val="00B80236"/>
    <w:rsid w:val="00B82B29"/>
    <w:rsid w:val="00B82BCA"/>
    <w:rsid w:val="00B82F69"/>
    <w:rsid w:val="00B83B7F"/>
    <w:rsid w:val="00B84FBA"/>
    <w:rsid w:val="00B85098"/>
    <w:rsid w:val="00B86BF5"/>
    <w:rsid w:val="00B87223"/>
    <w:rsid w:val="00B87664"/>
    <w:rsid w:val="00B87CA0"/>
    <w:rsid w:val="00B87E7F"/>
    <w:rsid w:val="00B90118"/>
    <w:rsid w:val="00B9033C"/>
    <w:rsid w:val="00B90714"/>
    <w:rsid w:val="00B90BD4"/>
    <w:rsid w:val="00B94976"/>
    <w:rsid w:val="00B95ABD"/>
    <w:rsid w:val="00B95B4B"/>
    <w:rsid w:val="00B96934"/>
    <w:rsid w:val="00B96AA4"/>
    <w:rsid w:val="00B97167"/>
    <w:rsid w:val="00B973E8"/>
    <w:rsid w:val="00B97492"/>
    <w:rsid w:val="00B97917"/>
    <w:rsid w:val="00BA005E"/>
    <w:rsid w:val="00BA03F3"/>
    <w:rsid w:val="00BA0D26"/>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AB2"/>
    <w:rsid w:val="00BB0B60"/>
    <w:rsid w:val="00BB0FD3"/>
    <w:rsid w:val="00BB123D"/>
    <w:rsid w:val="00BB21E1"/>
    <w:rsid w:val="00BB24C3"/>
    <w:rsid w:val="00BB2BA9"/>
    <w:rsid w:val="00BB3FF2"/>
    <w:rsid w:val="00BB524E"/>
    <w:rsid w:val="00BB547C"/>
    <w:rsid w:val="00BB5CAF"/>
    <w:rsid w:val="00BB683A"/>
    <w:rsid w:val="00BB6B36"/>
    <w:rsid w:val="00BB7DEA"/>
    <w:rsid w:val="00BC0997"/>
    <w:rsid w:val="00BC3260"/>
    <w:rsid w:val="00BC3558"/>
    <w:rsid w:val="00BC39D8"/>
    <w:rsid w:val="00BC44C3"/>
    <w:rsid w:val="00BC5ECC"/>
    <w:rsid w:val="00BC6293"/>
    <w:rsid w:val="00BC6905"/>
    <w:rsid w:val="00BC6BCD"/>
    <w:rsid w:val="00BC6EB4"/>
    <w:rsid w:val="00BD1089"/>
    <w:rsid w:val="00BD1BC0"/>
    <w:rsid w:val="00BD3129"/>
    <w:rsid w:val="00BD4AEC"/>
    <w:rsid w:val="00BD4ED2"/>
    <w:rsid w:val="00BD4FC4"/>
    <w:rsid w:val="00BD69BA"/>
    <w:rsid w:val="00BD6AAD"/>
    <w:rsid w:val="00BD7970"/>
    <w:rsid w:val="00BD7BDD"/>
    <w:rsid w:val="00BE1895"/>
    <w:rsid w:val="00BE1A9F"/>
    <w:rsid w:val="00BE1C63"/>
    <w:rsid w:val="00BE2745"/>
    <w:rsid w:val="00BE335E"/>
    <w:rsid w:val="00BE3934"/>
    <w:rsid w:val="00BE4AE8"/>
    <w:rsid w:val="00BE5CDC"/>
    <w:rsid w:val="00BE6C32"/>
    <w:rsid w:val="00BE6CFA"/>
    <w:rsid w:val="00BF09B9"/>
    <w:rsid w:val="00BF1E80"/>
    <w:rsid w:val="00BF20EF"/>
    <w:rsid w:val="00BF2110"/>
    <w:rsid w:val="00BF24AB"/>
    <w:rsid w:val="00BF3E7A"/>
    <w:rsid w:val="00BF4DB0"/>
    <w:rsid w:val="00BF557D"/>
    <w:rsid w:val="00BF623F"/>
    <w:rsid w:val="00BF749A"/>
    <w:rsid w:val="00BF7B80"/>
    <w:rsid w:val="00BF7EFA"/>
    <w:rsid w:val="00C00279"/>
    <w:rsid w:val="00C00374"/>
    <w:rsid w:val="00C0082D"/>
    <w:rsid w:val="00C01EBB"/>
    <w:rsid w:val="00C02D1E"/>
    <w:rsid w:val="00C030AD"/>
    <w:rsid w:val="00C036FA"/>
    <w:rsid w:val="00C0634C"/>
    <w:rsid w:val="00C07FB1"/>
    <w:rsid w:val="00C10B59"/>
    <w:rsid w:val="00C10FAB"/>
    <w:rsid w:val="00C11AD3"/>
    <w:rsid w:val="00C11C6C"/>
    <w:rsid w:val="00C12206"/>
    <w:rsid w:val="00C127A8"/>
    <w:rsid w:val="00C1586A"/>
    <w:rsid w:val="00C16CD8"/>
    <w:rsid w:val="00C170A2"/>
    <w:rsid w:val="00C206FD"/>
    <w:rsid w:val="00C20EC3"/>
    <w:rsid w:val="00C20EFD"/>
    <w:rsid w:val="00C22476"/>
    <w:rsid w:val="00C23A5F"/>
    <w:rsid w:val="00C23B7E"/>
    <w:rsid w:val="00C23DE0"/>
    <w:rsid w:val="00C24698"/>
    <w:rsid w:val="00C2485B"/>
    <w:rsid w:val="00C24C96"/>
    <w:rsid w:val="00C253A9"/>
    <w:rsid w:val="00C25F62"/>
    <w:rsid w:val="00C27703"/>
    <w:rsid w:val="00C27C70"/>
    <w:rsid w:val="00C308B9"/>
    <w:rsid w:val="00C30A8A"/>
    <w:rsid w:val="00C313AA"/>
    <w:rsid w:val="00C3285B"/>
    <w:rsid w:val="00C328F4"/>
    <w:rsid w:val="00C32E0D"/>
    <w:rsid w:val="00C3370B"/>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B25"/>
    <w:rsid w:val="00C52FC6"/>
    <w:rsid w:val="00C538C4"/>
    <w:rsid w:val="00C542DC"/>
    <w:rsid w:val="00C546CE"/>
    <w:rsid w:val="00C54A26"/>
    <w:rsid w:val="00C552C0"/>
    <w:rsid w:val="00C5575C"/>
    <w:rsid w:val="00C55FD6"/>
    <w:rsid w:val="00C61A0A"/>
    <w:rsid w:val="00C61DC0"/>
    <w:rsid w:val="00C6226B"/>
    <w:rsid w:val="00C624EF"/>
    <w:rsid w:val="00C62722"/>
    <w:rsid w:val="00C62C4E"/>
    <w:rsid w:val="00C64D69"/>
    <w:rsid w:val="00C6547B"/>
    <w:rsid w:val="00C656BF"/>
    <w:rsid w:val="00C660B1"/>
    <w:rsid w:val="00C66CAA"/>
    <w:rsid w:val="00C66FEC"/>
    <w:rsid w:val="00C67827"/>
    <w:rsid w:val="00C67BE0"/>
    <w:rsid w:val="00C70804"/>
    <w:rsid w:val="00C70F72"/>
    <w:rsid w:val="00C721CA"/>
    <w:rsid w:val="00C726B1"/>
    <w:rsid w:val="00C72B17"/>
    <w:rsid w:val="00C73633"/>
    <w:rsid w:val="00C7432B"/>
    <w:rsid w:val="00C74400"/>
    <w:rsid w:val="00C750B3"/>
    <w:rsid w:val="00C75CF6"/>
    <w:rsid w:val="00C767A5"/>
    <w:rsid w:val="00C77FBB"/>
    <w:rsid w:val="00C800DB"/>
    <w:rsid w:val="00C80179"/>
    <w:rsid w:val="00C81419"/>
    <w:rsid w:val="00C82573"/>
    <w:rsid w:val="00C82735"/>
    <w:rsid w:val="00C830D0"/>
    <w:rsid w:val="00C848AF"/>
    <w:rsid w:val="00C852F4"/>
    <w:rsid w:val="00C85C5F"/>
    <w:rsid w:val="00C86898"/>
    <w:rsid w:val="00C871E1"/>
    <w:rsid w:val="00C9083C"/>
    <w:rsid w:val="00C90F4E"/>
    <w:rsid w:val="00C91234"/>
    <w:rsid w:val="00C912F7"/>
    <w:rsid w:val="00C921B5"/>
    <w:rsid w:val="00C94263"/>
    <w:rsid w:val="00C94323"/>
    <w:rsid w:val="00C9476B"/>
    <w:rsid w:val="00C9548F"/>
    <w:rsid w:val="00C95A00"/>
    <w:rsid w:val="00C95DC0"/>
    <w:rsid w:val="00C96342"/>
    <w:rsid w:val="00C96814"/>
    <w:rsid w:val="00CA017B"/>
    <w:rsid w:val="00CA0AED"/>
    <w:rsid w:val="00CA1141"/>
    <w:rsid w:val="00CA1D26"/>
    <w:rsid w:val="00CA2902"/>
    <w:rsid w:val="00CA5041"/>
    <w:rsid w:val="00CA516A"/>
    <w:rsid w:val="00CA6A53"/>
    <w:rsid w:val="00CA6DAC"/>
    <w:rsid w:val="00CA79B4"/>
    <w:rsid w:val="00CB0A02"/>
    <w:rsid w:val="00CB226C"/>
    <w:rsid w:val="00CB22A7"/>
    <w:rsid w:val="00CB2696"/>
    <w:rsid w:val="00CB2A3F"/>
    <w:rsid w:val="00CB400D"/>
    <w:rsid w:val="00CB4173"/>
    <w:rsid w:val="00CB4359"/>
    <w:rsid w:val="00CB4703"/>
    <w:rsid w:val="00CB47A9"/>
    <w:rsid w:val="00CB4E31"/>
    <w:rsid w:val="00CB6416"/>
    <w:rsid w:val="00CB733B"/>
    <w:rsid w:val="00CB7376"/>
    <w:rsid w:val="00CB75CB"/>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B25"/>
    <w:rsid w:val="00CD2CD3"/>
    <w:rsid w:val="00CD367E"/>
    <w:rsid w:val="00CD376D"/>
    <w:rsid w:val="00CD3D54"/>
    <w:rsid w:val="00CD63D5"/>
    <w:rsid w:val="00CD64BE"/>
    <w:rsid w:val="00CD6F08"/>
    <w:rsid w:val="00CD7002"/>
    <w:rsid w:val="00CE04BF"/>
    <w:rsid w:val="00CE0900"/>
    <w:rsid w:val="00CE0B72"/>
    <w:rsid w:val="00CE0BE5"/>
    <w:rsid w:val="00CE0EF0"/>
    <w:rsid w:val="00CE1048"/>
    <w:rsid w:val="00CE1887"/>
    <w:rsid w:val="00CE1FB3"/>
    <w:rsid w:val="00CE26A7"/>
    <w:rsid w:val="00CE2D12"/>
    <w:rsid w:val="00CE2F78"/>
    <w:rsid w:val="00CE36AE"/>
    <w:rsid w:val="00CE38DB"/>
    <w:rsid w:val="00CE4A69"/>
    <w:rsid w:val="00CE5581"/>
    <w:rsid w:val="00CF0278"/>
    <w:rsid w:val="00CF04CB"/>
    <w:rsid w:val="00CF08F0"/>
    <w:rsid w:val="00CF1632"/>
    <w:rsid w:val="00CF197A"/>
    <w:rsid w:val="00CF1CCF"/>
    <w:rsid w:val="00CF203B"/>
    <w:rsid w:val="00CF27EF"/>
    <w:rsid w:val="00CF40F7"/>
    <w:rsid w:val="00CF5DFD"/>
    <w:rsid w:val="00CF6572"/>
    <w:rsid w:val="00CF68B7"/>
    <w:rsid w:val="00CF75BB"/>
    <w:rsid w:val="00CF763F"/>
    <w:rsid w:val="00D0001D"/>
    <w:rsid w:val="00D007C8"/>
    <w:rsid w:val="00D01D3F"/>
    <w:rsid w:val="00D02A4C"/>
    <w:rsid w:val="00D02A5F"/>
    <w:rsid w:val="00D04883"/>
    <w:rsid w:val="00D05133"/>
    <w:rsid w:val="00D0559B"/>
    <w:rsid w:val="00D057C3"/>
    <w:rsid w:val="00D061FB"/>
    <w:rsid w:val="00D0664D"/>
    <w:rsid w:val="00D06BE7"/>
    <w:rsid w:val="00D0749D"/>
    <w:rsid w:val="00D074D2"/>
    <w:rsid w:val="00D0769C"/>
    <w:rsid w:val="00D076F1"/>
    <w:rsid w:val="00D1063E"/>
    <w:rsid w:val="00D10BF0"/>
    <w:rsid w:val="00D114AB"/>
    <w:rsid w:val="00D12961"/>
    <w:rsid w:val="00D13440"/>
    <w:rsid w:val="00D13F59"/>
    <w:rsid w:val="00D14997"/>
    <w:rsid w:val="00D14ABC"/>
    <w:rsid w:val="00D14FF6"/>
    <w:rsid w:val="00D1646F"/>
    <w:rsid w:val="00D168F3"/>
    <w:rsid w:val="00D17650"/>
    <w:rsid w:val="00D177B6"/>
    <w:rsid w:val="00D17F7A"/>
    <w:rsid w:val="00D20B5F"/>
    <w:rsid w:val="00D21265"/>
    <w:rsid w:val="00D214D4"/>
    <w:rsid w:val="00D21D69"/>
    <w:rsid w:val="00D21F94"/>
    <w:rsid w:val="00D2297D"/>
    <w:rsid w:val="00D22E34"/>
    <w:rsid w:val="00D2423F"/>
    <w:rsid w:val="00D24499"/>
    <w:rsid w:val="00D24746"/>
    <w:rsid w:val="00D25087"/>
    <w:rsid w:val="00D25FA4"/>
    <w:rsid w:val="00D261F3"/>
    <w:rsid w:val="00D27919"/>
    <w:rsid w:val="00D31BB5"/>
    <w:rsid w:val="00D31BD8"/>
    <w:rsid w:val="00D31F0D"/>
    <w:rsid w:val="00D32183"/>
    <w:rsid w:val="00D3348B"/>
    <w:rsid w:val="00D3397C"/>
    <w:rsid w:val="00D33D97"/>
    <w:rsid w:val="00D344B0"/>
    <w:rsid w:val="00D36B7C"/>
    <w:rsid w:val="00D37F39"/>
    <w:rsid w:val="00D40C0F"/>
    <w:rsid w:val="00D4130B"/>
    <w:rsid w:val="00D435F7"/>
    <w:rsid w:val="00D437E4"/>
    <w:rsid w:val="00D43D47"/>
    <w:rsid w:val="00D44894"/>
    <w:rsid w:val="00D44A44"/>
    <w:rsid w:val="00D45A2E"/>
    <w:rsid w:val="00D45E35"/>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1DF2"/>
    <w:rsid w:val="00D6247E"/>
    <w:rsid w:val="00D63503"/>
    <w:rsid w:val="00D64732"/>
    <w:rsid w:val="00D64850"/>
    <w:rsid w:val="00D65C5A"/>
    <w:rsid w:val="00D65DC6"/>
    <w:rsid w:val="00D66A40"/>
    <w:rsid w:val="00D66B27"/>
    <w:rsid w:val="00D66C5D"/>
    <w:rsid w:val="00D67167"/>
    <w:rsid w:val="00D674C2"/>
    <w:rsid w:val="00D709CC"/>
    <w:rsid w:val="00D70B21"/>
    <w:rsid w:val="00D70FE6"/>
    <w:rsid w:val="00D71578"/>
    <w:rsid w:val="00D71848"/>
    <w:rsid w:val="00D72188"/>
    <w:rsid w:val="00D729D8"/>
    <w:rsid w:val="00D7402F"/>
    <w:rsid w:val="00D7428B"/>
    <w:rsid w:val="00D7440B"/>
    <w:rsid w:val="00D744E0"/>
    <w:rsid w:val="00D74DB8"/>
    <w:rsid w:val="00D74E8E"/>
    <w:rsid w:val="00D74F88"/>
    <w:rsid w:val="00D757BE"/>
    <w:rsid w:val="00D7602D"/>
    <w:rsid w:val="00D766C9"/>
    <w:rsid w:val="00D80C68"/>
    <w:rsid w:val="00D81577"/>
    <w:rsid w:val="00D81DE4"/>
    <w:rsid w:val="00D8405C"/>
    <w:rsid w:val="00D84EE5"/>
    <w:rsid w:val="00D8510B"/>
    <w:rsid w:val="00D85133"/>
    <w:rsid w:val="00D855CF"/>
    <w:rsid w:val="00D86B94"/>
    <w:rsid w:val="00D86ECC"/>
    <w:rsid w:val="00D8755F"/>
    <w:rsid w:val="00D87AD1"/>
    <w:rsid w:val="00D91E6D"/>
    <w:rsid w:val="00D9263E"/>
    <w:rsid w:val="00D92963"/>
    <w:rsid w:val="00D93405"/>
    <w:rsid w:val="00D941C1"/>
    <w:rsid w:val="00D9520B"/>
    <w:rsid w:val="00D95B17"/>
    <w:rsid w:val="00D97980"/>
    <w:rsid w:val="00DA0631"/>
    <w:rsid w:val="00DA0CD5"/>
    <w:rsid w:val="00DA1609"/>
    <w:rsid w:val="00DA17BC"/>
    <w:rsid w:val="00DA1EAC"/>
    <w:rsid w:val="00DA2044"/>
    <w:rsid w:val="00DA2E1E"/>
    <w:rsid w:val="00DA4161"/>
    <w:rsid w:val="00DA4F30"/>
    <w:rsid w:val="00DA5187"/>
    <w:rsid w:val="00DA53D6"/>
    <w:rsid w:val="00DA682D"/>
    <w:rsid w:val="00DA6BFA"/>
    <w:rsid w:val="00DB0E13"/>
    <w:rsid w:val="00DB1410"/>
    <w:rsid w:val="00DB1905"/>
    <w:rsid w:val="00DB3EC1"/>
    <w:rsid w:val="00DB4117"/>
    <w:rsid w:val="00DB47FA"/>
    <w:rsid w:val="00DB5172"/>
    <w:rsid w:val="00DB5247"/>
    <w:rsid w:val="00DB66B2"/>
    <w:rsid w:val="00DB6845"/>
    <w:rsid w:val="00DB7001"/>
    <w:rsid w:val="00DB79BE"/>
    <w:rsid w:val="00DC0C78"/>
    <w:rsid w:val="00DC2038"/>
    <w:rsid w:val="00DC287F"/>
    <w:rsid w:val="00DC30BD"/>
    <w:rsid w:val="00DC394A"/>
    <w:rsid w:val="00DC43EB"/>
    <w:rsid w:val="00DC4C10"/>
    <w:rsid w:val="00DC547E"/>
    <w:rsid w:val="00DC5C04"/>
    <w:rsid w:val="00DC66FF"/>
    <w:rsid w:val="00DC7F46"/>
    <w:rsid w:val="00DD0D61"/>
    <w:rsid w:val="00DD0EA4"/>
    <w:rsid w:val="00DD1A5F"/>
    <w:rsid w:val="00DD1BA9"/>
    <w:rsid w:val="00DD2612"/>
    <w:rsid w:val="00DD37D9"/>
    <w:rsid w:val="00DD3E0A"/>
    <w:rsid w:val="00DD3FA2"/>
    <w:rsid w:val="00DD4594"/>
    <w:rsid w:val="00DD45B0"/>
    <w:rsid w:val="00DD463E"/>
    <w:rsid w:val="00DD46FC"/>
    <w:rsid w:val="00DD4F21"/>
    <w:rsid w:val="00DD592B"/>
    <w:rsid w:val="00DD5BD3"/>
    <w:rsid w:val="00DD66B3"/>
    <w:rsid w:val="00DD6D4F"/>
    <w:rsid w:val="00DE0509"/>
    <w:rsid w:val="00DE0BEC"/>
    <w:rsid w:val="00DE0E25"/>
    <w:rsid w:val="00DE0F2D"/>
    <w:rsid w:val="00DE181B"/>
    <w:rsid w:val="00DE4FA3"/>
    <w:rsid w:val="00DE62C7"/>
    <w:rsid w:val="00DE6C48"/>
    <w:rsid w:val="00DE7F08"/>
    <w:rsid w:val="00DF0530"/>
    <w:rsid w:val="00DF1639"/>
    <w:rsid w:val="00DF20E2"/>
    <w:rsid w:val="00DF2972"/>
    <w:rsid w:val="00DF29BC"/>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09C4"/>
    <w:rsid w:val="00E01196"/>
    <w:rsid w:val="00E03692"/>
    <w:rsid w:val="00E045D2"/>
    <w:rsid w:val="00E0461E"/>
    <w:rsid w:val="00E04CE4"/>
    <w:rsid w:val="00E05065"/>
    <w:rsid w:val="00E05588"/>
    <w:rsid w:val="00E05F06"/>
    <w:rsid w:val="00E067DB"/>
    <w:rsid w:val="00E10B4A"/>
    <w:rsid w:val="00E119DB"/>
    <w:rsid w:val="00E1287A"/>
    <w:rsid w:val="00E13124"/>
    <w:rsid w:val="00E13DC3"/>
    <w:rsid w:val="00E141E7"/>
    <w:rsid w:val="00E14711"/>
    <w:rsid w:val="00E14781"/>
    <w:rsid w:val="00E150AC"/>
    <w:rsid w:val="00E15CA6"/>
    <w:rsid w:val="00E16B8D"/>
    <w:rsid w:val="00E17A98"/>
    <w:rsid w:val="00E20252"/>
    <w:rsid w:val="00E2144A"/>
    <w:rsid w:val="00E216F4"/>
    <w:rsid w:val="00E219E7"/>
    <w:rsid w:val="00E21AC4"/>
    <w:rsid w:val="00E21E92"/>
    <w:rsid w:val="00E22259"/>
    <w:rsid w:val="00E22926"/>
    <w:rsid w:val="00E22E32"/>
    <w:rsid w:val="00E2332C"/>
    <w:rsid w:val="00E2387A"/>
    <w:rsid w:val="00E2394D"/>
    <w:rsid w:val="00E24174"/>
    <w:rsid w:val="00E24424"/>
    <w:rsid w:val="00E24443"/>
    <w:rsid w:val="00E2452E"/>
    <w:rsid w:val="00E253AC"/>
    <w:rsid w:val="00E25DC5"/>
    <w:rsid w:val="00E26190"/>
    <w:rsid w:val="00E27C31"/>
    <w:rsid w:val="00E301E9"/>
    <w:rsid w:val="00E307E9"/>
    <w:rsid w:val="00E30DA3"/>
    <w:rsid w:val="00E313AA"/>
    <w:rsid w:val="00E31E54"/>
    <w:rsid w:val="00E32A9C"/>
    <w:rsid w:val="00E34135"/>
    <w:rsid w:val="00E3472B"/>
    <w:rsid w:val="00E355AA"/>
    <w:rsid w:val="00E371CE"/>
    <w:rsid w:val="00E37DEB"/>
    <w:rsid w:val="00E406FC"/>
    <w:rsid w:val="00E41AAB"/>
    <w:rsid w:val="00E41B97"/>
    <w:rsid w:val="00E465D8"/>
    <w:rsid w:val="00E469EE"/>
    <w:rsid w:val="00E46F0E"/>
    <w:rsid w:val="00E4711F"/>
    <w:rsid w:val="00E47EF7"/>
    <w:rsid w:val="00E50520"/>
    <w:rsid w:val="00E51486"/>
    <w:rsid w:val="00E52DF0"/>
    <w:rsid w:val="00E53DEA"/>
    <w:rsid w:val="00E53EE2"/>
    <w:rsid w:val="00E54970"/>
    <w:rsid w:val="00E55900"/>
    <w:rsid w:val="00E5696D"/>
    <w:rsid w:val="00E569CD"/>
    <w:rsid w:val="00E56C9D"/>
    <w:rsid w:val="00E570E4"/>
    <w:rsid w:val="00E57877"/>
    <w:rsid w:val="00E57C47"/>
    <w:rsid w:val="00E57C7E"/>
    <w:rsid w:val="00E57D88"/>
    <w:rsid w:val="00E60466"/>
    <w:rsid w:val="00E6108A"/>
    <w:rsid w:val="00E620F7"/>
    <w:rsid w:val="00E633FE"/>
    <w:rsid w:val="00E63F91"/>
    <w:rsid w:val="00E64446"/>
    <w:rsid w:val="00E64858"/>
    <w:rsid w:val="00E6485C"/>
    <w:rsid w:val="00E64D9F"/>
    <w:rsid w:val="00E66D1A"/>
    <w:rsid w:val="00E67724"/>
    <w:rsid w:val="00E67777"/>
    <w:rsid w:val="00E7019C"/>
    <w:rsid w:val="00E71523"/>
    <w:rsid w:val="00E71706"/>
    <w:rsid w:val="00E71782"/>
    <w:rsid w:val="00E71A13"/>
    <w:rsid w:val="00E71BF1"/>
    <w:rsid w:val="00E71F29"/>
    <w:rsid w:val="00E720C5"/>
    <w:rsid w:val="00E72EF5"/>
    <w:rsid w:val="00E73282"/>
    <w:rsid w:val="00E73295"/>
    <w:rsid w:val="00E737EA"/>
    <w:rsid w:val="00E73A68"/>
    <w:rsid w:val="00E743E0"/>
    <w:rsid w:val="00E75582"/>
    <w:rsid w:val="00E75FA6"/>
    <w:rsid w:val="00E766B4"/>
    <w:rsid w:val="00E76D6B"/>
    <w:rsid w:val="00E81469"/>
    <w:rsid w:val="00E81EA7"/>
    <w:rsid w:val="00E82F6D"/>
    <w:rsid w:val="00E82FAC"/>
    <w:rsid w:val="00E850BB"/>
    <w:rsid w:val="00E86A5E"/>
    <w:rsid w:val="00E86ECC"/>
    <w:rsid w:val="00E872AB"/>
    <w:rsid w:val="00E902D4"/>
    <w:rsid w:val="00E90568"/>
    <w:rsid w:val="00E91245"/>
    <w:rsid w:val="00E9154F"/>
    <w:rsid w:val="00E91BDB"/>
    <w:rsid w:val="00E91E03"/>
    <w:rsid w:val="00E92CC1"/>
    <w:rsid w:val="00E93616"/>
    <w:rsid w:val="00E94262"/>
    <w:rsid w:val="00E95589"/>
    <w:rsid w:val="00E9590E"/>
    <w:rsid w:val="00E95CBE"/>
    <w:rsid w:val="00E96612"/>
    <w:rsid w:val="00E96F22"/>
    <w:rsid w:val="00E974A5"/>
    <w:rsid w:val="00E97681"/>
    <w:rsid w:val="00EA09BF"/>
    <w:rsid w:val="00EA1287"/>
    <w:rsid w:val="00EA1336"/>
    <w:rsid w:val="00EA158B"/>
    <w:rsid w:val="00EA20DF"/>
    <w:rsid w:val="00EA2700"/>
    <w:rsid w:val="00EA270B"/>
    <w:rsid w:val="00EA2DB8"/>
    <w:rsid w:val="00EA3720"/>
    <w:rsid w:val="00EA3F88"/>
    <w:rsid w:val="00EA4A4F"/>
    <w:rsid w:val="00EA56D5"/>
    <w:rsid w:val="00EA5744"/>
    <w:rsid w:val="00EA5C2D"/>
    <w:rsid w:val="00EA6824"/>
    <w:rsid w:val="00EA68B5"/>
    <w:rsid w:val="00EA7F9F"/>
    <w:rsid w:val="00EB0122"/>
    <w:rsid w:val="00EB35B6"/>
    <w:rsid w:val="00EB3D87"/>
    <w:rsid w:val="00EB42A3"/>
    <w:rsid w:val="00EB4D20"/>
    <w:rsid w:val="00EB4E6F"/>
    <w:rsid w:val="00EB5561"/>
    <w:rsid w:val="00EB7221"/>
    <w:rsid w:val="00EB7500"/>
    <w:rsid w:val="00EC09FD"/>
    <w:rsid w:val="00EC17A8"/>
    <w:rsid w:val="00EC23F7"/>
    <w:rsid w:val="00EC3348"/>
    <w:rsid w:val="00EC40D1"/>
    <w:rsid w:val="00EC4D66"/>
    <w:rsid w:val="00EC5F23"/>
    <w:rsid w:val="00EC63FD"/>
    <w:rsid w:val="00EC6F96"/>
    <w:rsid w:val="00ED000F"/>
    <w:rsid w:val="00ED1E39"/>
    <w:rsid w:val="00ED2972"/>
    <w:rsid w:val="00ED2A9F"/>
    <w:rsid w:val="00ED3233"/>
    <w:rsid w:val="00ED3289"/>
    <w:rsid w:val="00ED3421"/>
    <w:rsid w:val="00ED3E32"/>
    <w:rsid w:val="00ED40DA"/>
    <w:rsid w:val="00ED48A6"/>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64F"/>
    <w:rsid w:val="00EF27F9"/>
    <w:rsid w:val="00EF2D37"/>
    <w:rsid w:val="00EF322D"/>
    <w:rsid w:val="00EF4594"/>
    <w:rsid w:val="00EF48CF"/>
    <w:rsid w:val="00EF49C4"/>
    <w:rsid w:val="00EF4BAC"/>
    <w:rsid w:val="00EF4CFE"/>
    <w:rsid w:val="00EF549F"/>
    <w:rsid w:val="00EF565F"/>
    <w:rsid w:val="00EF6B51"/>
    <w:rsid w:val="00EF6C88"/>
    <w:rsid w:val="00EF74D3"/>
    <w:rsid w:val="00EF7AA1"/>
    <w:rsid w:val="00F022B1"/>
    <w:rsid w:val="00F02855"/>
    <w:rsid w:val="00F0378A"/>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0FC4"/>
    <w:rsid w:val="00F21325"/>
    <w:rsid w:val="00F22C58"/>
    <w:rsid w:val="00F23972"/>
    <w:rsid w:val="00F24374"/>
    <w:rsid w:val="00F24D68"/>
    <w:rsid w:val="00F254D6"/>
    <w:rsid w:val="00F255E0"/>
    <w:rsid w:val="00F25AAC"/>
    <w:rsid w:val="00F26068"/>
    <w:rsid w:val="00F26F2E"/>
    <w:rsid w:val="00F27C85"/>
    <w:rsid w:val="00F27CEB"/>
    <w:rsid w:val="00F30055"/>
    <w:rsid w:val="00F30CC1"/>
    <w:rsid w:val="00F32CAC"/>
    <w:rsid w:val="00F3358C"/>
    <w:rsid w:val="00F338C8"/>
    <w:rsid w:val="00F33E0A"/>
    <w:rsid w:val="00F34451"/>
    <w:rsid w:val="00F351D9"/>
    <w:rsid w:val="00F35205"/>
    <w:rsid w:val="00F3647D"/>
    <w:rsid w:val="00F3669B"/>
    <w:rsid w:val="00F376A8"/>
    <w:rsid w:val="00F411F7"/>
    <w:rsid w:val="00F41E79"/>
    <w:rsid w:val="00F428F8"/>
    <w:rsid w:val="00F443EC"/>
    <w:rsid w:val="00F46482"/>
    <w:rsid w:val="00F46F34"/>
    <w:rsid w:val="00F47592"/>
    <w:rsid w:val="00F478AA"/>
    <w:rsid w:val="00F47B2E"/>
    <w:rsid w:val="00F501B1"/>
    <w:rsid w:val="00F5021E"/>
    <w:rsid w:val="00F509D7"/>
    <w:rsid w:val="00F515D2"/>
    <w:rsid w:val="00F518C3"/>
    <w:rsid w:val="00F52BB9"/>
    <w:rsid w:val="00F52CBB"/>
    <w:rsid w:val="00F5306F"/>
    <w:rsid w:val="00F53563"/>
    <w:rsid w:val="00F53D29"/>
    <w:rsid w:val="00F540B8"/>
    <w:rsid w:val="00F540DD"/>
    <w:rsid w:val="00F54277"/>
    <w:rsid w:val="00F5723F"/>
    <w:rsid w:val="00F572C0"/>
    <w:rsid w:val="00F60BD8"/>
    <w:rsid w:val="00F6246A"/>
    <w:rsid w:val="00F628B8"/>
    <w:rsid w:val="00F648C2"/>
    <w:rsid w:val="00F65A81"/>
    <w:rsid w:val="00F6671F"/>
    <w:rsid w:val="00F66C9D"/>
    <w:rsid w:val="00F67544"/>
    <w:rsid w:val="00F67C5D"/>
    <w:rsid w:val="00F7037D"/>
    <w:rsid w:val="00F70557"/>
    <w:rsid w:val="00F70E2D"/>
    <w:rsid w:val="00F72869"/>
    <w:rsid w:val="00F75291"/>
    <w:rsid w:val="00F75416"/>
    <w:rsid w:val="00F763A5"/>
    <w:rsid w:val="00F76511"/>
    <w:rsid w:val="00F76A8F"/>
    <w:rsid w:val="00F77161"/>
    <w:rsid w:val="00F77C9E"/>
    <w:rsid w:val="00F81388"/>
    <w:rsid w:val="00F81889"/>
    <w:rsid w:val="00F81A32"/>
    <w:rsid w:val="00F82768"/>
    <w:rsid w:val="00F83139"/>
    <w:rsid w:val="00F835D2"/>
    <w:rsid w:val="00F83AA7"/>
    <w:rsid w:val="00F83C85"/>
    <w:rsid w:val="00F84C4C"/>
    <w:rsid w:val="00F8524B"/>
    <w:rsid w:val="00F86097"/>
    <w:rsid w:val="00F86CBB"/>
    <w:rsid w:val="00F87037"/>
    <w:rsid w:val="00F87679"/>
    <w:rsid w:val="00F87B0D"/>
    <w:rsid w:val="00F9112F"/>
    <w:rsid w:val="00F91256"/>
    <w:rsid w:val="00F920FF"/>
    <w:rsid w:val="00F92565"/>
    <w:rsid w:val="00F92C98"/>
    <w:rsid w:val="00F93FE0"/>
    <w:rsid w:val="00F946F7"/>
    <w:rsid w:val="00F9517C"/>
    <w:rsid w:val="00F95768"/>
    <w:rsid w:val="00F95D9C"/>
    <w:rsid w:val="00F9610C"/>
    <w:rsid w:val="00F9659C"/>
    <w:rsid w:val="00F968CB"/>
    <w:rsid w:val="00F97FB1"/>
    <w:rsid w:val="00FA0094"/>
    <w:rsid w:val="00FA05CE"/>
    <w:rsid w:val="00FA0E55"/>
    <w:rsid w:val="00FA0E5D"/>
    <w:rsid w:val="00FA255C"/>
    <w:rsid w:val="00FA42C3"/>
    <w:rsid w:val="00FA460D"/>
    <w:rsid w:val="00FA4DBD"/>
    <w:rsid w:val="00FA6CF0"/>
    <w:rsid w:val="00FA6DD7"/>
    <w:rsid w:val="00FA73FF"/>
    <w:rsid w:val="00FA7637"/>
    <w:rsid w:val="00FA7842"/>
    <w:rsid w:val="00FB0999"/>
    <w:rsid w:val="00FB1DD2"/>
    <w:rsid w:val="00FB2C7F"/>
    <w:rsid w:val="00FB3195"/>
    <w:rsid w:val="00FB345A"/>
    <w:rsid w:val="00FB3AAF"/>
    <w:rsid w:val="00FB3F04"/>
    <w:rsid w:val="00FB3FA8"/>
    <w:rsid w:val="00FB42BC"/>
    <w:rsid w:val="00FB4666"/>
    <w:rsid w:val="00FB4C8A"/>
    <w:rsid w:val="00FB4EE5"/>
    <w:rsid w:val="00FB6A4B"/>
    <w:rsid w:val="00FB7EA0"/>
    <w:rsid w:val="00FC0082"/>
    <w:rsid w:val="00FC04A8"/>
    <w:rsid w:val="00FC1295"/>
    <w:rsid w:val="00FC29A7"/>
    <w:rsid w:val="00FC3739"/>
    <w:rsid w:val="00FC405B"/>
    <w:rsid w:val="00FC45F8"/>
    <w:rsid w:val="00FC4792"/>
    <w:rsid w:val="00FC4DE7"/>
    <w:rsid w:val="00FC50E0"/>
    <w:rsid w:val="00FC5597"/>
    <w:rsid w:val="00FD037F"/>
    <w:rsid w:val="00FD0876"/>
    <w:rsid w:val="00FD11F7"/>
    <w:rsid w:val="00FD1651"/>
    <w:rsid w:val="00FD3E9C"/>
    <w:rsid w:val="00FD4545"/>
    <w:rsid w:val="00FD476F"/>
    <w:rsid w:val="00FD5061"/>
    <w:rsid w:val="00FD5B21"/>
    <w:rsid w:val="00FD5FF1"/>
    <w:rsid w:val="00FD648A"/>
    <w:rsid w:val="00FD751C"/>
    <w:rsid w:val="00FD77F0"/>
    <w:rsid w:val="00FD79F4"/>
    <w:rsid w:val="00FE0405"/>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C40"/>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16"/>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1E5CF9"/>
    <w:pPr>
      <w:widowControl w:val="0"/>
      <w:numPr>
        <w:ilvl w:val="3"/>
        <w:numId w:val="17"/>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2A70A4"/>
    <w:pPr>
      <w:widowControl w:val="0"/>
      <w:ind w:left="709"/>
      <w:outlineLvl w:val="4"/>
    </w:pPr>
    <w:rPr>
      <w:rFonts w:eastAsiaTheme="majorEastAsia" w:cstheme="majorBidi"/>
    </w:rPr>
  </w:style>
  <w:style w:type="paragraph" w:styleId="Heading6">
    <w:name w:val="heading 6"/>
    <w:next w:val="Normal"/>
    <w:link w:val="Heading6Char"/>
    <w:autoRedefine/>
    <w:uiPriority w:val="9"/>
    <w:unhideWhenUsed/>
    <w:qFormat/>
    <w:rsid w:val="00283EDF"/>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12405"/>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1E5CF9"/>
    <w:rPr>
      <w:rFonts w:ascii="Cambria" w:hAnsi="Cambria" w:cs="Arial"/>
      <w:sz w:val="20"/>
      <w:szCs w:val="20"/>
      <w:lang w:val="sk-SK"/>
    </w:rPr>
  </w:style>
  <w:style w:type="character" w:customStyle="1" w:styleId="Heading5Char">
    <w:name w:val="Heading 5 Char"/>
    <w:basedOn w:val="DefaultParagraphFont"/>
    <w:link w:val="Heading5"/>
    <w:uiPriority w:val="9"/>
    <w:rsid w:val="002A70A4"/>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283EDF"/>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23680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 w:type="table" w:styleId="GridTable4-Accent4">
    <w:name w:val="Grid Table 4 Accent 4"/>
    <w:basedOn w:val="TableNormal"/>
    <w:uiPriority w:val="49"/>
    <w:rsid w:val="00474F30"/>
    <w:rPr>
      <w:sz w:val="22"/>
      <w:szCs w:val="22"/>
      <w:lang w:val="sk-SK"/>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9256268">
      <w:bodyDiv w:val="1"/>
      <w:marLeft w:val="0"/>
      <w:marRight w:val="0"/>
      <w:marTop w:val="0"/>
      <w:marBottom w:val="0"/>
      <w:divBdr>
        <w:top w:val="none" w:sz="0" w:space="0" w:color="auto"/>
        <w:left w:val="none" w:sz="0" w:space="0" w:color="auto"/>
        <w:bottom w:val="none" w:sz="0" w:space="0" w:color="auto"/>
        <w:right w:val="none" w:sz="0" w:space="0" w:color="auto"/>
      </w:divBdr>
    </w:div>
    <w:div w:id="35011959">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14370225">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723018925">
      <w:bodyDiv w:val="1"/>
      <w:marLeft w:val="0"/>
      <w:marRight w:val="0"/>
      <w:marTop w:val="0"/>
      <w:marBottom w:val="0"/>
      <w:divBdr>
        <w:top w:val="none" w:sz="0" w:space="0" w:color="auto"/>
        <w:left w:val="none" w:sz="0" w:space="0" w:color="auto"/>
        <w:bottom w:val="none" w:sz="0" w:space="0" w:color="auto"/>
        <w:right w:val="none" w:sz="0" w:space="0" w:color="auto"/>
      </w:divBdr>
    </w:div>
    <w:div w:id="844629957">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88441911">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39499108">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3950628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038118063">
      <w:bodyDiv w:val="1"/>
      <w:marLeft w:val="0"/>
      <w:marRight w:val="0"/>
      <w:marTop w:val="0"/>
      <w:marBottom w:val="0"/>
      <w:divBdr>
        <w:top w:val="none" w:sz="0" w:space="0" w:color="auto"/>
        <w:left w:val="none" w:sz="0" w:space="0" w:color="auto"/>
        <w:bottom w:val="none" w:sz="0" w:space="0" w:color="auto"/>
        <w:right w:val="none" w:sz="0" w:space="0" w:color="auto"/>
      </w:divBdr>
    </w:div>
    <w:div w:id="205928194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roebiz.co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files.nar.cz/docs/josephine/sk/Technicke_poziadavky_sw_JOSEPHINE.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microsoft.com/edge"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google.com/chrome" TargetMode="Externa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josephine.proebiz.com/" TargetMode="External"/><Relationship Id="rId22" Type="http://schemas.openxmlformats.org/officeDocument/2006/relationships/hyperlink" Target="http://firefox.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29338AB-AC7E-4469-87BA-AB865926C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143</TotalTime>
  <Pages>34</Pages>
  <Words>14875</Words>
  <Characters>84791</Characters>
  <Application>Microsoft Office Word</Application>
  <DocSecurity>0</DocSecurity>
  <Lines>706</Lines>
  <Paragraphs>198</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99468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47</cp:revision>
  <cp:lastPrinted>2019-05-02T08:47:00Z</cp:lastPrinted>
  <dcterms:created xsi:type="dcterms:W3CDTF">2020-02-26T15:23:00Z</dcterms:created>
  <dcterms:modified xsi:type="dcterms:W3CDTF">2020-03-24T10:06:00Z</dcterms:modified>
</cp:coreProperties>
</file>